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1F3" w:rsidRPr="00163D61" w:rsidRDefault="001821F3" w:rsidP="001821F3">
      <w:pPr>
        <w:pStyle w:val="NoSpacing"/>
        <w:spacing w:line="276" w:lineRule="auto"/>
        <w:rPr>
          <w:rFonts w:ascii="Times New Roman" w:hAnsi="Times New Roman"/>
          <w:noProof/>
          <w:sz w:val="24"/>
          <w:szCs w:val="24"/>
          <w:lang w:val="sr-Cyrl-BA"/>
        </w:rPr>
      </w:pPr>
      <w:bookmarkStart w:id="0" w:name="_GoBack"/>
      <w:bookmarkEnd w:id="0"/>
    </w:p>
    <w:p w:rsidR="00903D33" w:rsidRPr="00A474A9" w:rsidRDefault="00223AE2" w:rsidP="001929BF">
      <w:pPr>
        <w:pStyle w:val="NoSpacing"/>
        <w:spacing w:line="276" w:lineRule="auto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903D33" w:rsidRPr="001821F3">
        <w:rPr>
          <w:rFonts w:ascii="Times New Roman" w:hAnsi="Times New Roman"/>
          <w:noProof/>
          <w:sz w:val="24"/>
          <w:szCs w:val="24"/>
          <w:lang w:val="sr-Latn-CS"/>
        </w:rPr>
        <w:t>: 01/3-50-3-3-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>7</w:t>
      </w:r>
      <w:r w:rsidR="00903D33" w:rsidRPr="00A474A9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/</w:t>
      </w:r>
      <w:r w:rsidR="001D70E1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20</w:t>
      </w:r>
    </w:p>
    <w:p w:rsidR="00903D33" w:rsidRPr="00C223C0" w:rsidRDefault="00223AE2" w:rsidP="001929BF">
      <w:pPr>
        <w:pStyle w:val="NoSpacing"/>
        <w:spacing w:line="276" w:lineRule="auto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Sarajevo</w:t>
      </w:r>
      <w:r w:rsidR="00903D33" w:rsidRPr="001821F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D37216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  <w:r w:rsidR="001E1045">
        <w:rPr>
          <w:rFonts w:ascii="Times New Roman" w:hAnsi="Times New Roman"/>
          <w:noProof/>
          <w:sz w:val="24"/>
          <w:szCs w:val="24"/>
          <w:lang w:val="sr-Latn-BA"/>
        </w:rPr>
        <w:t>1</w:t>
      </w:r>
      <w:r w:rsidR="00D44CCF">
        <w:rPr>
          <w:rFonts w:ascii="Times New Roman" w:hAnsi="Times New Roman"/>
          <w:noProof/>
          <w:sz w:val="24"/>
          <w:szCs w:val="24"/>
          <w:lang w:val="sr-Latn-BA"/>
        </w:rPr>
        <w:t>2</w:t>
      </w:r>
      <w:r w:rsidR="00840D6E">
        <w:rPr>
          <w:rFonts w:ascii="Times New Roman" w:hAnsi="Times New Roman"/>
          <w:noProof/>
          <w:sz w:val="24"/>
          <w:szCs w:val="24"/>
          <w:lang w:val="sr-Latn-BA"/>
        </w:rPr>
        <w:t>.</w:t>
      </w:r>
      <w:r>
        <w:rPr>
          <w:rFonts w:ascii="Times New Roman" w:hAnsi="Times New Roman"/>
          <w:noProof/>
          <w:sz w:val="24"/>
          <w:szCs w:val="24"/>
          <w:lang w:val="sr-Latn-BA"/>
        </w:rPr>
        <w:t xml:space="preserve"> </w:t>
      </w:r>
      <w:r w:rsidR="00D44CCF">
        <w:rPr>
          <w:rFonts w:ascii="Times New Roman" w:hAnsi="Times New Roman"/>
          <w:noProof/>
          <w:sz w:val="24"/>
          <w:szCs w:val="24"/>
          <w:lang w:val="sr-Latn-BA"/>
        </w:rPr>
        <w:t>10</w:t>
      </w:r>
      <w:r w:rsidR="00840D6E">
        <w:rPr>
          <w:rFonts w:ascii="Times New Roman" w:hAnsi="Times New Roman"/>
          <w:noProof/>
          <w:sz w:val="24"/>
          <w:szCs w:val="24"/>
          <w:lang w:val="sr-Latn-BA"/>
        </w:rPr>
        <w:t>.</w:t>
      </w:r>
      <w:r>
        <w:rPr>
          <w:rFonts w:ascii="Times New Roman" w:hAnsi="Times New Roman"/>
          <w:noProof/>
          <w:sz w:val="24"/>
          <w:szCs w:val="24"/>
          <w:lang w:val="sr-Latn-BA"/>
        </w:rPr>
        <w:t xml:space="preserve"> </w:t>
      </w:r>
      <w:r w:rsidR="00597CE5">
        <w:rPr>
          <w:rFonts w:ascii="Times New Roman" w:hAnsi="Times New Roman"/>
          <w:noProof/>
          <w:sz w:val="24"/>
          <w:szCs w:val="24"/>
          <w:lang w:val="sr-Cyrl-BA"/>
        </w:rPr>
        <w:t>2020.</w:t>
      </w:r>
      <w:r w:rsidR="00D37216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</w:p>
    <w:p w:rsidR="00903D33" w:rsidRPr="001929BF" w:rsidRDefault="00903D33" w:rsidP="001929BF">
      <w:pPr>
        <w:pStyle w:val="NoSpacing"/>
        <w:spacing w:line="276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1821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                                              </w:t>
      </w:r>
    </w:p>
    <w:p w:rsidR="00876FC5" w:rsidRDefault="00876FC5" w:rsidP="00CC70BB">
      <w:pPr>
        <w:pStyle w:val="NoSpacing"/>
        <w:spacing w:line="276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063F3B" w:rsidRDefault="00063F3B" w:rsidP="00BF444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063F3B" w:rsidRDefault="00063F3B" w:rsidP="00BF444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BF444F" w:rsidRPr="00C105EF" w:rsidRDefault="00BF444F" w:rsidP="00BF444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</w:t>
      </w:r>
    </w:p>
    <w:p w:rsidR="00BF444F" w:rsidRDefault="00BF444F" w:rsidP="00BF444F">
      <w:pPr>
        <w:pStyle w:val="Heading1"/>
        <w:tabs>
          <w:tab w:val="clear" w:pos="2268"/>
          <w:tab w:val="center" w:pos="0"/>
        </w:tabs>
        <w:jc w:val="left"/>
        <w:rPr>
          <w:noProof/>
          <w:lang w:val="sr-Latn-CS"/>
        </w:rPr>
      </w:pP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 xml:space="preserve">                            </w:t>
      </w:r>
      <w:r w:rsidRPr="00880BB9">
        <w:rPr>
          <w:noProof/>
          <w:lang w:val="sr-Latn-CS"/>
        </w:rPr>
        <w:t xml:space="preserve">           </w:t>
      </w:r>
      <w:r w:rsidR="00D44CCF">
        <w:rPr>
          <w:noProof/>
          <w:lang w:val="sr-Latn-CS"/>
        </w:rPr>
        <w:t>7</w:t>
      </w:r>
      <w:r w:rsidRPr="00880BB9">
        <w:rPr>
          <w:noProof/>
          <w:lang w:val="sr-Latn-CS"/>
        </w:rPr>
        <w:t xml:space="preserve">. </w:t>
      </w:r>
      <w:r>
        <w:rPr>
          <w:noProof/>
          <w:lang w:val="sr-Latn-CS"/>
        </w:rPr>
        <w:t>sjednice</w:t>
      </w: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>vanjsku</w:t>
      </w: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trgovinu</w:t>
      </w: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>carine</w:t>
      </w:r>
      <w:r w:rsidRPr="00880BB9">
        <w:rPr>
          <w:noProof/>
          <w:lang w:val="sr-Latn-CS"/>
        </w:rPr>
        <w:t xml:space="preserve"> </w:t>
      </w:r>
    </w:p>
    <w:p w:rsidR="00BF444F" w:rsidRDefault="00BF444F" w:rsidP="00BF444F">
      <w:pPr>
        <w:pStyle w:val="Heading1"/>
        <w:tabs>
          <w:tab w:val="clear" w:pos="2268"/>
          <w:tab w:val="center" w:pos="0"/>
        </w:tabs>
        <w:jc w:val="left"/>
        <w:rPr>
          <w:noProof/>
          <w:lang w:val="sr-Latn-CS"/>
        </w:rPr>
      </w:pPr>
      <w:r>
        <w:rPr>
          <w:noProof/>
          <w:lang w:val="sr-Latn-CS"/>
        </w:rPr>
        <w:t xml:space="preserve">                                   Predstavničkog</w:t>
      </w:r>
      <w:r w:rsidRPr="00880BB9">
        <w:rPr>
          <w:noProof/>
          <w:lang w:val="sr-Latn-CS"/>
        </w:rPr>
        <w:t xml:space="preserve"> </w:t>
      </w:r>
      <w:r w:rsidR="002D324B">
        <w:rPr>
          <w:noProof/>
          <w:lang w:val="sr-Latn-CS"/>
        </w:rPr>
        <w:t xml:space="preserve">doma </w:t>
      </w:r>
      <w:r>
        <w:rPr>
          <w:noProof/>
          <w:lang w:val="sr-Latn-CS"/>
        </w:rPr>
        <w:t>Parlamentarne</w:t>
      </w:r>
      <w:r w:rsidRPr="00880BB9">
        <w:rPr>
          <w:noProof/>
          <w:lang w:val="sr-Latn-CS"/>
        </w:rPr>
        <w:t xml:space="preserve">  </w:t>
      </w:r>
      <w:r>
        <w:rPr>
          <w:noProof/>
          <w:lang w:val="sr-Latn-CS"/>
        </w:rPr>
        <w:t>skupštine</w:t>
      </w:r>
      <w:r w:rsidRPr="00880BB9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Pr="00880BB9">
        <w:rPr>
          <w:noProof/>
          <w:lang w:val="sr-Latn-CS"/>
        </w:rPr>
        <w:t xml:space="preserve">, </w:t>
      </w:r>
    </w:p>
    <w:p w:rsidR="00BF444F" w:rsidRPr="00880BB9" w:rsidRDefault="00BF444F" w:rsidP="00BF444F">
      <w:pPr>
        <w:pStyle w:val="Heading1"/>
        <w:tabs>
          <w:tab w:val="clear" w:pos="2268"/>
          <w:tab w:val="center" w:pos="0"/>
        </w:tabs>
        <w:jc w:val="left"/>
        <w:rPr>
          <w:noProof/>
          <w:lang w:val="sr-Latn-CS"/>
        </w:rPr>
      </w:pPr>
      <w:r>
        <w:rPr>
          <w:noProof/>
          <w:lang w:val="sr-Latn-CS"/>
        </w:rPr>
        <w:t xml:space="preserve">                                                               </w:t>
      </w:r>
      <w:r w:rsidR="00C76D09">
        <w:rPr>
          <w:noProof/>
          <w:lang w:val="sr-Latn-CS"/>
        </w:rPr>
        <w:t>održane</w:t>
      </w:r>
      <w:r w:rsidRPr="00880BB9">
        <w:rPr>
          <w:noProof/>
          <w:lang w:val="sr-Latn-CS"/>
        </w:rPr>
        <w:t xml:space="preserve"> </w:t>
      </w:r>
      <w:r w:rsidR="001E1045">
        <w:rPr>
          <w:noProof/>
          <w:lang w:val="sr-Latn-CS"/>
        </w:rPr>
        <w:t>1</w:t>
      </w:r>
      <w:r w:rsidR="00D44CCF">
        <w:rPr>
          <w:noProof/>
          <w:lang w:val="sr-Latn-CS"/>
        </w:rPr>
        <w:t>2</w:t>
      </w:r>
      <w:r w:rsidRPr="00880BB9">
        <w:rPr>
          <w:noProof/>
          <w:lang w:val="sr-Latn-CS"/>
        </w:rPr>
        <w:t xml:space="preserve">. </w:t>
      </w:r>
      <w:r w:rsidR="00D44CCF">
        <w:rPr>
          <w:noProof/>
          <w:lang w:val="sr-Latn-CS"/>
        </w:rPr>
        <w:t>10</w:t>
      </w:r>
      <w:r w:rsidRPr="00880BB9">
        <w:rPr>
          <w:noProof/>
          <w:lang w:val="sr-Latn-CS"/>
        </w:rPr>
        <w:t>. 20</w:t>
      </w:r>
      <w:r>
        <w:rPr>
          <w:noProof/>
          <w:lang w:val="sr-Latn-CS"/>
        </w:rPr>
        <w:t>20</w:t>
      </w:r>
      <w:r w:rsidRPr="00880BB9">
        <w:rPr>
          <w:noProof/>
          <w:lang w:val="sr-Latn-CS"/>
        </w:rPr>
        <w:t xml:space="preserve">. </w:t>
      </w:r>
    </w:p>
    <w:p w:rsidR="00BF444F" w:rsidRPr="00880BB9" w:rsidRDefault="00BF444F" w:rsidP="00BF444F">
      <w:pPr>
        <w:rPr>
          <w:noProof/>
          <w:lang w:val="sr-Latn-CS"/>
        </w:rPr>
      </w:pPr>
    </w:p>
    <w:p w:rsidR="000D5AC8" w:rsidRPr="00880BB9" w:rsidRDefault="00EB533E" w:rsidP="000D5AC8">
      <w:pPr>
        <w:tabs>
          <w:tab w:val="left" w:pos="-9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>jednicu Komisije za vanjsku trgovinu i carine Predstavničkog doma Parlamentarne skupštine BiH (u dalj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em tekstu: Komisija) sazvao je Dragan Bogdanić, predsjedavajući </w:t>
      </w:r>
      <w:r w:rsidR="000D5AC8"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="000D5AC8" w:rsidRPr="00880BB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1045" w:rsidRPr="00880BB9" w:rsidRDefault="001E1045" w:rsidP="001E1045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Sjednica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počela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5503F8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566995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>10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sati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A7609" w:rsidRDefault="00EB533E" w:rsidP="001E1045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Sjednici su </w:t>
      </w:r>
      <w:r w:rsidR="00063F3B" w:rsidRPr="00063F3B">
        <w:rPr>
          <w:rFonts w:ascii="Times New Roman" w:hAnsi="Times New Roman"/>
          <w:noProof/>
          <w:sz w:val="24"/>
          <w:szCs w:val="24"/>
          <w:lang w:val="sr-Latn-CS"/>
        </w:rPr>
        <w:t>prisu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063F3B" w:rsidRPr="00063F3B">
        <w:rPr>
          <w:rFonts w:ascii="Times New Roman" w:hAnsi="Times New Roman"/>
          <w:noProof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z w:val="24"/>
          <w:szCs w:val="24"/>
          <w:lang w:val="sr-Latn-CS"/>
        </w:rPr>
        <w:t>vovali</w:t>
      </w:r>
      <w:r w:rsidR="00063F3B" w:rsidRPr="00063F3B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063F3B">
        <w:rPr>
          <w:rFonts w:ascii="Times New Roman" w:hAnsi="Times New Roman"/>
          <w:noProof/>
          <w:sz w:val="24"/>
          <w:szCs w:val="24"/>
          <w:lang w:val="sr-Latn-CS"/>
        </w:rPr>
        <w:t>Dragan Bogdanić, Mijo Matanović,</w:t>
      </w:r>
      <w:r w:rsidR="00063F3B" w:rsidRPr="00063F3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 xml:space="preserve">Edin Mušić, </w:t>
      </w:r>
      <w:r w:rsidR="00063F3B">
        <w:rPr>
          <w:rFonts w:ascii="Times New Roman" w:hAnsi="Times New Roman"/>
          <w:noProof/>
          <w:sz w:val="24"/>
          <w:szCs w:val="24"/>
          <w:lang w:val="sr-Latn-CS"/>
        </w:rPr>
        <w:t>Šemsudin Mehmedović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 xml:space="preserve"> i Enver Bijedić. </w:t>
      </w:r>
    </w:p>
    <w:p w:rsidR="00D44CCF" w:rsidRDefault="00D45179" w:rsidP="00D44CCF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Sjednici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E1045">
        <w:rPr>
          <w:rFonts w:ascii="Times New Roman" w:hAnsi="Times New Roman"/>
          <w:noProof/>
          <w:sz w:val="24"/>
          <w:szCs w:val="24"/>
          <w:lang w:val="sr-Latn-CS"/>
        </w:rPr>
        <w:t xml:space="preserve">Komisije opravdano </w:t>
      </w:r>
      <w:r w:rsidR="008E0F0B">
        <w:rPr>
          <w:rFonts w:ascii="Times New Roman" w:hAnsi="Times New Roman"/>
          <w:noProof/>
          <w:sz w:val="24"/>
          <w:szCs w:val="24"/>
          <w:lang w:val="sr-Latn-CS"/>
        </w:rPr>
        <w:t>nisu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prisustvova</w:t>
      </w:r>
      <w:r w:rsidR="008E0F0B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1E104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Mirko Šarović</w:t>
      </w:r>
      <w:r w:rsidR="001E1045">
        <w:rPr>
          <w:rFonts w:ascii="Times New Roman" w:hAnsi="Times New Roman"/>
          <w:noProof/>
          <w:sz w:val="24"/>
          <w:szCs w:val="24"/>
          <w:lang w:val="sr-Latn-CS"/>
        </w:rPr>
        <w:t>, Nenad Stevandić,</w:t>
      </w:r>
      <w:r w:rsidR="00D44CCF" w:rsidRPr="00D44CC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 xml:space="preserve">Zukan Helez i Damir Arnaut. </w:t>
      </w:r>
    </w:p>
    <w:p w:rsidR="00FE1746" w:rsidRDefault="00FE1746" w:rsidP="00D44CCF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Sjednici 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 xml:space="preserve">je u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svojstvu izvjesti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 xml:space="preserve">oca </w:t>
      </w:r>
      <w:r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="005503F8">
        <w:rPr>
          <w:rFonts w:ascii="Times New Roman" w:hAnsi="Times New Roman"/>
          <w:noProof/>
          <w:sz w:val="24"/>
          <w:szCs w:val="24"/>
          <w:lang w:val="sr-Latn-CS"/>
        </w:rPr>
        <w:t>isustvova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>o Dušan Nešković, p</w:t>
      </w:r>
      <w:r w:rsidR="00566995">
        <w:rPr>
          <w:rFonts w:ascii="Times New Roman" w:hAnsi="Times New Roman"/>
          <w:noProof/>
          <w:sz w:val="24"/>
          <w:szCs w:val="24"/>
          <w:lang w:val="sr-Latn-CS"/>
        </w:rPr>
        <w:t xml:space="preserve">omoćnik ministra 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>vanjske trgovine i ekonomskih odnosa B</w:t>
      </w:r>
      <w:r w:rsidR="007925F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 xml:space="preserve">H. </w:t>
      </w:r>
    </w:p>
    <w:p w:rsidR="00FE1746" w:rsidRDefault="00FE1746" w:rsidP="00D45179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65FE7" w:rsidRDefault="00A149DB" w:rsidP="00D45179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Sjednici su</w:t>
      </w:r>
      <w:r w:rsidR="005503F8">
        <w:rPr>
          <w:rFonts w:ascii="Times New Roman" w:hAnsi="Times New Roman"/>
          <w:noProof/>
          <w:sz w:val="24"/>
          <w:szCs w:val="24"/>
          <w:lang w:val="sr-Latn-CS"/>
        </w:rPr>
        <w:t>,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takođe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5503F8">
        <w:rPr>
          <w:rFonts w:ascii="Times New Roman" w:hAnsi="Times New Roman"/>
          <w:noProof/>
          <w:sz w:val="24"/>
          <w:szCs w:val="24"/>
          <w:lang w:val="sr-Latn-CS"/>
        </w:rPr>
        <w:t>,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 prisustvovali: Mirjana Crnjak, sekretarka</w:t>
      </w:r>
      <w:r w:rsidR="000A7609">
        <w:rPr>
          <w:rFonts w:ascii="Times New Roman" w:hAnsi="Times New Roman"/>
          <w:noProof/>
          <w:sz w:val="24"/>
          <w:szCs w:val="24"/>
          <w:lang w:val="sr-Latn-CS"/>
        </w:rPr>
        <w:t xml:space="preserve"> Komisije za </w:t>
      </w:r>
      <w:r w:rsidR="00721B54">
        <w:rPr>
          <w:rFonts w:ascii="Times New Roman" w:hAnsi="Times New Roman"/>
          <w:noProof/>
          <w:sz w:val="24"/>
          <w:szCs w:val="24"/>
          <w:lang w:val="sr-Latn-CS"/>
        </w:rPr>
        <w:t xml:space="preserve">vanjsku </w:t>
      </w:r>
      <w:r w:rsidR="000A7609">
        <w:rPr>
          <w:rFonts w:ascii="Times New Roman" w:hAnsi="Times New Roman"/>
          <w:noProof/>
          <w:sz w:val="24"/>
          <w:szCs w:val="24"/>
          <w:lang w:val="sr-Latn-CS"/>
        </w:rPr>
        <w:t>trgovinu i carine</w:t>
      </w:r>
      <w:r w:rsidR="005669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E1746">
        <w:rPr>
          <w:rFonts w:ascii="Times New Roman" w:hAnsi="Times New Roman"/>
          <w:noProof/>
          <w:sz w:val="24"/>
          <w:szCs w:val="24"/>
          <w:lang w:val="sr-Latn-CS"/>
        </w:rPr>
        <w:t>i Nenad Pandurević, sekretar Komisije za vanjsk</w:t>
      </w:r>
      <w:r w:rsidR="001730DE">
        <w:rPr>
          <w:rFonts w:ascii="Times New Roman" w:hAnsi="Times New Roman"/>
          <w:noProof/>
          <w:sz w:val="24"/>
          <w:szCs w:val="24"/>
          <w:lang w:val="sr-Latn-CS"/>
        </w:rPr>
        <w:t xml:space="preserve">u i </w:t>
      </w:r>
      <w:r w:rsidR="00FE1746">
        <w:rPr>
          <w:rFonts w:ascii="Times New Roman" w:hAnsi="Times New Roman"/>
          <w:noProof/>
          <w:sz w:val="24"/>
          <w:szCs w:val="24"/>
          <w:lang w:val="sr-Latn-CS"/>
        </w:rPr>
        <w:t>trgovinsku politiku, carine</w:t>
      </w:r>
      <w:r w:rsidR="001730DE">
        <w:rPr>
          <w:rFonts w:ascii="Times New Roman" w:hAnsi="Times New Roman"/>
          <w:noProof/>
          <w:sz w:val="24"/>
          <w:szCs w:val="24"/>
          <w:lang w:val="sr-Latn-CS"/>
        </w:rPr>
        <w:t xml:space="preserve">, saobraćaj </w:t>
      </w:r>
      <w:r w:rsidR="002D324B">
        <w:rPr>
          <w:rFonts w:ascii="Times New Roman" w:hAnsi="Times New Roman"/>
          <w:noProof/>
          <w:sz w:val="24"/>
          <w:szCs w:val="24"/>
          <w:lang w:val="sr-Latn-CS"/>
        </w:rPr>
        <w:t>i komunikacije Doma n</w:t>
      </w:r>
      <w:r w:rsidR="00FE1746">
        <w:rPr>
          <w:rFonts w:ascii="Times New Roman" w:hAnsi="Times New Roman"/>
          <w:noProof/>
          <w:sz w:val="24"/>
          <w:szCs w:val="24"/>
          <w:lang w:val="sr-Latn-CS"/>
        </w:rPr>
        <w:t>aroda Parlamentarne skupštine BiH.</w:t>
      </w:r>
      <w:r w:rsidR="00D451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765FE7" w:rsidRPr="00D45179" w:rsidRDefault="00765FE7" w:rsidP="00D45179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B38CE" w:rsidRPr="00B4255B" w:rsidRDefault="00A430AA" w:rsidP="00BB38CE">
      <w:pPr>
        <w:tabs>
          <w:tab w:val="left" w:pos="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="00B571F2" w:rsidRPr="00B4255B">
        <w:rPr>
          <w:rFonts w:ascii="Times New Roman" w:hAnsi="Times New Roman"/>
          <w:noProof/>
          <w:sz w:val="24"/>
          <w:szCs w:val="24"/>
          <w:lang w:val="sr-Latn-CS"/>
        </w:rPr>
        <w:t>redsjeda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>vajuć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 xml:space="preserve"> Komisije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Dragan Bogdanić </w:t>
      </w:r>
      <w:r w:rsidR="00B571F2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otvorio je 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>7</w:t>
      </w:r>
      <w:r w:rsidR="00EB533E">
        <w:rPr>
          <w:rFonts w:ascii="Times New Roman" w:hAnsi="Times New Roman"/>
          <w:noProof/>
          <w:sz w:val="24"/>
          <w:szCs w:val="24"/>
          <w:lang w:val="sr-Latn-CS"/>
        </w:rPr>
        <w:t>. sjednicu Komisije</w:t>
      </w:r>
      <w:r w:rsidR="00B571F2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 i konstat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>ira</w:t>
      </w:r>
      <w:r w:rsidR="00B571F2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BB38CE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da </w:t>
      </w:r>
      <w:r w:rsidR="00B571F2" w:rsidRPr="00B4255B">
        <w:rPr>
          <w:rFonts w:ascii="Times New Roman" w:hAnsi="Times New Roman"/>
          <w:noProof/>
          <w:sz w:val="24"/>
          <w:szCs w:val="24"/>
          <w:lang w:val="sr-Latn-CS"/>
        </w:rPr>
        <w:t>postoji k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>vorum</w:t>
      </w:r>
      <w:r w:rsidR="00B571F2" w:rsidRPr="00B4255B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BB38CE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 xml:space="preserve">jer </w:t>
      </w:r>
      <w:r w:rsidR="00EB533E">
        <w:rPr>
          <w:rFonts w:ascii="Times New Roman" w:hAnsi="Times New Roman"/>
          <w:noProof/>
          <w:sz w:val="24"/>
          <w:szCs w:val="24"/>
          <w:lang w:val="sr-Latn-CS"/>
        </w:rPr>
        <w:t xml:space="preserve">sjednici prisustvuje </w:t>
      </w:r>
      <w:r w:rsidR="00FE1746">
        <w:rPr>
          <w:rFonts w:ascii="Times New Roman" w:hAnsi="Times New Roman"/>
          <w:noProof/>
          <w:sz w:val="24"/>
          <w:szCs w:val="24"/>
          <w:lang w:val="sr-Latn-CS"/>
        </w:rPr>
        <w:t xml:space="preserve">pet 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B38CE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 ukupno 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>devet članova</w:t>
      </w:r>
      <w:r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F444F" w:rsidRPr="00880BB9" w:rsidRDefault="00D42D2F" w:rsidP="00BF444F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Za sjednicu je predložen sljedeći </w:t>
      </w:r>
      <w:r w:rsidR="00BF444F"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BF444F" w:rsidRDefault="00BF444F" w:rsidP="00BB38CE">
      <w:pPr>
        <w:tabs>
          <w:tab w:val="left" w:pos="709"/>
        </w:tabs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FE67C3">
        <w:rPr>
          <w:rFonts w:ascii="Times New Roman" w:hAnsi="Times New Roman"/>
          <w:b/>
          <w:noProof/>
          <w:sz w:val="24"/>
          <w:szCs w:val="24"/>
          <w:lang w:val="sr-Latn-CS"/>
        </w:rPr>
        <w:t>D N E V N I   R E D</w:t>
      </w:r>
    </w:p>
    <w:p w:rsidR="00F0357E" w:rsidRDefault="00F0357E" w:rsidP="00F0357E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Pr="001821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Zapisnika</w:t>
      </w:r>
      <w:r w:rsidRPr="001821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>6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sjednice</w:t>
      </w:r>
      <w:r w:rsidRPr="007D49E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1821F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F0357E" w:rsidRPr="000A3DC4" w:rsidRDefault="000A3DC4" w:rsidP="000A3DC4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A3DC4">
        <w:rPr>
          <w:rFonts w:ascii="Times New Roman" w:hAnsi="Times New Roman"/>
          <w:noProof/>
          <w:spacing w:val="-8"/>
          <w:sz w:val="24"/>
          <w:szCs w:val="24"/>
          <w:lang w:val="sr-Latn-CS"/>
        </w:rPr>
        <w:t>Razmatranje Prijedloga  izvještaja o realizaciji Strateškog plana ruralnog razvoja BiH (2018-2021)-Okvirni dokument u 2018, podnosilac: Ministarstvo vanjske trgovine i ekonomskih odnosa BiH, broj: 01,02-50-18-1795/20 od 9.</w:t>
      </w:r>
      <w:r w:rsidR="0056699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 w:rsidRPr="000A3DC4">
        <w:rPr>
          <w:rFonts w:ascii="Times New Roman" w:hAnsi="Times New Roman"/>
          <w:noProof/>
          <w:spacing w:val="-8"/>
          <w:sz w:val="24"/>
          <w:szCs w:val="24"/>
          <w:lang w:val="sr-Latn-CS"/>
        </w:rPr>
        <w:t>9.</w:t>
      </w:r>
      <w:r w:rsidR="00566995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 w:rsidRPr="000A3DC4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2020; </w:t>
      </w:r>
    </w:p>
    <w:p w:rsidR="00F0357E" w:rsidRDefault="00F0357E" w:rsidP="00F0357E">
      <w:pPr>
        <w:pStyle w:val="ListParagraph"/>
        <w:numPr>
          <w:ilvl w:val="0"/>
          <w:numId w:val="1"/>
        </w:numPr>
      </w:pPr>
      <w:r>
        <w:rPr>
          <w:rFonts w:ascii="Times New Roman" w:hAnsi="Times New Roman"/>
          <w:noProof/>
          <w:sz w:val="24"/>
          <w:szCs w:val="24"/>
          <w:lang w:val="sr-Latn-CS"/>
        </w:rPr>
        <w:t>Tekuća</w:t>
      </w:r>
      <w:r w:rsidRPr="00903D3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903D3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0357E" w:rsidRPr="00BB38CE" w:rsidRDefault="00F0357E" w:rsidP="00F0357E">
      <w:pPr>
        <w:tabs>
          <w:tab w:val="left" w:pos="709"/>
        </w:tabs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76D09" w:rsidRPr="00566748" w:rsidRDefault="00C76D09" w:rsidP="00D45179">
      <w:pPr>
        <w:pStyle w:val="NoSpacing"/>
        <w:spacing w:line="276" w:lineRule="auto"/>
        <w:ind w:left="360"/>
        <w:jc w:val="both"/>
        <w:rPr>
          <w:color w:val="000000" w:themeColor="text1"/>
        </w:rPr>
      </w:pPr>
    </w:p>
    <w:p w:rsidR="00BF444F" w:rsidRDefault="00F66825" w:rsidP="00BF444F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Ad. </w:t>
      </w:r>
      <w:r w:rsidR="00B171A3">
        <w:rPr>
          <w:rFonts w:ascii="Times New Roman" w:hAnsi="Times New Roman"/>
          <w:b/>
          <w:noProof/>
          <w:sz w:val="24"/>
          <w:szCs w:val="24"/>
          <w:lang w:val="sr-Latn-CS"/>
        </w:rPr>
        <w:t>1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  <w:r w:rsidR="00BF444F">
        <w:rPr>
          <w:rFonts w:ascii="Times New Roman" w:hAnsi="Times New Roman"/>
          <w:b/>
          <w:noProof/>
          <w:sz w:val="24"/>
          <w:szCs w:val="24"/>
          <w:lang w:val="sr-Latn-CS"/>
        </w:rPr>
        <w:t>Usvajanje</w:t>
      </w:r>
      <w:r w:rsidR="00BF444F"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BF444F">
        <w:rPr>
          <w:rFonts w:ascii="Times New Roman" w:hAnsi="Times New Roman"/>
          <w:b/>
          <w:noProof/>
          <w:sz w:val="24"/>
          <w:szCs w:val="24"/>
          <w:lang w:val="sr-Latn-CS"/>
        </w:rPr>
        <w:t>Zapisnika</w:t>
      </w:r>
      <w:r w:rsidR="00BF444F"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0A3DC4">
        <w:rPr>
          <w:rFonts w:ascii="Times New Roman" w:hAnsi="Times New Roman"/>
          <w:b/>
          <w:noProof/>
          <w:sz w:val="24"/>
          <w:szCs w:val="24"/>
          <w:lang w:val="sr-Latn-CS"/>
        </w:rPr>
        <w:t>6</w:t>
      </w:r>
      <w:r w:rsidR="00B171A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  <w:r w:rsidR="0008015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sjednice </w:t>
      </w:r>
      <w:r w:rsidR="00BF444F">
        <w:rPr>
          <w:rFonts w:ascii="Times New Roman" w:hAnsi="Times New Roman"/>
          <w:b/>
          <w:noProof/>
          <w:sz w:val="24"/>
          <w:szCs w:val="24"/>
          <w:lang w:val="sr-Latn-CS"/>
        </w:rPr>
        <w:t>Komisije</w:t>
      </w:r>
    </w:p>
    <w:p w:rsidR="00080156" w:rsidRDefault="00080156" w:rsidP="00080156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B171A3" w:rsidRDefault="00EB533E" w:rsidP="00B171A3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 Z</w:t>
      </w:r>
      <w:r w:rsidR="00B171A3">
        <w:rPr>
          <w:rFonts w:ascii="Times New Roman" w:hAnsi="Times New Roman"/>
          <w:noProof/>
          <w:sz w:val="24"/>
          <w:szCs w:val="24"/>
          <w:lang w:val="sr-Latn-CS"/>
        </w:rPr>
        <w:t xml:space="preserve">apisnik </w:t>
      </w:r>
      <w:r w:rsidR="000A3DC4">
        <w:rPr>
          <w:rFonts w:ascii="Times New Roman" w:hAnsi="Times New Roman"/>
          <w:noProof/>
          <w:sz w:val="24"/>
          <w:szCs w:val="24"/>
          <w:lang w:val="sr-Latn-CS"/>
        </w:rPr>
        <w:t>6</w:t>
      </w:r>
      <w:r w:rsidR="00B171A3">
        <w:rPr>
          <w:rFonts w:ascii="Times New Roman" w:hAnsi="Times New Roman"/>
          <w:noProof/>
          <w:sz w:val="24"/>
          <w:szCs w:val="24"/>
          <w:lang w:val="sr-Latn-CS"/>
        </w:rPr>
        <w:t>. sjedni</w:t>
      </w:r>
      <w:r w:rsidR="00DB24EF">
        <w:rPr>
          <w:rFonts w:ascii="Times New Roman" w:hAnsi="Times New Roman"/>
          <w:noProof/>
          <w:sz w:val="24"/>
          <w:szCs w:val="24"/>
          <w:lang w:val="sr-Latn-CS"/>
        </w:rPr>
        <w:t>ce Komisij</w:t>
      </w:r>
      <w:r>
        <w:rPr>
          <w:rFonts w:ascii="Times New Roman" w:hAnsi="Times New Roman"/>
          <w:noProof/>
          <w:sz w:val="24"/>
          <w:szCs w:val="24"/>
          <w:lang w:val="sr-Latn-CS"/>
        </w:rPr>
        <w:t>e nije bilo primjedbi te</w:t>
      </w:r>
      <w:r w:rsidR="00DB24EF">
        <w:rPr>
          <w:rFonts w:ascii="Times New Roman" w:hAnsi="Times New Roman"/>
          <w:noProof/>
          <w:sz w:val="24"/>
          <w:szCs w:val="24"/>
          <w:lang w:val="sr-Latn-CS"/>
        </w:rPr>
        <w:t xml:space="preserve"> je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jednoglasno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usvojen.</w:t>
      </w:r>
      <w:r w:rsidR="00C76D0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BF444F" w:rsidRPr="00080156" w:rsidRDefault="00BF444F" w:rsidP="00BF444F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A3DC4" w:rsidRDefault="00BF444F" w:rsidP="000A3DC4">
      <w:pPr>
        <w:pStyle w:val="NoSpacing"/>
        <w:jc w:val="both"/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</w:pPr>
      <w:r w:rsidRPr="00CF6B8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A</w:t>
      </w:r>
      <w:r w:rsidR="008F13F7" w:rsidRPr="00CF6B8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d</w:t>
      </w:r>
      <w:r w:rsidRPr="00CF6B8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. </w:t>
      </w:r>
      <w:r w:rsidR="00B171A3" w:rsidRPr="00CF6B8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2</w:t>
      </w:r>
      <w:r w:rsidRPr="00CF6B83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. </w:t>
      </w:r>
      <w:r w:rsidR="000A3DC4" w:rsidRPr="000A3DC4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Razmatranje Prijedloga  izvještaja o realizaciji Strateškog plana ruralnog razvoja BiH (2018-2021)-Okvirni dokument u 2018, podnosilac: Ministarstvo vanjske trgovine i ekonomskih odnosa BiH, broj: </w:t>
      </w:r>
      <w:r w:rsidR="000A3DC4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01,02-50-18-1795/20 od 9.</w:t>
      </w:r>
      <w:r w:rsidR="00566995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 w:rsidR="000A3DC4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9.</w:t>
      </w:r>
      <w:r w:rsidR="00566995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  <w:r w:rsidR="000A3DC4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2020.</w:t>
      </w:r>
      <w:r w:rsidR="000A3DC4" w:rsidRPr="000A3DC4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</w:t>
      </w:r>
    </w:p>
    <w:p w:rsidR="007760FA" w:rsidRDefault="007760FA" w:rsidP="000A3DC4">
      <w:pPr>
        <w:pStyle w:val="NoSpacing"/>
        <w:jc w:val="both"/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</w:pPr>
    </w:p>
    <w:p w:rsidR="00D222F3" w:rsidRDefault="007760FA" w:rsidP="008A38BF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Predsjedavajući Komisije Dragan Bogdanić na početku ove tačke podsjetio je članove Komisije da je </w:t>
      </w:r>
      <w:r w:rsidR="00D222F3">
        <w:rPr>
          <w:rFonts w:ascii="Times New Roman" w:hAnsi="Times New Roman"/>
          <w:noProof/>
          <w:spacing w:val="-8"/>
          <w:sz w:val="24"/>
          <w:szCs w:val="24"/>
          <w:lang w:val="sr-Latn-CS"/>
        </w:rPr>
        <w:t>Vijeće</w:t>
      </w:r>
      <w:r w:rsidR="00D222F3">
        <w:rPr>
          <w:rFonts w:ascii="Times New Roman" w:hAnsi="Times New Roman"/>
          <w:b/>
          <w:noProof/>
          <w:spacing w:val="-8"/>
          <w:sz w:val="24"/>
          <w:szCs w:val="24"/>
          <w:lang w:val="sr-Cyrl-BA"/>
        </w:rPr>
        <w:t xml:space="preserve"> 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>ministara B</w:t>
      </w:r>
      <w:r w:rsidR="00C4298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>H na 13. sjednici</w:t>
      </w:r>
      <w:r w:rsidR="00C42986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 xml:space="preserve"> održanoj 23. 7. 2020,</w:t>
      </w:r>
      <w:r w:rsidR="00D222F3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 xml:space="preserve"> 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="00175608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D222F3">
        <w:rPr>
          <w:rFonts w:ascii="Times New Roman" w:hAnsi="Times New Roman"/>
          <w:noProof/>
          <w:spacing w:val="-8"/>
          <w:sz w:val="24"/>
          <w:szCs w:val="24"/>
          <w:lang w:val="sr-Latn-CS"/>
        </w:rPr>
        <w:t>Prijedlog  izvještaja o realizaciji Strateškog plana ruralnog razvoja Bosne i Hercegovine (2018-2021) - Okvirni dokument u 2018.</w:t>
      </w:r>
      <w:r w:rsidR="00C42986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godini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>, te zaduž</w:t>
      </w:r>
      <w:r w:rsidR="00D222F3">
        <w:rPr>
          <w:rFonts w:ascii="Times New Roman" w:hAnsi="Times New Roman"/>
          <w:noProof/>
          <w:sz w:val="24"/>
          <w:szCs w:val="24"/>
          <w:lang w:val="sr-Cyrl-BA"/>
        </w:rPr>
        <w:t>i</w:t>
      </w:r>
      <w:r w:rsidR="00175608">
        <w:rPr>
          <w:rFonts w:ascii="Times New Roman" w:hAnsi="Times New Roman"/>
          <w:noProof/>
          <w:sz w:val="24"/>
          <w:szCs w:val="24"/>
          <w:lang w:val="bs-Latn-BA"/>
        </w:rPr>
        <w:t>l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>o Ministarstvo vanjske trgovine i ekono</w:t>
      </w:r>
      <w:r w:rsidR="00C42986">
        <w:rPr>
          <w:rFonts w:ascii="Times New Roman" w:hAnsi="Times New Roman"/>
          <w:noProof/>
          <w:sz w:val="24"/>
          <w:szCs w:val="24"/>
          <w:lang w:val="sr-Latn-CS"/>
        </w:rPr>
        <w:t>mskih odnosa BiH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 xml:space="preserve"> da </w:t>
      </w:r>
      <w:r w:rsidR="00C42986">
        <w:rPr>
          <w:rFonts w:ascii="Times New Roman" w:hAnsi="Times New Roman"/>
          <w:noProof/>
          <w:sz w:val="24"/>
          <w:szCs w:val="24"/>
          <w:lang w:val="sr-Latn-CS"/>
        </w:rPr>
        <w:t>ga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 xml:space="preserve"> dostavi Parlamentarnoj skupštini B</w:t>
      </w:r>
      <w:r w:rsidR="00C4298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>H</w:t>
      </w:r>
      <w:r w:rsidR="00D222F3">
        <w:rPr>
          <w:rFonts w:ascii="Times New Roman" w:hAnsi="Times New Roman"/>
          <w:noProof/>
          <w:sz w:val="24"/>
          <w:szCs w:val="24"/>
          <w:lang w:val="sr-Cyrl-BA"/>
        </w:rPr>
        <w:t xml:space="preserve">. Ministarstvo je navedeni </w:t>
      </w:r>
      <w:r w:rsidR="00C42986">
        <w:rPr>
          <w:rFonts w:ascii="Times New Roman" w:hAnsi="Times New Roman"/>
          <w:noProof/>
          <w:sz w:val="24"/>
          <w:szCs w:val="24"/>
          <w:lang w:val="bs-Latn-BA"/>
        </w:rPr>
        <w:t>i</w:t>
      </w:r>
      <w:r w:rsidR="00D222F3">
        <w:rPr>
          <w:rFonts w:ascii="Times New Roman" w:hAnsi="Times New Roman"/>
          <w:noProof/>
          <w:sz w:val="24"/>
          <w:szCs w:val="24"/>
          <w:lang w:val="sr-Cyrl-BA"/>
        </w:rPr>
        <w:t xml:space="preserve">zvještaj dostavilo 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>9.</w:t>
      </w:r>
      <w:r w:rsidR="00C42986">
        <w:rPr>
          <w:rFonts w:ascii="Times New Roman" w:hAnsi="Times New Roman"/>
          <w:noProof/>
          <w:sz w:val="24"/>
          <w:szCs w:val="24"/>
          <w:lang w:val="sr-Latn-CS"/>
        </w:rPr>
        <w:t>9.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 xml:space="preserve">2020. Parlamentarnoj </w:t>
      </w:r>
      <w:r w:rsidR="00C42986">
        <w:rPr>
          <w:rFonts w:ascii="Times New Roman" w:hAnsi="Times New Roman"/>
          <w:noProof/>
          <w:sz w:val="24"/>
          <w:szCs w:val="24"/>
          <w:lang w:val="sr-Latn-CS"/>
        </w:rPr>
        <w:t>skupštini BiH</w:t>
      </w:r>
      <w:r w:rsidR="00D222F3">
        <w:rPr>
          <w:rFonts w:ascii="Times New Roman" w:hAnsi="Times New Roman"/>
          <w:noProof/>
          <w:sz w:val="24"/>
          <w:szCs w:val="24"/>
          <w:lang w:val="sr-Latn-CS"/>
        </w:rPr>
        <w:t xml:space="preserve"> na razmatranje.  </w:t>
      </w:r>
    </w:p>
    <w:p w:rsidR="00D222F3" w:rsidRDefault="00D222F3" w:rsidP="008A38BF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222F3" w:rsidRDefault="00D222F3" w:rsidP="008A38BF">
      <w:pPr>
        <w:pStyle w:val="NoSpacing"/>
        <w:jc w:val="both"/>
        <w:rPr>
          <w:rFonts w:ascii="Times New Roman" w:hAnsi="Times New Roman"/>
          <w:noProof/>
          <w:spacing w:val="-8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BA"/>
        </w:rPr>
        <w:t>Kolegij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Latn-BA"/>
        </w:rPr>
        <w:t xml:space="preserve"> Predstavničkog doma Parlamentarne skupštine B</w:t>
      </w:r>
      <w:r w:rsidR="00C42986">
        <w:rPr>
          <w:rFonts w:ascii="Times New Roman" w:hAnsi="Times New Roman"/>
          <w:sz w:val="24"/>
          <w:szCs w:val="24"/>
          <w:lang w:val="sr-Latn-BA"/>
        </w:rPr>
        <w:t>i</w:t>
      </w:r>
      <w:r>
        <w:rPr>
          <w:rFonts w:ascii="Times New Roman" w:hAnsi="Times New Roman"/>
          <w:sz w:val="24"/>
          <w:szCs w:val="24"/>
          <w:lang w:val="sr-Latn-BA"/>
        </w:rPr>
        <w:t>H je n</w:t>
      </w:r>
      <w:r>
        <w:rPr>
          <w:rFonts w:ascii="Times New Roman" w:hAnsi="Times New Roman"/>
          <w:sz w:val="24"/>
          <w:szCs w:val="24"/>
          <w:lang w:val="sr-Cyrl-BA"/>
        </w:rPr>
        <w:t>a 2</w:t>
      </w:r>
      <w:r>
        <w:rPr>
          <w:rFonts w:ascii="Times New Roman" w:hAnsi="Times New Roman"/>
          <w:sz w:val="24"/>
          <w:szCs w:val="24"/>
          <w:lang w:val="sr-Latn-BA"/>
        </w:rPr>
        <w:t>6.</w:t>
      </w:r>
      <w:r>
        <w:rPr>
          <w:rFonts w:ascii="Times New Roman" w:hAnsi="Times New Roman"/>
          <w:sz w:val="24"/>
          <w:szCs w:val="24"/>
          <w:lang w:val="sr-Cyrl-BA"/>
        </w:rPr>
        <w:t xml:space="preserve"> sjednici, održanoj </w:t>
      </w:r>
      <w:r>
        <w:rPr>
          <w:rFonts w:ascii="Times New Roman" w:hAnsi="Times New Roman"/>
          <w:sz w:val="24"/>
          <w:szCs w:val="24"/>
          <w:lang w:val="sr-Latn-BA"/>
        </w:rPr>
        <w:t>14.</w:t>
      </w:r>
      <w:r>
        <w:rPr>
          <w:rFonts w:ascii="Times New Roman" w:hAnsi="Times New Roman"/>
          <w:sz w:val="24"/>
          <w:szCs w:val="24"/>
          <w:lang w:val="sr-Cyrl-BA"/>
        </w:rPr>
        <w:t xml:space="preserve"> 9</w:t>
      </w:r>
      <w:r>
        <w:rPr>
          <w:rFonts w:ascii="Times New Roman" w:hAnsi="Times New Roman"/>
          <w:sz w:val="24"/>
          <w:szCs w:val="24"/>
          <w:lang w:val="sr-Latn-BA"/>
        </w:rPr>
        <w:t>.</w:t>
      </w:r>
      <w:r w:rsidR="00C42986">
        <w:rPr>
          <w:rFonts w:ascii="Times New Roman" w:hAnsi="Times New Roman"/>
          <w:sz w:val="24"/>
          <w:szCs w:val="24"/>
          <w:lang w:val="sr-Cyrl-BA"/>
        </w:rPr>
        <w:t xml:space="preserve"> 2020</w:t>
      </w:r>
      <w:r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Latn-BA"/>
        </w:rPr>
        <w:t xml:space="preserve">kao nadležnu za razmatranje 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Prijedloga  izvještaja o realizaciji Strateškog plana ruralnog razvoja BiH (2018-2021) - Okvirni dokument u 2018.</w:t>
      </w:r>
      <w:r w:rsidR="00C42986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godini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, podnosilac</w:t>
      </w:r>
      <w:r w:rsidR="00175608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Cyrl-BA"/>
        </w:rPr>
        <w:t>-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Ministars</w:t>
      </w:r>
      <w:r w:rsidR="00175608">
        <w:rPr>
          <w:rFonts w:ascii="Times New Roman" w:hAnsi="Times New Roman"/>
          <w:noProof/>
          <w:spacing w:val="-8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vo vanjske trgovine i ekonomskih odnosa BiH, odredio Komisiju za vanjsku trgovinu i carine Predstavničkog doma Parlamentar</w:t>
      </w:r>
      <w:r w:rsidR="00C42986">
        <w:rPr>
          <w:rFonts w:ascii="Times New Roman" w:hAnsi="Times New Roman"/>
          <w:noProof/>
          <w:spacing w:val="-8"/>
          <w:sz w:val="24"/>
          <w:szCs w:val="24"/>
          <w:lang w:val="sr-Latn-CS"/>
        </w:rPr>
        <w:t>ne skupštine BiH</w:t>
      </w:r>
      <w:r>
        <w:rPr>
          <w:rFonts w:ascii="Times New Roman" w:hAnsi="Times New Roman"/>
          <w:noProof/>
          <w:spacing w:val="-8"/>
          <w:sz w:val="24"/>
          <w:szCs w:val="24"/>
          <w:lang w:val="sr-Latn-CS"/>
        </w:rPr>
        <w:t>.</w:t>
      </w:r>
    </w:p>
    <w:p w:rsidR="00D222F3" w:rsidRDefault="00D222F3" w:rsidP="008A38B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D222F3" w:rsidRDefault="00D222F3" w:rsidP="008A38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>Zatim je predsjedavajući dao riječ Dušanu Neškoviću, pomoćniku ministra vanjske trgovine i ekonomskih odnosa B</w:t>
      </w:r>
      <w:r w:rsidR="00C42986">
        <w:rPr>
          <w:rFonts w:ascii="Times New Roman" w:hAnsi="Times New Roman"/>
          <w:sz w:val="24"/>
          <w:szCs w:val="24"/>
          <w:lang w:val="sr-Latn-BA"/>
        </w:rPr>
        <w:t>i</w:t>
      </w:r>
      <w:r>
        <w:rPr>
          <w:rFonts w:ascii="Times New Roman" w:hAnsi="Times New Roman"/>
          <w:sz w:val="24"/>
          <w:szCs w:val="24"/>
          <w:lang w:val="sr-Latn-BA"/>
        </w:rPr>
        <w:t>H.</w:t>
      </w:r>
    </w:p>
    <w:p w:rsidR="00716C21" w:rsidRDefault="00716C21" w:rsidP="008A38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D222F3" w:rsidRDefault="00D222F3" w:rsidP="008A38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r w:rsidRPr="00D222F3">
        <w:rPr>
          <w:rFonts w:ascii="Times New Roman" w:hAnsi="Times New Roman"/>
          <w:sz w:val="24"/>
          <w:szCs w:val="24"/>
          <w:lang w:val="sr-Latn-BA"/>
        </w:rPr>
        <w:t>Nakon uvodnog izlaganja Dušana Neškovića</w:t>
      </w:r>
      <w:r>
        <w:rPr>
          <w:rFonts w:ascii="Times New Roman" w:hAnsi="Times New Roman"/>
          <w:sz w:val="24"/>
          <w:szCs w:val="24"/>
          <w:lang w:val="sr-Latn-BA"/>
        </w:rPr>
        <w:t>, predsjedavajući Komisije je otvorio raspravu.</w:t>
      </w:r>
    </w:p>
    <w:p w:rsidR="00716C21" w:rsidRDefault="00716C21" w:rsidP="008A38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D222F3" w:rsidRDefault="00D222F3" w:rsidP="008A38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>U raspravi su učestvovali Mijo Matanović i Šemsudin Mehmedović.</w:t>
      </w:r>
    </w:p>
    <w:p w:rsidR="0081114E" w:rsidRDefault="0081114E" w:rsidP="008A38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81114E" w:rsidRDefault="0081114E" w:rsidP="0081114E">
      <w:pPr>
        <w:pStyle w:val="NoSpacing"/>
        <w:jc w:val="both"/>
        <w:rPr>
          <w:rFonts w:ascii="Times New Roman" w:hAnsi="Times New Roman"/>
          <w:noProof/>
          <w:spacing w:val="-8"/>
          <w:sz w:val="24"/>
          <w:szCs w:val="24"/>
          <w:lang w:val="bs-Latn-BA"/>
        </w:rPr>
      </w:pPr>
      <w:r>
        <w:rPr>
          <w:rFonts w:ascii="Times New Roman" w:hAnsi="Times New Roman"/>
          <w:noProof/>
          <w:sz w:val="24"/>
          <w:szCs w:val="24"/>
          <w:lang w:val="bs-Latn-BA"/>
        </w:rPr>
        <w:t xml:space="preserve">Nakon rasprave,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bs-Latn-BA"/>
        </w:rPr>
        <w:t>Komisija je</w:t>
      </w:r>
      <w:r>
        <w:rPr>
          <w:rFonts w:ascii="Times New Roman" w:hAnsi="Times New Roman"/>
          <w:b/>
          <w:noProof/>
          <w:color w:val="000000" w:themeColor="text1"/>
          <w:sz w:val="24"/>
          <w:szCs w:val="24"/>
          <w:lang w:val="bs-Latn-BA"/>
        </w:rPr>
        <w:t xml:space="preserve"> jednoglasno </w:t>
      </w:r>
      <w:r>
        <w:rPr>
          <w:rFonts w:ascii="Times New Roman" w:hAnsi="Times New Roman"/>
          <w:noProof/>
          <w:sz w:val="24"/>
          <w:szCs w:val="24"/>
          <w:lang w:val="bs-Latn-BA"/>
        </w:rPr>
        <w:t>pr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bs-Latn-BA"/>
        </w:rPr>
        <w:t xml:space="preserve">ihvatila </w:t>
      </w:r>
      <w:r>
        <w:rPr>
          <w:rFonts w:ascii="Times New Roman" w:hAnsi="Times New Roman"/>
          <w:noProof/>
          <w:spacing w:val="-8"/>
          <w:sz w:val="24"/>
          <w:szCs w:val="24"/>
          <w:lang w:val="bs-Latn-BA"/>
        </w:rPr>
        <w:t>Prijedlog  izvještaja o realizaciji Strateškog</w:t>
      </w:r>
    </w:p>
    <w:p w:rsidR="0081114E" w:rsidRDefault="0081114E" w:rsidP="0081114E">
      <w:pPr>
        <w:pStyle w:val="NoSpacing"/>
        <w:jc w:val="both"/>
        <w:rPr>
          <w:rFonts w:ascii="Times New Roman" w:hAnsi="Times New Roman"/>
          <w:noProof/>
          <w:spacing w:val="-8"/>
          <w:sz w:val="24"/>
          <w:szCs w:val="24"/>
          <w:lang w:val="bs-Latn-BA"/>
        </w:rPr>
      </w:pPr>
      <w:r>
        <w:rPr>
          <w:rFonts w:ascii="Times New Roman" w:hAnsi="Times New Roman"/>
          <w:noProof/>
          <w:spacing w:val="-8"/>
          <w:sz w:val="24"/>
          <w:szCs w:val="24"/>
          <w:lang w:val="bs-Latn-BA"/>
        </w:rPr>
        <w:t xml:space="preserve">plana ruralnog razvoja BiH (2018-2021) - Okvirni dokument u 2018. i uputila </w:t>
      </w:r>
      <w:r w:rsidR="00C42986">
        <w:rPr>
          <w:rFonts w:ascii="Times New Roman" w:hAnsi="Times New Roman"/>
          <w:noProof/>
          <w:spacing w:val="-8"/>
          <w:sz w:val="24"/>
          <w:szCs w:val="24"/>
          <w:lang w:val="bs-Latn-BA"/>
        </w:rPr>
        <w:t xml:space="preserve">ga </w:t>
      </w:r>
      <w:r>
        <w:rPr>
          <w:rFonts w:ascii="Times New Roman" w:hAnsi="Times New Roman"/>
          <w:noProof/>
          <w:spacing w:val="-8"/>
          <w:sz w:val="24"/>
          <w:szCs w:val="24"/>
          <w:lang w:val="bs-Latn-BA"/>
        </w:rPr>
        <w:t>u dalj</w:t>
      </w:r>
      <w:r w:rsidR="00C42986">
        <w:rPr>
          <w:rFonts w:ascii="Times New Roman" w:hAnsi="Times New Roman"/>
          <w:noProof/>
          <w:spacing w:val="-8"/>
          <w:sz w:val="24"/>
          <w:szCs w:val="24"/>
          <w:lang w:val="bs-Latn-BA"/>
        </w:rPr>
        <w:t>nj</w:t>
      </w:r>
      <w:r>
        <w:rPr>
          <w:rFonts w:ascii="Times New Roman" w:hAnsi="Times New Roman"/>
          <w:noProof/>
          <w:spacing w:val="-8"/>
          <w:sz w:val="24"/>
          <w:szCs w:val="24"/>
          <w:lang w:val="bs-Latn-BA"/>
        </w:rPr>
        <w:t>u parlamentarnu proceduru.</w:t>
      </w:r>
    </w:p>
    <w:p w:rsidR="0081114E" w:rsidRDefault="0081114E" w:rsidP="0081114E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bs-Latn-BA"/>
        </w:rPr>
      </w:pPr>
    </w:p>
    <w:p w:rsidR="0081114E" w:rsidRPr="00D222F3" w:rsidRDefault="0081114E" w:rsidP="008A38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DD57EB" w:rsidRDefault="00DD57EB">
      <w:pPr>
        <w:rPr>
          <w:rFonts w:ascii="Times New Roman" w:hAnsi="Times New Roman"/>
          <w:b/>
          <w:noProof/>
          <w:sz w:val="24"/>
          <w:lang w:val="sr-Latn-CS"/>
        </w:rPr>
      </w:pPr>
      <w:r>
        <w:rPr>
          <w:rFonts w:ascii="Times New Roman" w:hAnsi="Times New Roman"/>
          <w:b/>
          <w:noProof/>
          <w:sz w:val="24"/>
          <w:lang w:val="sr-Latn-CS"/>
        </w:rPr>
        <w:t>Ad.</w:t>
      </w:r>
      <w:r w:rsidR="00820FEF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 w:rsidR="00DF0FC3">
        <w:rPr>
          <w:rFonts w:ascii="Times New Roman" w:hAnsi="Times New Roman"/>
          <w:b/>
          <w:noProof/>
          <w:sz w:val="24"/>
          <w:lang w:val="sr-Latn-CS"/>
        </w:rPr>
        <w:t>3</w:t>
      </w:r>
      <w:r>
        <w:rPr>
          <w:rFonts w:ascii="Times New Roman" w:hAnsi="Times New Roman"/>
          <w:b/>
          <w:noProof/>
          <w:sz w:val="24"/>
          <w:lang w:val="sr-Latn-CS"/>
        </w:rPr>
        <w:t>. Tekuća pitanja</w:t>
      </w:r>
    </w:p>
    <w:p w:rsidR="00162C19" w:rsidRDefault="001A42DB" w:rsidP="00A90B36">
      <w:pPr>
        <w:pStyle w:val="NoSpacing"/>
        <w:jc w:val="both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bs-Latn-BA"/>
        </w:rPr>
        <w:t>U okviru ove tačke dnevnog reda</w:t>
      </w:r>
      <w:r w:rsidR="00A90B36">
        <w:rPr>
          <w:rFonts w:ascii="Times New Roman" w:hAnsi="Times New Roman"/>
          <w:noProof/>
          <w:sz w:val="24"/>
          <w:szCs w:val="24"/>
          <w:lang w:val="bs-Latn-BA"/>
        </w:rPr>
        <w:t xml:space="preserve"> nije bilo prijedloga, pa je predsjedavajući Komisije zaključio sjednicu.</w:t>
      </w:r>
      <w:r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</w:p>
    <w:p w:rsidR="00FE66AB" w:rsidRDefault="00FE66AB" w:rsidP="00FE66A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bs-Latn-BA"/>
        </w:rPr>
      </w:pPr>
    </w:p>
    <w:p w:rsidR="001A42DB" w:rsidRPr="0045505D" w:rsidRDefault="001A42DB" w:rsidP="001A42D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bs-Latn-BA"/>
        </w:rPr>
      </w:pPr>
    </w:p>
    <w:p w:rsidR="001A42DB" w:rsidRDefault="00897C66" w:rsidP="001A42D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bs-Latn-BA"/>
        </w:rPr>
      </w:pPr>
      <w:r>
        <w:rPr>
          <w:rFonts w:ascii="Times New Roman" w:hAnsi="Times New Roman"/>
          <w:noProof/>
          <w:sz w:val="24"/>
          <w:szCs w:val="24"/>
          <w:lang w:val="bs-Latn-BA"/>
        </w:rPr>
        <w:t>Sjednica je završena u 1</w:t>
      </w:r>
      <w:r w:rsidR="00FA2FDB">
        <w:rPr>
          <w:rFonts w:ascii="Times New Roman" w:hAnsi="Times New Roman"/>
          <w:noProof/>
          <w:sz w:val="24"/>
          <w:szCs w:val="24"/>
          <w:lang w:val="bs-Latn-BA"/>
        </w:rPr>
        <w:t>1</w:t>
      </w:r>
      <w:r w:rsidR="00EB533E">
        <w:rPr>
          <w:rFonts w:ascii="Times New Roman" w:hAnsi="Times New Roman"/>
          <w:noProof/>
          <w:sz w:val="24"/>
          <w:szCs w:val="24"/>
          <w:lang w:val="bs-Latn-BA"/>
        </w:rPr>
        <w:t>.</w:t>
      </w:r>
      <w:r w:rsidR="00A90B36">
        <w:rPr>
          <w:rFonts w:ascii="Times New Roman" w:hAnsi="Times New Roman"/>
          <w:noProof/>
          <w:sz w:val="24"/>
          <w:szCs w:val="24"/>
          <w:lang w:val="bs-Latn-BA"/>
        </w:rPr>
        <w:t>30</w:t>
      </w:r>
      <w:r w:rsidR="001A42DB">
        <w:rPr>
          <w:rFonts w:ascii="Times New Roman" w:hAnsi="Times New Roman"/>
          <w:noProof/>
          <w:sz w:val="24"/>
          <w:szCs w:val="24"/>
          <w:lang w:val="bs-Latn-BA"/>
        </w:rPr>
        <w:t xml:space="preserve"> sati.</w:t>
      </w:r>
    </w:p>
    <w:p w:rsidR="00D42D00" w:rsidRDefault="00D42D00" w:rsidP="00762558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1A42DB" w:rsidRPr="00762558" w:rsidRDefault="00BF444F" w:rsidP="00762558">
      <w:pPr>
        <w:rPr>
          <w:rFonts w:ascii="Times New Roman" w:hAnsi="Times New Roman"/>
          <w:noProof/>
          <w:spacing w:val="-8"/>
          <w:sz w:val="24"/>
          <w:szCs w:val="24"/>
          <w:lang w:val="sr-Latn-CS"/>
        </w:rPr>
      </w:pPr>
      <w:r w:rsidRPr="00BF444F">
        <w:rPr>
          <w:rFonts w:ascii="Times New Roman" w:hAnsi="Times New Roman"/>
          <w:b/>
          <w:noProof/>
          <w:sz w:val="24"/>
          <w:szCs w:val="24"/>
          <w:lang w:val="sr-Latn-CS"/>
        </w:rPr>
        <w:t>Sekretarka</w:t>
      </w:r>
      <w:r w:rsid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 w:rsidRPr="00BF444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Komisije  </w:t>
      </w:r>
      <w:r w:rsid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                                                      </w:t>
      </w:r>
      <w:r w:rsidR="001A42DB" w:rsidRP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Predsjedavajući Komisije </w:t>
      </w:r>
      <w:r w:rsidRP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</w:t>
      </w:r>
    </w:p>
    <w:p w:rsidR="00BF444F" w:rsidRPr="004B2496" w:rsidRDefault="001A42DB" w:rsidP="001A42D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   </w:t>
      </w:r>
      <w:r w:rsidR="00BF444F" w:rsidRPr="00BF444F">
        <w:rPr>
          <w:rFonts w:ascii="Times New Roman" w:hAnsi="Times New Roman"/>
          <w:noProof/>
          <w:sz w:val="24"/>
          <w:szCs w:val="24"/>
          <w:lang w:val="sr-Latn-CS"/>
        </w:rPr>
        <w:t xml:space="preserve">Mirjana Crnjak                                                                           </w:t>
      </w:r>
      <w:r w:rsidR="00BF444F">
        <w:rPr>
          <w:rFonts w:ascii="Times New Roman" w:hAnsi="Times New Roman"/>
          <w:noProof/>
          <w:sz w:val="24"/>
          <w:szCs w:val="24"/>
          <w:lang w:val="sr-Latn-CS"/>
        </w:rPr>
        <w:t xml:space="preserve">   </w:t>
      </w:r>
      <w:r w:rsidR="00C1704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B249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BF444F" w:rsidRPr="00BF444F">
        <w:rPr>
          <w:rFonts w:ascii="Times New Roman" w:hAnsi="Times New Roman"/>
          <w:noProof/>
          <w:sz w:val="24"/>
          <w:szCs w:val="24"/>
          <w:lang w:val="sr-Latn-CS"/>
        </w:rPr>
        <w:t xml:space="preserve">Dr. Dragan Bogdanić                                           </w:t>
      </w:r>
    </w:p>
    <w:sectPr w:rsidR="00BF444F" w:rsidRPr="004B2496" w:rsidSect="008210EF">
      <w:footerReference w:type="default" r:id="rId7"/>
      <w:headerReference w:type="first" r:id="rId8"/>
      <w:footerReference w:type="first" r:id="rId9"/>
      <w:pgSz w:w="11907" w:h="16839" w:code="9"/>
      <w:pgMar w:top="1440" w:right="1440" w:bottom="1440" w:left="1440" w:header="567" w:footer="8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D12" w:rsidRDefault="00084D12" w:rsidP="00A617EC">
      <w:pPr>
        <w:spacing w:after="0" w:line="240" w:lineRule="auto"/>
      </w:pPr>
      <w:r>
        <w:separator/>
      </w:r>
    </w:p>
  </w:endnote>
  <w:endnote w:type="continuationSeparator" w:id="0">
    <w:p w:rsidR="00084D12" w:rsidRDefault="00084D12" w:rsidP="00A61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C75" w:rsidRDefault="009C4FEA">
    <w:pPr>
      <w:pStyle w:val="Footer"/>
      <w:jc w:val="right"/>
    </w:pPr>
    <w:r>
      <w:fldChar w:fldCharType="begin"/>
    </w:r>
    <w:r w:rsidR="00703762">
      <w:instrText xml:space="preserve"> PAGE   \* MERGEFORMAT </w:instrText>
    </w:r>
    <w:r>
      <w:fldChar w:fldCharType="separate"/>
    </w:r>
    <w:r w:rsidR="00E50E58">
      <w:rPr>
        <w:noProof/>
      </w:rPr>
      <w:t>2</w:t>
    </w:r>
    <w:r>
      <w:rPr>
        <w:noProof/>
      </w:rPr>
      <w:fldChar w:fldCharType="end"/>
    </w:r>
  </w:p>
  <w:p w:rsidR="008C6C75" w:rsidRPr="00C30B06" w:rsidRDefault="008C6C75" w:rsidP="00C30B06">
    <w:pPr>
      <w:pStyle w:val="Footer"/>
      <w:jc w:val="center"/>
      <w:rPr>
        <w:rFonts w:ascii="Times New Roman" w:hAnsi="Times New Roman"/>
        <w:b/>
        <w:lang w:val="bs-Latn-B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C75" w:rsidRPr="00E46252" w:rsidRDefault="00E46252" w:rsidP="00E46252">
    <w:pPr>
      <w:pStyle w:val="Footer"/>
      <w:rPr>
        <w:rFonts w:ascii="Times New Roman" w:hAnsi="Times New Roman"/>
        <w:sz w:val="18"/>
        <w:szCs w:val="18"/>
        <w:lang w:val="bs-Latn-BA"/>
      </w:rPr>
    </w:pPr>
    <w:r>
      <w:rPr>
        <w:rFonts w:ascii="Times New Roman" w:hAnsi="Times New Roman"/>
        <w:sz w:val="18"/>
        <w:szCs w:val="18"/>
        <w:lang w:val="bs-Latn-BA"/>
      </w:rPr>
      <w:t xml:space="preserve">Трг БиХ 1, 71000 Сарајево/ Trg BiH 1, 71000 Sarajevo, тел/tel. +387 (0) 33 28 44 </w:t>
    </w:r>
    <w:r w:rsidR="001821F3">
      <w:rPr>
        <w:rFonts w:ascii="Times New Roman" w:hAnsi="Times New Roman"/>
        <w:sz w:val="18"/>
        <w:szCs w:val="18"/>
        <w:lang w:val="bs-Latn-BA"/>
      </w:rPr>
      <w:t>19</w:t>
    </w:r>
    <w:r>
      <w:rPr>
        <w:rFonts w:ascii="Times New Roman" w:hAnsi="Times New Roman"/>
        <w:sz w:val="18"/>
        <w:szCs w:val="18"/>
        <w:lang w:val="bs-Latn-BA"/>
      </w:rPr>
      <w:t>, факс/fax +387 (0) 33 22 68 41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D12" w:rsidRDefault="00084D12" w:rsidP="00A617EC">
      <w:pPr>
        <w:spacing w:after="0" w:line="240" w:lineRule="auto"/>
      </w:pPr>
      <w:r>
        <w:separator/>
      </w:r>
    </w:p>
  </w:footnote>
  <w:footnote w:type="continuationSeparator" w:id="0">
    <w:p w:rsidR="00084D12" w:rsidRDefault="00084D12" w:rsidP="00A61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C75" w:rsidRDefault="00E65F2D">
    <w:pPr>
      <w:pStyle w:val="Header"/>
    </w:pPr>
    <w:r>
      <w:rPr>
        <w:noProof/>
      </w:rPr>
      <w:drawing>
        <wp:inline distT="0" distB="0" distL="0" distR="0" wp14:anchorId="21C0A790" wp14:editId="76E8F598">
          <wp:extent cx="5734050" cy="1076325"/>
          <wp:effectExtent l="19050" t="0" r="0" b="0"/>
          <wp:docPr id="1" name="Picture 0" descr="01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01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1076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33D7C"/>
    <w:multiLevelType w:val="hybridMultilevel"/>
    <w:tmpl w:val="DFF4157E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A761C"/>
    <w:multiLevelType w:val="hybridMultilevel"/>
    <w:tmpl w:val="073AA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47173"/>
    <w:multiLevelType w:val="hybridMultilevel"/>
    <w:tmpl w:val="44EEAF58"/>
    <w:lvl w:ilvl="0" w:tplc="42DA0A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F355C"/>
    <w:multiLevelType w:val="hybridMultilevel"/>
    <w:tmpl w:val="E0A4B2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A3201"/>
    <w:multiLevelType w:val="hybridMultilevel"/>
    <w:tmpl w:val="59ACAF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40396"/>
    <w:multiLevelType w:val="hybridMultilevel"/>
    <w:tmpl w:val="2AA0C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253437"/>
    <w:multiLevelType w:val="hybridMultilevel"/>
    <w:tmpl w:val="46F6DA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5098A"/>
    <w:multiLevelType w:val="hybridMultilevel"/>
    <w:tmpl w:val="1C703614"/>
    <w:lvl w:ilvl="0" w:tplc="11241126">
      <w:start w:val="1"/>
      <w:numFmt w:val="decimal"/>
      <w:lvlText w:val="%1."/>
      <w:lvlJc w:val="left"/>
      <w:pPr>
        <w:ind w:left="720" w:hanging="360"/>
      </w:pPr>
      <w:rPr>
        <w:rFonts w:eastAsia="Times New Roman" w:cs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85666"/>
    <w:multiLevelType w:val="hybridMultilevel"/>
    <w:tmpl w:val="7F58EED0"/>
    <w:lvl w:ilvl="0" w:tplc="0E86A7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F417F2"/>
    <w:multiLevelType w:val="hybridMultilevel"/>
    <w:tmpl w:val="46F6DA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867C7E"/>
    <w:multiLevelType w:val="hybridMultilevel"/>
    <w:tmpl w:val="7BD06754"/>
    <w:lvl w:ilvl="0" w:tplc="2786A6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724DA"/>
    <w:multiLevelType w:val="hybridMultilevel"/>
    <w:tmpl w:val="D54A1E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CB2D4F"/>
    <w:multiLevelType w:val="hybridMultilevel"/>
    <w:tmpl w:val="9DA68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9"/>
  </w:num>
  <w:num w:numId="6">
    <w:abstractNumId w:val="2"/>
  </w:num>
  <w:num w:numId="7">
    <w:abstractNumId w:val="7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</w:num>
  <w:num w:numId="11">
    <w:abstractNumId w:val="1"/>
  </w:num>
  <w:num w:numId="12">
    <w:abstractNumId w:val="4"/>
  </w:num>
  <w:num w:numId="13">
    <w:abstractNumId w:val="3"/>
  </w:num>
  <w:num w:numId="14">
    <w:abstractNumId w:val="1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4A6"/>
    <w:rsid w:val="00014500"/>
    <w:rsid w:val="000152CB"/>
    <w:rsid w:val="00015D87"/>
    <w:rsid w:val="00016F6A"/>
    <w:rsid w:val="000208B5"/>
    <w:rsid w:val="00021102"/>
    <w:rsid w:val="00025703"/>
    <w:rsid w:val="000306D6"/>
    <w:rsid w:val="000340EB"/>
    <w:rsid w:val="0003766D"/>
    <w:rsid w:val="00037AEF"/>
    <w:rsid w:val="00043EE2"/>
    <w:rsid w:val="00051EDD"/>
    <w:rsid w:val="00055C07"/>
    <w:rsid w:val="0005611C"/>
    <w:rsid w:val="0005619E"/>
    <w:rsid w:val="000579CA"/>
    <w:rsid w:val="00063F3B"/>
    <w:rsid w:val="00065FF5"/>
    <w:rsid w:val="000728A4"/>
    <w:rsid w:val="00073036"/>
    <w:rsid w:val="000770B9"/>
    <w:rsid w:val="00080156"/>
    <w:rsid w:val="00080518"/>
    <w:rsid w:val="00082543"/>
    <w:rsid w:val="00083202"/>
    <w:rsid w:val="00084D12"/>
    <w:rsid w:val="000A3695"/>
    <w:rsid w:val="000A3DC4"/>
    <w:rsid w:val="000A43AC"/>
    <w:rsid w:val="000A7609"/>
    <w:rsid w:val="000A78F0"/>
    <w:rsid w:val="000A7987"/>
    <w:rsid w:val="000B0282"/>
    <w:rsid w:val="000B3081"/>
    <w:rsid w:val="000C03FC"/>
    <w:rsid w:val="000C6528"/>
    <w:rsid w:val="000C68F9"/>
    <w:rsid w:val="000D18FF"/>
    <w:rsid w:val="000D3D03"/>
    <w:rsid w:val="000D5AC8"/>
    <w:rsid w:val="000D7310"/>
    <w:rsid w:val="000D77B5"/>
    <w:rsid w:val="000E2887"/>
    <w:rsid w:val="000E2C8C"/>
    <w:rsid w:val="000F3181"/>
    <w:rsid w:val="000F454A"/>
    <w:rsid w:val="00100D6E"/>
    <w:rsid w:val="00101D55"/>
    <w:rsid w:val="0010490A"/>
    <w:rsid w:val="00110922"/>
    <w:rsid w:val="00120C41"/>
    <w:rsid w:val="001240BD"/>
    <w:rsid w:val="00130460"/>
    <w:rsid w:val="00130757"/>
    <w:rsid w:val="00132E01"/>
    <w:rsid w:val="001338FA"/>
    <w:rsid w:val="00134EF3"/>
    <w:rsid w:val="00136551"/>
    <w:rsid w:val="001407B6"/>
    <w:rsid w:val="001443D5"/>
    <w:rsid w:val="00150A12"/>
    <w:rsid w:val="00153404"/>
    <w:rsid w:val="001542C6"/>
    <w:rsid w:val="00154F36"/>
    <w:rsid w:val="001614BC"/>
    <w:rsid w:val="00161E99"/>
    <w:rsid w:val="00162C19"/>
    <w:rsid w:val="00162C7B"/>
    <w:rsid w:val="001633A0"/>
    <w:rsid w:val="00163D61"/>
    <w:rsid w:val="00165AF2"/>
    <w:rsid w:val="00170334"/>
    <w:rsid w:val="001712B0"/>
    <w:rsid w:val="00172C7C"/>
    <w:rsid w:val="001730DE"/>
    <w:rsid w:val="00173FDA"/>
    <w:rsid w:val="00175608"/>
    <w:rsid w:val="001821F3"/>
    <w:rsid w:val="001867FF"/>
    <w:rsid w:val="001964AD"/>
    <w:rsid w:val="00197018"/>
    <w:rsid w:val="00197088"/>
    <w:rsid w:val="001978BD"/>
    <w:rsid w:val="001A089E"/>
    <w:rsid w:val="001A2515"/>
    <w:rsid w:val="001A2B5D"/>
    <w:rsid w:val="001A42DB"/>
    <w:rsid w:val="001A46F4"/>
    <w:rsid w:val="001A5D6D"/>
    <w:rsid w:val="001A666E"/>
    <w:rsid w:val="001A6CC4"/>
    <w:rsid w:val="001B11DB"/>
    <w:rsid w:val="001B6F4C"/>
    <w:rsid w:val="001B7B6F"/>
    <w:rsid w:val="001C1828"/>
    <w:rsid w:val="001C214D"/>
    <w:rsid w:val="001C2B5C"/>
    <w:rsid w:val="001C407F"/>
    <w:rsid w:val="001C420B"/>
    <w:rsid w:val="001C4C58"/>
    <w:rsid w:val="001D1FF0"/>
    <w:rsid w:val="001D2CDE"/>
    <w:rsid w:val="001D70E1"/>
    <w:rsid w:val="001E1045"/>
    <w:rsid w:val="001E50D1"/>
    <w:rsid w:val="001F0FBC"/>
    <w:rsid w:val="001F2DD5"/>
    <w:rsid w:val="001F3604"/>
    <w:rsid w:val="001F467E"/>
    <w:rsid w:val="00206801"/>
    <w:rsid w:val="00211404"/>
    <w:rsid w:val="00215251"/>
    <w:rsid w:val="00217157"/>
    <w:rsid w:val="002210B6"/>
    <w:rsid w:val="00221F73"/>
    <w:rsid w:val="00223357"/>
    <w:rsid w:val="00223AE2"/>
    <w:rsid w:val="00224C4C"/>
    <w:rsid w:val="00224D94"/>
    <w:rsid w:val="00227730"/>
    <w:rsid w:val="00240D0A"/>
    <w:rsid w:val="00241776"/>
    <w:rsid w:val="002441F7"/>
    <w:rsid w:val="00250D46"/>
    <w:rsid w:val="00250FA3"/>
    <w:rsid w:val="0025323E"/>
    <w:rsid w:val="00262255"/>
    <w:rsid w:val="00266B91"/>
    <w:rsid w:val="002715DA"/>
    <w:rsid w:val="00272836"/>
    <w:rsid w:val="002920CD"/>
    <w:rsid w:val="002928F4"/>
    <w:rsid w:val="00292A2C"/>
    <w:rsid w:val="00293EB5"/>
    <w:rsid w:val="00296BC6"/>
    <w:rsid w:val="00296F2B"/>
    <w:rsid w:val="00297435"/>
    <w:rsid w:val="002A12E5"/>
    <w:rsid w:val="002A4FC4"/>
    <w:rsid w:val="002A5B99"/>
    <w:rsid w:val="002A62E6"/>
    <w:rsid w:val="002B1425"/>
    <w:rsid w:val="002B410C"/>
    <w:rsid w:val="002B65DE"/>
    <w:rsid w:val="002B6610"/>
    <w:rsid w:val="002B7433"/>
    <w:rsid w:val="002B75EA"/>
    <w:rsid w:val="002B7636"/>
    <w:rsid w:val="002C40FC"/>
    <w:rsid w:val="002D0C82"/>
    <w:rsid w:val="002D2A21"/>
    <w:rsid w:val="002D324B"/>
    <w:rsid w:val="002D48C8"/>
    <w:rsid w:val="002E1017"/>
    <w:rsid w:val="002E1262"/>
    <w:rsid w:val="002E69E9"/>
    <w:rsid w:val="00305115"/>
    <w:rsid w:val="0030738A"/>
    <w:rsid w:val="00311486"/>
    <w:rsid w:val="00311765"/>
    <w:rsid w:val="0031287C"/>
    <w:rsid w:val="003129F6"/>
    <w:rsid w:val="00313952"/>
    <w:rsid w:val="003172C8"/>
    <w:rsid w:val="0032172A"/>
    <w:rsid w:val="00322343"/>
    <w:rsid w:val="00322DF6"/>
    <w:rsid w:val="00324258"/>
    <w:rsid w:val="00334276"/>
    <w:rsid w:val="00334DA5"/>
    <w:rsid w:val="003406D7"/>
    <w:rsid w:val="00344ECC"/>
    <w:rsid w:val="003503EA"/>
    <w:rsid w:val="0036047D"/>
    <w:rsid w:val="00361EC6"/>
    <w:rsid w:val="00364A23"/>
    <w:rsid w:val="00365628"/>
    <w:rsid w:val="003701AF"/>
    <w:rsid w:val="00375044"/>
    <w:rsid w:val="00384BFA"/>
    <w:rsid w:val="00386969"/>
    <w:rsid w:val="00386E9D"/>
    <w:rsid w:val="0039071C"/>
    <w:rsid w:val="003A0166"/>
    <w:rsid w:val="003A1230"/>
    <w:rsid w:val="003B07DA"/>
    <w:rsid w:val="003B2EC4"/>
    <w:rsid w:val="003B3F66"/>
    <w:rsid w:val="003B67E5"/>
    <w:rsid w:val="003B69F5"/>
    <w:rsid w:val="003C4000"/>
    <w:rsid w:val="003D1718"/>
    <w:rsid w:val="003D40A6"/>
    <w:rsid w:val="003D4B8F"/>
    <w:rsid w:val="003D7791"/>
    <w:rsid w:val="003E42E6"/>
    <w:rsid w:val="003F371E"/>
    <w:rsid w:val="003F4EE3"/>
    <w:rsid w:val="003F5A90"/>
    <w:rsid w:val="00401D44"/>
    <w:rsid w:val="00406ECE"/>
    <w:rsid w:val="00407A4F"/>
    <w:rsid w:val="00411779"/>
    <w:rsid w:val="00413FBF"/>
    <w:rsid w:val="00416F02"/>
    <w:rsid w:val="004204E8"/>
    <w:rsid w:val="00421A18"/>
    <w:rsid w:val="00422B6D"/>
    <w:rsid w:val="00425DDE"/>
    <w:rsid w:val="00427910"/>
    <w:rsid w:val="00427E48"/>
    <w:rsid w:val="00430586"/>
    <w:rsid w:val="00430B79"/>
    <w:rsid w:val="004311FD"/>
    <w:rsid w:val="00431D9B"/>
    <w:rsid w:val="00435165"/>
    <w:rsid w:val="00444024"/>
    <w:rsid w:val="004476C8"/>
    <w:rsid w:val="00447893"/>
    <w:rsid w:val="00450602"/>
    <w:rsid w:val="00452927"/>
    <w:rsid w:val="00452CC2"/>
    <w:rsid w:val="0045505D"/>
    <w:rsid w:val="00456727"/>
    <w:rsid w:val="00460679"/>
    <w:rsid w:val="00462B96"/>
    <w:rsid w:val="00464D4A"/>
    <w:rsid w:val="004670BB"/>
    <w:rsid w:val="00470EDD"/>
    <w:rsid w:val="00473F6F"/>
    <w:rsid w:val="00475CF5"/>
    <w:rsid w:val="004852DC"/>
    <w:rsid w:val="0049339A"/>
    <w:rsid w:val="00493A4F"/>
    <w:rsid w:val="004941F3"/>
    <w:rsid w:val="00496DF2"/>
    <w:rsid w:val="004A057C"/>
    <w:rsid w:val="004A4106"/>
    <w:rsid w:val="004A42EF"/>
    <w:rsid w:val="004A4809"/>
    <w:rsid w:val="004A5B97"/>
    <w:rsid w:val="004A65AA"/>
    <w:rsid w:val="004B2416"/>
    <w:rsid w:val="004B2496"/>
    <w:rsid w:val="004B306D"/>
    <w:rsid w:val="004B54DD"/>
    <w:rsid w:val="004C0005"/>
    <w:rsid w:val="004C05E5"/>
    <w:rsid w:val="004C1B44"/>
    <w:rsid w:val="004C52DF"/>
    <w:rsid w:val="004D1F8A"/>
    <w:rsid w:val="004D3875"/>
    <w:rsid w:val="004D488F"/>
    <w:rsid w:val="004E0255"/>
    <w:rsid w:val="004E12C0"/>
    <w:rsid w:val="004E3823"/>
    <w:rsid w:val="004F1AB1"/>
    <w:rsid w:val="004F2E84"/>
    <w:rsid w:val="004F3326"/>
    <w:rsid w:val="004F6441"/>
    <w:rsid w:val="004F6CC3"/>
    <w:rsid w:val="0050371C"/>
    <w:rsid w:val="00505990"/>
    <w:rsid w:val="00511655"/>
    <w:rsid w:val="00511BE9"/>
    <w:rsid w:val="00512184"/>
    <w:rsid w:val="00513BCC"/>
    <w:rsid w:val="00515456"/>
    <w:rsid w:val="00520DAC"/>
    <w:rsid w:val="00521C62"/>
    <w:rsid w:val="00523514"/>
    <w:rsid w:val="00525C97"/>
    <w:rsid w:val="00526F61"/>
    <w:rsid w:val="00527064"/>
    <w:rsid w:val="00527B5A"/>
    <w:rsid w:val="00533167"/>
    <w:rsid w:val="00533C94"/>
    <w:rsid w:val="0053514A"/>
    <w:rsid w:val="00542AB3"/>
    <w:rsid w:val="00542B77"/>
    <w:rsid w:val="00542E01"/>
    <w:rsid w:val="00543C7F"/>
    <w:rsid w:val="00544F02"/>
    <w:rsid w:val="00545BC3"/>
    <w:rsid w:val="00546541"/>
    <w:rsid w:val="005503F8"/>
    <w:rsid w:val="00550FDA"/>
    <w:rsid w:val="00552A59"/>
    <w:rsid w:val="00552EB6"/>
    <w:rsid w:val="0055561E"/>
    <w:rsid w:val="00557331"/>
    <w:rsid w:val="005601CB"/>
    <w:rsid w:val="00560AF4"/>
    <w:rsid w:val="00566995"/>
    <w:rsid w:val="0057141B"/>
    <w:rsid w:val="005739C7"/>
    <w:rsid w:val="00575B77"/>
    <w:rsid w:val="00577881"/>
    <w:rsid w:val="005801F5"/>
    <w:rsid w:val="00580E28"/>
    <w:rsid w:val="00586CE6"/>
    <w:rsid w:val="0058792B"/>
    <w:rsid w:val="005909E4"/>
    <w:rsid w:val="00593364"/>
    <w:rsid w:val="00595670"/>
    <w:rsid w:val="00596166"/>
    <w:rsid w:val="00597CE5"/>
    <w:rsid w:val="005B3098"/>
    <w:rsid w:val="005B378D"/>
    <w:rsid w:val="005C0DA7"/>
    <w:rsid w:val="005C22F9"/>
    <w:rsid w:val="005C2A0F"/>
    <w:rsid w:val="005C44D6"/>
    <w:rsid w:val="005C7617"/>
    <w:rsid w:val="005D0D45"/>
    <w:rsid w:val="005D1A83"/>
    <w:rsid w:val="005D3D7C"/>
    <w:rsid w:val="005D7B3D"/>
    <w:rsid w:val="005E3D2C"/>
    <w:rsid w:val="005E63D8"/>
    <w:rsid w:val="005F11F5"/>
    <w:rsid w:val="005F14A6"/>
    <w:rsid w:val="005F3264"/>
    <w:rsid w:val="005F6B15"/>
    <w:rsid w:val="00603F20"/>
    <w:rsid w:val="00604504"/>
    <w:rsid w:val="0060645C"/>
    <w:rsid w:val="0061223B"/>
    <w:rsid w:val="00612E7E"/>
    <w:rsid w:val="00614B51"/>
    <w:rsid w:val="00617A50"/>
    <w:rsid w:val="00620834"/>
    <w:rsid w:val="006211BE"/>
    <w:rsid w:val="0063033E"/>
    <w:rsid w:val="0063103D"/>
    <w:rsid w:val="0063275C"/>
    <w:rsid w:val="0063329E"/>
    <w:rsid w:val="00634BC3"/>
    <w:rsid w:val="00636BD8"/>
    <w:rsid w:val="00640081"/>
    <w:rsid w:val="0064173F"/>
    <w:rsid w:val="006425F9"/>
    <w:rsid w:val="00642907"/>
    <w:rsid w:val="00650362"/>
    <w:rsid w:val="006546D6"/>
    <w:rsid w:val="00657122"/>
    <w:rsid w:val="00661E03"/>
    <w:rsid w:val="006620FC"/>
    <w:rsid w:val="006629A8"/>
    <w:rsid w:val="006639B4"/>
    <w:rsid w:val="00664741"/>
    <w:rsid w:val="00665A50"/>
    <w:rsid w:val="00665DA1"/>
    <w:rsid w:val="006714B2"/>
    <w:rsid w:val="00677439"/>
    <w:rsid w:val="006805D2"/>
    <w:rsid w:val="00681584"/>
    <w:rsid w:val="00682D04"/>
    <w:rsid w:val="00691E44"/>
    <w:rsid w:val="00693E64"/>
    <w:rsid w:val="00694CE9"/>
    <w:rsid w:val="00695183"/>
    <w:rsid w:val="00696CCA"/>
    <w:rsid w:val="00697ECC"/>
    <w:rsid w:val="006A29CD"/>
    <w:rsid w:val="006A53E5"/>
    <w:rsid w:val="006A6520"/>
    <w:rsid w:val="006A7126"/>
    <w:rsid w:val="006B1ED8"/>
    <w:rsid w:val="006B26C1"/>
    <w:rsid w:val="006B5179"/>
    <w:rsid w:val="006C018E"/>
    <w:rsid w:val="006C17C4"/>
    <w:rsid w:val="006C1F96"/>
    <w:rsid w:val="006C79B1"/>
    <w:rsid w:val="006D1ADA"/>
    <w:rsid w:val="006D4D61"/>
    <w:rsid w:val="006D59E9"/>
    <w:rsid w:val="006D70BC"/>
    <w:rsid w:val="006D74E1"/>
    <w:rsid w:val="006E3C6F"/>
    <w:rsid w:val="006F4E04"/>
    <w:rsid w:val="00700969"/>
    <w:rsid w:val="00703762"/>
    <w:rsid w:val="0070403A"/>
    <w:rsid w:val="00706EC9"/>
    <w:rsid w:val="00707DAE"/>
    <w:rsid w:val="007113DE"/>
    <w:rsid w:val="00712158"/>
    <w:rsid w:val="00712472"/>
    <w:rsid w:val="00712E9E"/>
    <w:rsid w:val="00715B95"/>
    <w:rsid w:val="00716C21"/>
    <w:rsid w:val="00721B54"/>
    <w:rsid w:val="00722048"/>
    <w:rsid w:val="00722951"/>
    <w:rsid w:val="007249D4"/>
    <w:rsid w:val="00727458"/>
    <w:rsid w:val="00727F09"/>
    <w:rsid w:val="007328EB"/>
    <w:rsid w:val="00734D3A"/>
    <w:rsid w:val="00734E20"/>
    <w:rsid w:val="0073748D"/>
    <w:rsid w:val="00737B43"/>
    <w:rsid w:val="00741708"/>
    <w:rsid w:val="00743B00"/>
    <w:rsid w:val="00746267"/>
    <w:rsid w:val="007477A7"/>
    <w:rsid w:val="00750296"/>
    <w:rsid w:val="00751DB8"/>
    <w:rsid w:val="007610B0"/>
    <w:rsid w:val="00761EFA"/>
    <w:rsid w:val="00762558"/>
    <w:rsid w:val="007639C2"/>
    <w:rsid w:val="00764CC6"/>
    <w:rsid w:val="00765720"/>
    <w:rsid w:val="00765FE7"/>
    <w:rsid w:val="007712A4"/>
    <w:rsid w:val="007760FA"/>
    <w:rsid w:val="00782F88"/>
    <w:rsid w:val="00783ADF"/>
    <w:rsid w:val="00783B61"/>
    <w:rsid w:val="00785248"/>
    <w:rsid w:val="00786FD9"/>
    <w:rsid w:val="00787AAE"/>
    <w:rsid w:val="007903DD"/>
    <w:rsid w:val="007925F1"/>
    <w:rsid w:val="007A4C9B"/>
    <w:rsid w:val="007A6D04"/>
    <w:rsid w:val="007A6EA3"/>
    <w:rsid w:val="007B01D7"/>
    <w:rsid w:val="007C15CF"/>
    <w:rsid w:val="007C1F96"/>
    <w:rsid w:val="007C21A1"/>
    <w:rsid w:val="007C5404"/>
    <w:rsid w:val="007C7B29"/>
    <w:rsid w:val="007D127F"/>
    <w:rsid w:val="007D2089"/>
    <w:rsid w:val="007D49EB"/>
    <w:rsid w:val="007D7331"/>
    <w:rsid w:val="007E15F4"/>
    <w:rsid w:val="007E3116"/>
    <w:rsid w:val="007E7BCC"/>
    <w:rsid w:val="007F08E0"/>
    <w:rsid w:val="007F13D0"/>
    <w:rsid w:val="007F51B1"/>
    <w:rsid w:val="007F7C0A"/>
    <w:rsid w:val="00801DE7"/>
    <w:rsid w:val="00805968"/>
    <w:rsid w:val="00807960"/>
    <w:rsid w:val="0081039A"/>
    <w:rsid w:val="0081114E"/>
    <w:rsid w:val="00811157"/>
    <w:rsid w:val="008124A2"/>
    <w:rsid w:val="00814CF2"/>
    <w:rsid w:val="00814EC0"/>
    <w:rsid w:val="00820FEF"/>
    <w:rsid w:val="00821042"/>
    <w:rsid w:val="008210EF"/>
    <w:rsid w:val="008222AA"/>
    <w:rsid w:val="00823538"/>
    <w:rsid w:val="00824401"/>
    <w:rsid w:val="0082776D"/>
    <w:rsid w:val="008355BA"/>
    <w:rsid w:val="00840D6E"/>
    <w:rsid w:val="00841A20"/>
    <w:rsid w:val="00841D16"/>
    <w:rsid w:val="0084568F"/>
    <w:rsid w:val="008503AE"/>
    <w:rsid w:val="008540EC"/>
    <w:rsid w:val="00855260"/>
    <w:rsid w:val="00857A71"/>
    <w:rsid w:val="00857D17"/>
    <w:rsid w:val="00860DBA"/>
    <w:rsid w:val="00862446"/>
    <w:rsid w:val="0086355B"/>
    <w:rsid w:val="00863B2F"/>
    <w:rsid w:val="00865710"/>
    <w:rsid w:val="00872F2C"/>
    <w:rsid w:val="008743FD"/>
    <w:rsid w:val="00876CF2"/>
    <w:rsid w:val="00876FC5"/>
    <w:rsid w:val="00877592"/>
    <w:rsid w:val="00893105"/>
    <w:rsid w:val="008934EE"/>
    <w:rsid w:val="0089577D"/>
    <w:rsid w:val="00897C66"/>
    <w:rsid w:val="008A070C"/>
    <w:rsid w:val="008B0564"/>
    <w:rsid w:val="008B2FB9"/>
    <w:rsid w:val="008B49BD"/>
    <w:rsid w:val="008B5918"/>
    <w:rsid w:val="008B5FEF"/>
    <w:rsid w:val="008C513A"/>
    <w:rsid w:val="008C5565"/>
    <w:rsid w:val="008C6B25"/>
    <w:rsid w:val="008C6C75"/>
    <w:rsid w:val="008E0F0B"/>
    <w:rsid w:val="008E13A4"/>
    <w:rsid w:val="008F0592"/>
    <w:rsid w:val="008F13F7"/>
    <w:rsid w:val="008F1652"/>
    <w:rsid w:val="008F17CA"/>
    <w:rsid w:val="008F3565"/>
    <w:rsid w:val="008F67F9"/>
    <w:rsid w:val="00901805"/>
    <w:rsid w:val="00903D33"/>
    <w:rsid w:val="00906869"/>
    <w:rsid w:val="00906996"/>
    <w:rsid w:val="0091029E"/>
    <w:rsid w:val="00920463"/>
    <w:rsid w:val="00920C5E"/>
    <w:rsid w:val="0092154D"/>
    <w:rsid w:val="00924821"/>
    <w:rsid w:val="009274D3"/>
    <w:rsid w:val="00931DC0"/>
    <w:rsid w:val="0093782D"/>
    <w:rsid w:val="00937E51"/>
    <w:rsid w:val="00940901"/>
    <w:rsid w:val="009578DC"/>
    <w:rsid w:val="009608BE"/>
    <w:rsid w:val="009633F9"/>
    <w:rsid w:val="00967AAD"/>
    <w:rsid w:val="00967CC7"/>
    <w:rsid w:val="009706EC"/>
    <w:rsid w:val="0097157C"/>
    <w:rsid w:val="0098234E"/>
    <w:rsid w:val="00983795"/>
    <w:rsid w:val="009837CF"/>
    <w:rsid w:val="00983B75"/>
    <w:rsid w:val="009919ED"/>
    <w:rsid w:val="009938D3"/>
    <w:rsid w:val="00993AC5"/>
    <w:rsid w:val="009953A6"/>
    <w:rsid w:val="0099562E"/>
    <w:rsid w:val="00997099"/>
    <w:rsid w:val="0099750B"/>
    <w:rsid w:val="009A1D5B"/>
    <w:rsid w:val="009A25A8"/>
    <w:rsid w:val="009A66D8"/>
    <w:rsid w:val="009B050C"/>
    <w:rsid w:val="009B05C9"/>
    <w:rsid w:val="009B3D5C"/>
    <w:rsid w:val="009C0175"/>
    <w:rsid w:val="009C179E"/>
    <w:rsid w:val="009C4FEA"/>
    <w:rsid w:val="009C60D1"/>
    <w:rsid w:val="009C6945"/>
    <w:rsid w:val="009D0D2A"/>
    <w:rsid w:val="009E13C0"/>
    <w:rsid w:val="009E1D00"/>
    <w:rsid w:val="009E1F50"/>
    <w:rsid w:val="009E2B8C"/>
    <w:rsid w:val="009E4014"/>
    <w:rsid w:val="009E7068"/>
    <w:rsid w:val="009E7854"/>
    <w:rsid w:val="009F7B6A"/>
    <w:rsid w:val="009F7E40"/>
    <w:rsid w:val="00A044B8"/>
    <w:rsid w:val="00A046FE"/>
    <w:rsid w:val="00A1178C"/>
    <w:rsid w:val="00A149DB"/>
    <w:rsid w:val="00A300D5"/>
    <w:rsid w:val="00A340E6"/>
    <w:rsid w:val="00A35235"/>
    <w:rsid w:val="00A3751F"/>
    <w:rsid w:val="00A413A2"/>
    <w:rsid w:val="00A42A2F"/>
    <w:rsid w:val="00A430AA"/>
    <w:rsid w:val="00A443EC"/>
    <w:rsid w:val="00A470F6"/>
    <w:rsid w:val="00A474A9"/>
    <w:rsid w:val="00A52CA3"/>
    <w:rsid w:val="00A53559"/>
    <w:rsid w:val="00A54C79"/>
    <w:rsid w:val="00A57351"/>
    <w:rsid w:val="00A57950"/>
    <w:rsid w:val="00A617EC"/>
    <w:rsid w:val="00A62408"/>
    <w:rsid w:val="00A6274B"/>
    <w:rsid w:val="00A62B55"/>
    <w:rsid w:val="00A630A5"/>
    <w:rsid w:val="00A64247"/>
    <w:rsid w:val="00A64B2F"/>
    <w:rsid w:val="00A6508E"/>
    <w:rsid w:val="00A66755"/>
    <w:rsid w:val="00A667A6"/>
    <w:rsid w:val="00A71F9C"/>
    <w:rsid w:val="00A73283"/>
    <w:rsid w:val="00A73B3D"/>
    <w:rsid w:val="00A73F62"/>
    <w:rsid w:val="00A745E9"/>
    <w:rsid w:val="00A76046"/>
    <w:rsid w:val="00A76065"/>
    <w:rsid w:val="00A76615"/>
    <w:rsid w:val="00A7735A"/>
    <w:rsid w:val="00A77C68"/>
    <w:rsid w:val="00A8019B"/>
    <w:rsid w:val="00A80766"/>
    <w:rsid w:val="00A81407"/>
    <w:rsid w:val="00A81BDA"/>
    <w:rsid w:val="00A826B2"/>
    <w:rsid w:val="00A8474C"/>
    <w:rsid w:val="00A84D27"/>
    <w:rsid w:val="00A90883"/>
    <w:rsid w:val="00A90B36"/>
    <w:rsid w:val="00A91C37"/>
    <w:rsid w:val="00A9317E"/>
    <w:rsid w:val="00A94C7F"/>
    <w:rsid w:val="00AA0F09"/>
    <w:rsid w:val="00AA6463"/>
    <w:rsid w:val="00AB083B"/>
    <w:rsid w:val="00AB0E86"/>
    <w:rsid w:val="00AB4682"/>
    <w:rsid w:val="00AC3C1D"/>
    <w:rsid w:val="00AD6881"/>
    <w:rsid w:val="00AE6FE7"/>
    <w:rsid w:val="00AE748F"/>
    <w:rsid w:val="00AE7FF4"/>
    <w:rsid w:val="00AF36F6"/>
    <w:rsid w:val="00AF3B4E"/>
    <w:rsid w:val="00AF6D4C"/>
    <w:rsid w:val="00B02E15"/>
    <w:rsid w:val="00B0476E"/>
    <w:rsid w:val="00B04DAD"/>
    <w:rsid w:val="00B05330"/>
    <w:rsid w:val="00B12C72"/>
    <w:rsid w:val="00B14193"/>
    <w:rsid w:val="00B171A3"/>
    <w:rsid w:val="00B21F71"/>
    <w:rsid w:val="00B225D2"/>
    <w:rsid w:val="00B334A0"/>
    <w:rsid w:val="00B3362A"/>
    <w:rsid w:val="00B36955"/>
    <w:rsid w:val="00B36B19"/>
    <w:rsid w:val="00B4255B"/>
    <w:rsid w:val="00B46C47"/>
    <w:rsid w:val="00B475AB"/>
    <w:rsid w:val="00B54583"/>
    <w:rsid w:val="00B56645"/>
    <w:rsid w:val="00B5710E"/>
    <w:rsid w:val="00B571F2"/>
    <w:rsid w:val="00B602E5"/>
    <w:rsid w:val="00B6082E"/>
    <w:rsid w:val="00B61DCA"/>
    <w:rsid w:val="00B6372A"/>
    <w:rsid w:val="00B726D8"/>
    <w:rsid w:val="00B72E03"/>
    <w:rsid w:val="00B755FC"/>
    <w:rsid w:val="00B82E4C"/>
    <w:rsid w:val="00B8675C"/>
    <w:rsid w:val="00B86996"/>
    <w:rsid w:val="00B86F65"/>
    <w:rsid w:val="00B912EF"/>
    <w:rsid w:val="00B916AE"/>
    <w:rsid w:val="00B93D56"/>
    <w:rsid w:val="00B95AFA"/>
    <w:rsid w:val="00BA166F"/>
    <w:rsid w:val="00BA1B74"/>
    <w:rsid w:val="00BA7560"/>
    <w:rsid w:val="00BB38CE"/>
    <w:rsid w:val="00BB3A89"/>
    <w:rsid w:val="00BB4A46"/>
    <w:rsid w:val="00BB78C5"/>
    <w:rsid w:val="00BB7DB2"/>
    <w:rsid w:val="00BC3098"/>
    <w:rsid w:val="00BC42BC"/>
    <w:rsid w:val="00BC4C24"/>
    <w:rsid w:val="00BC541B"/>
    <w:rsid w:val="00BD04E2"/>
    <w:rsid w:val="00BD253A"/>
    <w:rsid w:val="00BD35B5"/>
    <w:rsid w:val="00BD3802"/>
    <w:rsid w:val="00BD5470"/>
    <w:rsid w:val="00BE0B0A"/>
    <w:rsid w:val="00BE0FE6"/>
    <w:rsid w:val="00BE13A9"/>
    <w:rsid w:val="00BE3137"/>
    <w:rsid w:val="00BE4B4F"/>
    <w:rsid w:val="00BE57E5"/>
    <w:rsid w:val="00BE74BE"/>
    <w:rsid w:val="00BF0EA8"/>
    <w:rsid w:val="00BF32F6"/>
    <w:rsid w:val="00BF3C94"/>
    <w:rsid w:val="00BF444F"/>
    <w:rsid w:val="00BF47BE"/>
    <w:rsid w:val="00BF7797"/>
    <w:rsid w:val="00BF7D62"/>
    <w:rsid w:val="00C036EA"/>
    <w:rsid w:val="00C04407"/>
    <w:rsid w:val="00C04636"/>
    <w:rsid w:val="00C057DF"/>
    <w:rsid w:val="00C0604D"/>
    <w:rsid w:val="00C0614E"/>
    <w:rsid w:val="00C07298"/>
    <w:rsid w:val="00C120A9"/>
    <w:rsid w:val="00C1450C"/>
    <w:rsid w:val="00C1654D"/>
    <w:rsid w:val="00C1704F"/>
    <w:rsid w:val="00C22191"/>
    <w:rsid w:val="00C223C0"/>
    <w:rsid w:val="00C23860"/>
    <w:rsid w:val="00C2457F"/>
    <w:rsid w:val="00C30B06"/>
    <w:rsid w:val="00C31DDF"/>
    <w:rsid w:val="00C35AB2"/>
    <w:rsid w:val="00C41770"/>
    <w:rsid w:val="00C42986"/>
    <w:rsid w:val="00C45C7B"/>
    <w:rsid w:val="00C463B7"/>
    <w:rsid w:val="00C46D3B"/>
    <w:rsid w:val="00C46EE2"/>
    <w:rsid w:val="00C4746D"/>
    <w:rsid w:val="00C51492"/>
    <w:rsid w:val="00C52134"/>
    <w:rsid w:val="00C53F49"/>
    <w:rsid w:val="00C55FC0"/>
    <w:rsid w:val="00C565AD"/>
    <w:rsid w:val="00C57E0C"/>
    <w:rsid w:val="00C6050C"/>
    <w:rsid w:val="00C62C2C"/>
    <w:rsid w:val="00C67D49"/>
    <w:rsid w:val="00C71D2C"/>
    <w:rsid w:val="00C75DC8"/>
    <w:rsid w:val="00C75E47"/>
    <w:rsid w:val="00C76D09"/>
    <w:rsid w:val="00C80358"/>
    <w:rsid w:val="00C83F51"/>
    <w:rsid w:val="00C858EB"/>
    <w:rsid w:val="00C869C3"/>
    <w:rsid w:val="00C93A6C"/>
    <w:rsid w:val="00C94555"/>
    <w:rsid w:val="00C948EC"/>
    <w:rsid w:val="00CA0442"/>
    <w:rsid w:val="00CA1391"/>
    <w:rsid w:val="00CA15BD"/>
    <w:rsid w:val="00CA4854"/>
    <w:rsid w:val="00CA51D0"/>
    <w:rsid w:val="00CA56FC"/>
    <w:rsid w:val="00CA5C79"/>
    <w:rsid w:val="00CA6E18"/>
    <w:rsid w:val="00CB1A45"/>
    <w:rsid w:val="00CB519E"/>
    <w:rsid w:val="00CB5221"/>
    <w:rsid w:val="00CB5EDD"/>
    <w:rsid w:val="00CB6F9E"/>
    <w:rsid w:val="00CB72D3"/>
    <w:rsid w:val="00CB765A"/>
    <w:rsid w:val="00CC13CF"/>
    <w:rsid w:val="00CC6D0B"/>
    <w:rsid w:val="00CD13A8"/>
    <w:rsid w:val="00CD19A2"/>
    <w:rsid w:val="00CD2869"/>
    <w:rsid w:val="00CD40C8"/>
    <w:rsid w:val="00CD6863"/>
    <w:rsid w:val="00CD73B4"/>
    <w:rsid w:val="00CD77F8"/>
    <w:rsid w:val="00CE53F6"/>
    <w:rsid w:val="00CF182C"/>
    <w:rsid w:val="00CF222F"/>
    <w:rsid w:val="00CF4CFA"/>
    <w:rsid w:val="00CF5CAF"/>
    <w:rsid w:val="00CF6B83"/>
    <w:rsid w:val="00D0375C"/>
    <w:rsid w:val="00D04E5F"/>
    <w:rsid w:val="00D12D4E"/>
    <w:rsid w:val="00D16417"/>
    <w:rsid w:val="00D176D0"/>
    <w:rsid w:val="00D21C0F"/>
    <w:rsid w:val="00D222F3"/>
    <w:rsid w:val="00D26E1D"/>
    <w:rsid w:val="00D33B10"/>
    <w:rsid w:val="00D347D4"/>
    <w:rsid w:val="00D3569B"/>
    <w:rsid w:val="00D37216"/>
    <w:rsid w:val="00D408EF"/>
    <w:rsid w:val="00D41EB0"/>
    <w:rsid w:val="00D42594"/>
    <w:rsid w:val="00D42D00"/>
    <w:rsid w:val="00D42D2F"/>
    <w:rsid w:val="00D44CCF"/>
    <w:rsid w:val="00D44DD9"/>
    <w:rsid w:val="00D45179"/>
    <w:rsid w:val="00D50177"/>
    <w:rsid w:val="00D52C10"/>
    <w:rsid w:val="00D60533"/>
    <w:rsid w:val="00D61E20"/>
    <w:rsid w:val="00D636FA"/>
    <w:rsid w:val="00D63C93"/>
    <w:rsid w:val="00D659A5"/>
    <w:rsid w:val="00D7214C"/>
    <w:rsid w:val="00D74674"/>
    <w:rsid w:val="00D7617A"/>
    <w:rsid w:val="00D76661"/>
    <w:rsid w:val="00D8189F"/>
    <w:rsid w:val="00D86AAA"/>
    <w:rsid w:val="00D9267A"/>
    <w:rsid w:val="00D947A4"/>
    <w:rsid w:val="00D9539D"/>
    <w:rsid w:val="00D95977"/>
    <w:rsid w:val="00D972CD"/>
    <w:rsid w:val="00DA1594"/>
    <w:rsid w:val="00DA1D78"/>
    <w:rsid w:val="00DB24EF"/>
    <w:rsid w:val="00DB2802"/>
    <w:rsid w:val="00DB2E20"/>
    <w:rsid w:val="00DB35E4"/>
    <w:rsid w:val="00DB4635"/>
    <w:rsid w:val="00DB4B71"/>
    <w:rsid w:val="00DB7216"/>
    <w:rsid w:val="00DC3181"/>
    <w:rsid w:val="00DC45D2"/>
    <w:rsid w:val="00DD1B31"/>
    <w:rsid w:val="00DD57CF"/>
    <w:rsid w:val="00DD57EB"/>
    <w:rsid w:val="00DE1B54"/>
    <w:rsid w:val="00DF0FC3"/>
    <w:rsid w:val="00DF6386"/>
    <w:rsid w:val="00DF68D4"/>
    <w:rsid w:val="00E04D69"/>
    <w:rsid w:val="00E054A5"/>
    <w:rsid w:val="00E11256"/>
    <w:rsid w:val="00E11907"/>
    <w:rsid w:val="00E12E1D"/>
    <w:rsid w:val="00E147A6"/>
    <w:rsid w:val="00E14F51"/>
    <w:rsid w:val="00E1615F"/>
    <w:rsid w:val="00E24734"/>
    <w:rsid w:val="00E24DB4"/>
    <w:rsid w:val="00E252AD"/>
    <w:rsid w:val="00E259DB"/>
    <w:rsid w:val="00E25A9B"/>
    <w:rsid w:val="00E27F52"/>
    <w:rsid w:val="00E345E4"/>
    <w:rsid w:val="00E362F5"/>
    <w:rsid w:val="00E36FCB"/>
    <w:rsid w:val="00E42DA6"/>
    <w:rsid w:val="00E45398"/>
    <w:rsid w:val="00E46252"/>
    <w:rsid w:val="00E50E58"/>
    <w:rsid w:val="00E5480D"/>
    <w:rsid w:val="00E55E9D"/>
    <w:rsid w:val="00E65F2D"/>
    <w:rsid w:val="00E715C4"/>
    <w:rsid w:val="00E7781C"/>
    <w:rsid w:val="00E77A2D"/>
    <w:rsid w:val="00E85B23"/>
    <w:rsid w:val="00E875EB"/>
    <w:rsid w:val="00E93EED"/>
    <w:rsid w:val="00E95A6C"/>
    <w:rsid w:val="00E9613F"/>
    <w:rsid w:val="00E9700D"/>
    <w:rsid w:val="00EA6920"/>
    <w:rsid w:val="00EB1C95"/>
    <w:rsid w:val="00EB513E"/>
    <w:rsid w:val="00EB533E"/>
    <w:rsid w:val="00EB6C99"/>
    <w:rsid w:val="00EB7939"/>
    <w:rsid w:val="00EC016A"/>
    <w:rsid w:val="00EC36C3"/>
    <w:rsid w:val="00EC4066"/>
    <w:rsid w:val="00ED4513"/>
    <w:rsid w:val="00ED46E8"/>
    <w:rsid w:val="00ED5EC6"/>
    <w:rsid w:val="00ED7EE5"/>
    <w:rsid w:val="00EE43B7"/>
    <w:rsid w:val="00EE60C1"/>
    <w:rsid w:val="00EE669E"/>
    <w:rsid w:val="00EE7001"/>
    <w:rsid w:val="00EF02F1"/>
    <w:rsid w:val="00EF2DB7"/>
    <w:rsid w:val="00EF35F3"/>
    <w:rsid w:val="00EF369B"/>
    <w:rsid w:val="00EF42E8"/>
    <w:rsid w:val="00EF6EDA"/>
    <w:rsid w:val="00EF74CF"/>
    <w:rsid w:val="00F003FE"/>
    <w:rsid w:val="00F00E39"/>
    <w:rsid w:val="00F01004"/>
    <w:rsid w:val="00F02D16"/>
    <w:rsid w:val="00F0357E"/>
    <w:rsid w:val="00F06B2A"/>
    <w:rsid w:val="00F1177E"/>
    <w:rsid w:val="00F1221B"/>
    <w:rsid w:val="00F17B1D"/>
    <w:rsid w:val="00F17F8F"/>
    <w:rsid w:val="00F211EE"/>
    <w:rsid w:val="00F316EB"/>
    <w:rsid w:val="00F47C71"/>
    <w:rsid w:val="00F516CB"/>
    <w:rsid w:val="00F52BC9"/>
    <w:rsid w:val="00F53863"/>
    <w:rsid w:val="00F53E7E"/>
    <w:rsid w:val="00F6102A"/>
    <w:rsid w:val="00F61AB8"/>
    <w:rsid w:val="00F61F08"/>
    <w:rsid w:val="00F622CF"/>
    <w:rsid w:val="00F62A87"/>
    <w:rsid w:val="00F62E14"/>
    <w:rsid w:val="00F63921"/>
    <w:rsid w:val="00F64E73"/>
    <w:rsid w:val="00F65B08"/>
    <w:rsid w:val="00F65F35"/>
    <w:rsid w:val="00F6661E"/>
    <w:rsid w:val="00F66825"/>
    <w:rsid w:val="00F67059"/>
    <w:rsid w:val="00F74141"/>
    <w:rsid w:val="00F8149F"/>
    <w:rsid w:val="00F83337"/>
    <w:rsid w:val="00F844CA"/>
    <w:rsid w:val="00F87CA6"/>
    <w:rsid w:val="00F921DB"/>
    <w:rsid w:val="00FA175D"/>
    <w:rsid w:val="00FA178C"/>
    <w:rsid w:val="00FA1DAF"/>
    <w:rsid w:val="00FA2FDB"/>
    <w:rsid w:val="00FA52BF"/>
    <w:rsid w:val="00FA7128"/>
    <w:rsid w:val="00FB1404"/>
    <w:rsid w:val="00FB3EFD"/>
    <w:rsid w:val="00FB487F"/>
    <w:rsid w:val="00FB51F4"/>
    <w:rsid w:val="00FB5B11"/>
    <w:rsid w:val="00FB69BC"/>
    <w:rsid w:val="00FC0499"/>
    <w:rsid w:val="00FC2B3D"/>
    <w:rsid w:val="00FC55A0"/>
    <w:rsid w:val="00FD17BA"/>
    <w:rsid w:val="00FD2D4A"/>
    <w:rsid w:val="00FE1746"/>
    <w:rsid w:val="00FE2948"/>
    <w:rsid w:val="00FE6161"/>
    <w:rsid w:val="00FE63AB"/>
    <w:rsid w:val="00FE66AB"/>
    <w:rsid w:val="00FF14B8"/>
    <w:rsid w:val="00FF1D10"/>
    <w:rsid w:val="00FF2C05"/>
    <w:rsid w:val="00FF4842"/>
    <w:rsid w:val="00FF4D5C"/>
    <w:rsid w:val="00FF5F1B"/>
    <w:rsid w:val="00FF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FA6BA0-77D0-4ED5-B747-2496B1279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5E9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F444F"/>
    <w:pPr>
      <w:keepNext/>
      <w:tabs>
        <w:tab w:val="center" w:pos="2268"/>
      </w:tabs>
      <w:spacing w:after="0" w:line="240" w:lineRule="auto"/>
      <w:ind w:right="141"/>
      <w:jc w:val="both"/>
      <w:outlineLvl w:val="0"/>
    </w:pPr>
    <w:rPr>
      <w:rFonts w:ascii="Times New Roman" w:eastAsia="Times New Roman" w:hAnsi="Times New Roman"/>
      <w:b/>
      <w:bCs/>
      <w:spacing w:val="-8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1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7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1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7EC"/>
  </w:style>
  <w:style w:type="paragraph" w:styleId="Footer">
    <w:name w:val="footer"/>
    <w:basedOn w:val="Normal"/>
    <w:link w:val="FooterChar"/>
    <w:uiPriority w:val="99"/>
    <w:unhideWhenUsed/>
    <w:rsid w:val="00A61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7EC"/>
  </w:style>
  <w:style w:type="paragraph" w:styleId="ListParagraph">
    <w:name w:val="List Paragraph"/>
    <w:basedOn w:val="Normal"/>
    <w:link w:val="ListParagraphChar"/>
    <w:uiPriority w:val="34"/>
    <w:qFormat/>
    <w:rsid w:val="007009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3C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D3D7C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BF444F"/>
    <w:rPr>
      <w:rFonts w:ascii="Times New Roman" w:eastAsia="Times New Roman" w:hAnsi="Times New Roman"/>
      <w:b/>
      <w:bCs/>
      <w:spacing w:val="-8"/>
      <w:sz w:val="24"/>
      <w:szCs w:val="24"/>
      <w:lang w:val="sr-Cyrl-CS" w:eastAsia="en-US"/>
    </w:rPr>
  </w:style>
  <w:style w:type="paragraph" w:styleId="BodyText">
    <w:name w:val="Body Text"/>
    <w:basedOn w:val="Normal"/>
    <w:link w:val="BodyTextChar"/>
    <w:uiPriority w:val="99"/>
    <w:unhideWhenUsed/>
    <w:rsid w:val="00BF44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F444F"/>
    <w:rPr>
      <w:sz w:val="22"/>
      <w:szCs w:val="22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F444F"/>
    <w:rPr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BF44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dulos\AppData\Local\Microsoft\Windows\Temporary%20Internet%20Files\Content.Outlook\J8IZGNL3\PD-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PD-013</Template>
  <TotalTime>0</TotalTime>
  <Pages>2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Sonja Abdulovski</dc:creator>
  <cp:lastModifiedBy>Mirjana Crnjak</cp:lastModifiedBy>
  <cp:revision>2</cp:revision>
  <cp:lastPrinted>2020-11-30T10:00:00Z</cp:lastPrinted>
  <dcterms:created xsi:type="dcterms:W3CDTF">2020-11-30T10:00:00Z</dcterms:created>
  <dcterms:modified xsi:type="dcterms:W3CDTF">2020-11-30T10:00:00Z</dcterms:modified>
</cp:coreProperties>
</file>