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F3" w:rsidRPr="00163D61" w:rsidRDefault="001821F3" w:rsidP="001821F3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Cyrl-BA"/>
        </w:rPr>
      </w:pPr>
      <w:bookmarkStart w:id="0" w:name="_GoBack"/>
      <w:bookmarkEnd w:id="0"/>
    </w:p>
    <w:p w:rsidR="00903D33" w:rsidRPr="00A474A9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20</w:t>
      </w:r>
    </w:p>
    <w:p w:rsidR="00903D33" w:rsidRPr="00C223C0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Sarajevo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BA"/>
        </w:rPr>
        <w:t>1</w:t>
      </w:r>
      <w:r w:rsidR="00D44CCF">
        <w:rPr>
          <w:rFonts w:ascii="Times New Roman" w:hAnsi="Times New Roman"/>
          <w:noProof/>
          <w:sz w:val="24"/>
          <w:szCs w:val="24"/>
          <w:lang w:val="sr-Latn-BA"/>
        </w:rPr>
        <w:t>2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BA"/>
        </w:rPr>
        <w:t>10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2020.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105EF" w:rsidRDefault="00BF444F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</w:t>
      </w:r>
    </w:p>
    <w:p w:rsidR="00BF444F" w:rsidRDefault="00D44CCF" w:rsidP="00840E53">
      <w:pPr>
        <w:pStyle w:val="Heading1"/>
        <w:tabs>
          <w:tab w:val="clear" w:pos="2268"/>
          <w:tab w:val="center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7</w:t>
      </w:r>
      <w:r w:rsidR="00BF444F" w:rsidRPr="00880BB9">
        <w:rPr>
          <w:noProof/>
          <w:lang w:val="sr-Latn-CS"/>
        </w:rPr>
        <w:t xml:space="preserve">. </w:t>
      </w:r>
      <w:r w:rsidR="00BF444F">
        <w:rPr>
          <w:noProof/>
          <w:lang w:val="sr-Latn-CS"/>
        </w:rPr>
        <w:t>sjednice</w:t>
      </w:r>
      <w:r w:rsidR="00BF444F" w:rsidRPr="00880BB9">
        <w:rPr>
          <w:noProof/>
          <w:lang w:val="sr-Latn-CS"/>
        </w:rPr>
        <w:t xml:space="preserve"> </w:t>
      </w:r>
      <w:r w:rsidR="00840E53">
        <w:rPr>
          <w:noProof/>
          <w:lang w:val="sr-Latn-CS"/>
        </w:rPr>
        <w:t>Povjerenstva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za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vanjsku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trgovinu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i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carine</w:t>
      </w:r>
    </w:p>
    <w:p w:rsidR="00BF444F" w:rsidRDefault="00840E53" w:rsidP="00840E53">
      <w:pPr>
        <w:pStyle w:val="Heading1"/>
        <w:tabs>
          <w:tab w:val="clear" w:pos="2268"/>
          <w:tab w:val="center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Zastupnič</w:t>
      </w:r>
      <w:r w:rsidR="00BF444F">
        <w:rPr>
          <w:noProof/>
          <w:lang w:val="sr-Latn-CS"/>
        </w:rPr>
        <w:t>kog</w:t>
      </w:r>
      <w:r w:rsidR="00BF444F" w:rsidRPr="00880BB9">
        <w:rPr>
          <w:noProof/>
          <w:lang w:val="sr-Latn-CS"/>
        </w:rPr>
        <w:t xml:space="preserve"> </w:t>
      </w:r>
      <w:r w:rsidR="002D324B">
        <w:rPr>
          <w:noProof/>
          <w:lang w:val="sr-Latn-CS"/>
        </w:rPr>
        <w:t xml:space="preserve">doma </w:t>
      </w:r>
      <w:r w:rsidR="00BF444F">
        <w:rPr>
          <w:noProof/>
          <w:lang w:val="sr-Latn-CS"/>
        </w:rPr>
        <w:t>Parlamentarne</w:t>
      </w:r>
      <w:r w:rsidR="00BF444F" w:rsidRPr="00880BB9">
        <w:rPr>
          <w:noProof/>
          <w:lang w:val="sr-Latn-CS"/>
        </w:rPr>
        <w:t xml:space="preserve">  </w:t>
      </w:r>
      <w:r w:rsidR="00BF444F">
        <w:rPr>
          <w:noProof/>
          <w:lang w:val="sr-Latn-CS"/>
        </w:rPr>
        <w:t>skupštine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BiH</w:t>
      </w:r>
      <w:r w:rsidR="00BF444F" w:rsidRPr="00880BB9">
        <w:rPr>
          <w:noProof/>
          <w:lang w:val="sr-Latn-CS"/>
        </w:rPr>
        <w:t>,</w:t>
      </w:r>
    </w:p>
    <w:p w:rsidR="00BF444F" w:rsidRPr="00880BB9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</w:t>
      </w:r>
      <w:r w:rsidR="00C76D09">
        <w:rPr>
          <w:noProof/>
          <w:lang w:val="sr-Latn-CS"/>
        </w:rPr>
        <w:t>održane</w:t>
      </w:r>
      <w:r w:rsidRPr="00880BB9">
        <w:rPr>
          <w:noProof/>
          <w:lang w:val="sr-Latn-CS"/>
        </w:rPr>
        <w:t xml:space="preserve"> </w:t>
      </w:r>
      <w:r w:rsidR="001E1045">
        <w:rPr>
          <w:noProof/>
          <w:lang w:val="sr-Latn-CS"/>
        </w:rPr>
        <w:t>1</w:t>
      </w:r>
      <w:r w:rsidR="00D44CCF">
        <w:rPr>
          <w:noProof/>
          <w:lang w:val="sr-Latn-CS"/>
        </w:rPr>
        <w:t>2</w:t>
      </w:r>
      <w:r w:rsidRPr="00880BB9">
        <w:rPr>
          <w:noProof/>
          <w:lang w:val="sr-Latn-CS"/>
        </w:rPr>
        <w:t xml:space="preserve">. </w:t>
      </w:r>
      <w:r w:rsidR="00D44CCF">
        <w:rPr>
          <w:noProof/>
          <w:lang w:val="sr-Latn-CS"/>
        </w:rPr>
        <w:t>10</w:t>
      </w:r>
      <w:r w:rsidRPr="00880BB9">
        <w:rPr>
          <w:noProof/>
          <w:lang w:val="sr-Latn-CS"/>
        </w:rPr>
        <w:t>. 20</w:t>
      </w:r>
      <w:r>
        <w:rPr>
          <w:noProof/>
          <w:lang w:val="sr-Latn-CS"/>
        </w:rPr>
        <w:t>20</w:t>
      </w:r>
      <w:r w:rsidRPr="00880BB9">
        <w:rPr>
          <w:noProof/>
          <w:lang w:val="sr-Latn-CS"/>
        </w:rPr>
        <w:t xml:space="preserve">. </w:t>
      </w:r>
    </w:p>
    <w:p w:rsidR="00BF444F" w:rsidRPr="00880BB9" w:rsidRDefault="00BF444F" w:rsidP="00BF444F">
      <w:pPr>
        <w:rPr>
          <w:noProof/>
          <w:lang w:val="sr-Latn-CS"/>
        </w:rPr>
      </w:pPr>
    </w:p>
    <w:p w:rsidR="000D5AC8" w:rsidRPr="00880BB9" w:rsidRDefault="00EB533E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jednicu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za vanjsku trgovinu i carine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Zastupnič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kog doma Parlamentarne skupštine BiH (u dalj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em tekstu: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Povjerenstvo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) sazvao je Dragan Bogdanić,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predsjedatelj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1045" w:rsidRPr="00880BB9" w:rsidRDefault="001E1045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10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A7609" w:rsidRDefault="00EB533E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bi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A7F07">
        <w:rPr>
          <w:rFonts w:ascii="Times New Roman" w:hAnsi="Times New Roman"/>
          <w:noProof/>
          <w:sz w:val="24"/>
          <w:szCs w:val="24"/>
          <w:lang w:val="sr-Latn-CS"/>
        </w:rPr>
        <w:t xml:space="preserve"> naz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očni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063F3B">
        <w:rPr>
          <w:rFonts w:ascii="Times New Roman" w:hAnsi="Times New Roman"/>
          <w:noProof/>
          <w:sz w:val="24"/>
          <w:szCs w:val="24"/>
          <w:lang w:val="sr-Latn-CS"/>
        </w:rPr>
        <w:t>Dragan Bogdanić, Mijo Matanović,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Edin Mušić, </w:t>
      </w:r>
      <w:r w:rsidR="00063F3B">
        <w:rPr>
          <w:rFonts w:ascii="Times New Roman" w:hAnsi="Times New Roman"/>
          <w:noProof/>
          <w:sz w:val="24"/>
          <w:szCs w:val="24"/>
          <w:lang w:val="sr-Latn-CS"/>
        </w:rPr>
        <w:t>Šemsudin Mehmedović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i Enver Bijedić. </w:t>
      </w:r>
    </w:p>
    <w:p w:rsidR="00D44CCF" w:rsidRDefault="00D45179" w:rsidP="00D44CC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 opravdano 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 xml:space="preserve"> bili nazočn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Mirko Šarović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>, Nenad Stevandić,</w:t>
      </w:r>
      <w:r w:rsidR="00D44CCF" w:rsidRP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Zukan Helez i Damir Arnaut. </w:t>
      </w:r>
    </w:p>
    <w:p w:rsidR="00FE1746" w:rsidRDefault="00FE1746" w:rsidP="00D44CC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u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 izvjesti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telj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 xml:space="preserve">nazočan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Dušan Nešković,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pomoćnik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7F07">
        <w:rPr>
          <w:rFonts w:ascii="Times New Roman" w:hAnsi="Times New Roman"/>
          <w:noProof/>
          <w:sz w:val="24"/>
          <w:szCs w:val="24"/>
          <w:lang w:val="sr-Latn-CS"/>
        </w:rPr>
        <w:t xml:space="preserve">ministra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vanjske trgovine i ekono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mskih odnosa BiH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E1746" w:rsidRDefault="00FE1746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65FE7" w:rsidRDefault="00A149DB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 takođe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 xml:space="preserve"> bi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 xml:space="preserve"> nazočni: Mirjana Crnjak, tajnic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za </w:t>
      </w:r>
      <w:r w:rsidR="00721B54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>trgovinu i carine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i Nenad Pandurević, tajnik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 xml:space="preserve"> za vanjsk</w:t>
      </w:r>
      <w:r w:rsidR="001730DE">
        <w:rPr>
          <w:rFonts w:ascii="Times New Roman" w:hAnsi="Times New Roman"/>
          <w:noProof/>
          <w:sz w:val="24"/>
          <w:szCs w:val="24"/>
          <w:lang w:val="sr-Latn-CS"/>
        </w:rPr>
        <w:t xml:space="preserve">u i 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>trgovinsku politiku, carine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, promet</w:t>
      </w:r>
      <w:r w:rsidR="001730D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i vez</w:t>
      </w:r>
      <w:r w:rsidR="002D324B">
        <w:rPr>
          <w:rFonts w:ascii="Times New Roman" w:hAnsi="Times New Roman"/>
          <w:noProof/>
          <w:sz w:val="24"/>
          <w:szCs w:val="24"/>
          <w:lang w:val="sr-Latn-CS"/>
        </w:rPr>
        <w:t>e Doma n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>aroda Parlamentarne skupštine BiH.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65FE7" w:rsidRPr="00D45179" w:rsidRDefault="00765FE7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B38CE" w:rsidRPr="00B4255B" w:rsidRDefault="00840E53" w:rsidP="00BB38CE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Predsjedatelj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430AA">
        <w:rPr>
          <w:rFonts w:ascii="Times New Roman" w:hAnsi="Times New Roman"/>
          <w:noProof/>
          <w:sz w:val="24"/>
          <w:szCs w:val="24"/>
          <w:lang w:val="sr-Latn-CS"/>
        </w:rPr>
        <w:t xml:space="preserve">Dragan Bogdanić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otvorio je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. sjednicu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i konstat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ira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da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postoji k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vorum</w:t>
      </w:r>
      <w:r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jer </w:t>
      </w:r>
      <w:r>
        <w:rPr>
          <w:rFonts w:ascii="Times New Roman" w:hAnsi="Times New Roman"/>
          <w:noProof/>
          <w:sz w:val="24"/>
          <w:szCs w:val="24"/>
          <w:lang w:val="sr-Latn-CS"/>
        </w:rPr>
        <w:t>je sjednici nazočno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 xml:space="preserve">pet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ukupno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devet članova</w:t>
      </w:r>
      <w:r w:rsidR="00A430A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444F" w:rsidRPr="00880BB9" w:rsidRDefault="00D42D2F" w:rsidP="00BF444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Za sjednicu je predložen sljedeći </w:t>
      </w:r>
      <w:r w:rsidR="00BF444F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F444F" w:rsidRDefault="00BF444F" w:rsidP="00BB38CE">
      <w:pPr>
        <w:tabs>
          <w:tab w:val="left" w:pos="709"/>
        </w:tabs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E67C3">
        <w:rPr>
          <w:rFonts w:ascii="Times New Roman" w:hAnsi="Times New Roman"/>
          <w:b/>
          <w:noProof/>
          <w:sz w:val="24"/>
          <w:szCs w:val="24"/>
          <w:lang w:val="sr-Latn-CS"/>
        </w:rPr>
        <w:t>D N E V N I   R E D</w:t>
      </w:r>
    </w:p>
    <w:p w:rsidR="00F0357E" w:rsidRDefault="00F0357E" w:rsidP="00F0357E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6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sjednice</w:t>
      </w:r>
      <w:r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F0357E" w:rsidRPr="000A3DC4" w:rsidRDefault="00840E53" w:rsidP="000A3DC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Razmatranje Prijedloga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izvješća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o realizaciji Strateškog plana ruralnog razvoja BiH (2018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-2021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)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– 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Okvirni dokument u 2018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 godini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podnositelj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: Ministarstvo vanjske trgovine i ekonomskih odnosa BiH, broj: 01,02-50-18-1795/20 od 9.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9.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2020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 w:rsidR="000A3DC4"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; </w:t>
      </w:r>
    </w:p>
    <w:p w:rsidR="00F0357E" w:rsidRDefault="00F0357E" w:rsidP="00F0357E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>Tekuća</w:t>
      </w:r>
      <w:r w:rsidRPr="00903D3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903D3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0357E" w:rsidRPr="00BB38CE" w:rsidRDefault="00F0357E" w:rsidP="00F0357E">
      <w:pPr>
        <w:tabs>
          <w:tab w:val="left" w:pos="709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76D09" w:rsidRPr="00566748" w:rsidRDefault="00C76D09" w:rsidP="00D45179">
      <w:pPr>
        <w:pStyle w:val="NoSpacing"/>
        <w:spacing w:line="276" w:lineRule="auto"/>
        <w:ind w:left="360"/>
        <w:jc w:val="both"/>
        <w:rPr>
          <w:color w:val="000000" w:themeColor="text1"/>
        </w:rPr>
      </w:pPr>
    </w:p>
    <w:p w:rsidR="00BF444F" w:rsidRDefault="00840E53" w:rsidP="00BF444F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Ad.</w:t>
      </w:r>
      <w:r w:rsidR="00B171A3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F6682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F444F">
        <w:rPr>
          <w:rFonts w:ascii="Times New Roman" w:hAnsi="Times New Roman"/>
          <w:b/>
          <w:noProof/>
          <w:sz w:val="24"/>
          <w:szCs w:val="24"/>
          <w:lang w:val="sr-Latn-CS"/>
        </w:rPr>
        <w:t>Usvajanje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BF444F">
        <w:rPr>
          <w:rFonts w:ascii="Times New Roman" w:hAnsi="Times New Roman"/>
          <w:b/>
          <w:noProof/>
          <w:sz w:val="24"/>
          <w:szCs w:val="24"/>
          <w:lang w:val="sr-Latn-CS"/>
        </w:rPr>
        <w:t>Zapisnika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z w:val="24"/>
          <w:szCs w:val="24"/>
          <w:lang w:val="sr-Latn-CS"/>
        </w:rPr>
        <w:t>6</w:t>
      </w:r>
      <w:r w:rsidR="00B171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08015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sjednice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</w:p>
    <w:p w:rsidR="00080156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171A3" w:rsidRDefault="00EB533E" w:rsidP="00B171A3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 Z</w:t>
      </w:r>
      <w:r w:rsidR="00B171A3">
        <w:rPr>
          <w:rFonts w:ascii="Times New Roman" w:hAnsi="Times New Roman"/>
          <w:noProof/>
          <w:sz w:val="24"/>
          <w:szCs w:val="24"/>
          <w:lang w:val="sr-Latn-CS"/>
        </w:rPr>
        <w:t xml:space="preserve">apisnik </w:t>
      </w:r>
      <w:r w:rsidR="000A3DC4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B171A3">
        <w:rPr>
          <w:rFonts w:ascii="Times New Roman" w:hAnsi="Times New Roman"/>
          <w:noProof/>
          <w:sz w:val="24"/>
          <w:szCs w:val="24"/>
          <w:lang w:val="sr-Latn-CS"/>
        </w:rPr>
        <w:t>. sjedni</w:t>
      </w:r>
      <w:r w:rsidR="00DB24EF">
        <w:rPr>
          <w:rFonts w:ascii="Times New Roman" w:hAnsi="Times New Roman"/>
          <w:noProof/>
          <w:sz w:val="24"/>
          <w:szCs w:val="24"/>
          <w:lang w:val="sr-Latn-CS"/>
        </w:rPr>
        <w:t xml:space="preserve">ce 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nije bilo primjed</w:t>
      </w:r>
      <w:r w:rsidR="00840E53">
        <w:rPr>
          <w:rFonts w:ascii="Times New Roman" w:hAnsi="Times New Roman"/>
          <w:noProof/>
          <w:sz w:val="24"/>
          <w:szCs w:val="24"/>
          <w:lang w:val="sr-Latn-CS"/>
        </w:rPr>
        <w:t>aba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te</w:t>
      </w:r>
      <w:r w:rsidR="00DB24EF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jednoglasno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usvojen.</w:t>
      </w:r>
      <w:r w:rsidR="00C76D0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F444F" w:rsidRPr="00080156" w:rsidRDefault="00BF444F" w:rsidP="00BF444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A3DC4" w:rsidRDefault="00BF444F" w:rsidP="005A7F07">
      <w:pPr>
        <w:pStyle w:val="NoSpacing"/>
        <w:ind w:left="630" w:hanging="630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A</w:t>
      </w:r>
      <w:r w:rsidR="008F13F7"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d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.</w:t>
      </w:r>
      <w:r w:rsidR="00B171A3"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Razmatranje Prijedloga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izvješća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o realizaciji Strateškog plana ruralnog razvoja BiH (2018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.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-2021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.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)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– 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Okvirni dokument u 2018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. godini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, 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podnositelj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: Ministarstvo vanjske trgovine i ekonomskih odnosa BiH, broj: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01,02-50-18-1795/20 od 9.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9.</w:t>
      </w:r>
      <w:r w:rsidR="00840E5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2020.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</w:p>
    <w:p w:rsidR="007760FA" w:rsidRDefault="007760FA" w:rsidP="000A3DC4">
      <w:pPr>
        <w:pStyle w:val="NoSpacing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:rsidR="00D222F3" w:rsidRDefault="00840E53" w:rsidP="008A38B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Predsjedatelj</w:t>
      </w:r>
      <w:r w:rsidR="007760F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Povjerenstva</w:t>
      </w:r>
      <w:r w:rsidR="007760F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Dragan Bogdanić na početku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razmatranja ove točke podsjetio </w:t>
      </w:r>
      <w:r w:rsidR="00A06A22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je </w:t>
      </w:r>
      <w:r w:rsidR="007760F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članove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Povjerenstva</w:t>
      </w:r>
      <w:r w:rsidR="007760FA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da je 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Vijeće</w:t>
      </w:r>
      <w:r w:rsidR="00D222F3">
        <w:rPr>
          <w:rFonts w:ascii="Times New Roman" w:hAnsi="Times New Roman"/>
          <w:b/>
          <w:noProof/>
          <w:spacing w:val="-8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ministara BiH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na 13. sjednici</w:t>
      </w:r>
      <w:r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održanoj 23. 7. 2020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222F3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>
        <w:rPr>
          <w:rFonts w:ascii="Times New Roman" w:hAnsi="Times New Roman"/>
          <w:noProof/>
          <w:sz w:val="24"/>
          <w:szCs w:val="24"/>
          <w:lang w:val="sr-Latn-CS"/>
        </w:rPr>
        <w:t>lo</w:t>
      </w:r>
      <w:r w:rsidR="00D222F3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Prijedlog 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izvješća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o realizaciji Strateškog plana ruralnog razvoja Bosne i Hercegovine (2018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-2021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) </w:t>
      </w:r>
      <w:r w:rsidR="00A06A22">
        <w:rPr>
          <w:rFonts w:ascii="Times New Roman" w:hAnsi="Times New Roman"/>
          <w:noProof/>
          <w:spacing w:val="-8"/>
          <w:sz w:val="24"/>
          <w:szCs w:val="24"/>
          <w:lang w:val="sr-Latn-CS"/>
        </w:rPr>
        <w:t>–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Okvirni dokument u 2018.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godini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, te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zaduž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>i</w:t>
      </w:r>
      <w:r>
        <w:rPr>
          <w:rFonts w:ascii="Times New Roman" w:hAnsi="Times New Roman"/>
          <w:noProof/>
          <w:sz w:val="24"/>
          <w:szCs w:val="24"/>
          <w:lang w:val="bs-Latn-BA"/>
        </w:rPr>
        <w:t>l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o Ministarstvo vanjske trgovine i ekono</w:t>
      </w:r>
      <w:r>
        <w:rPr>
          <w:rFonts w:ascii="Times New Roman" w:hAnsi="Times New Roman"/>
          <w:noProof/>
          <w:sz w:val="24"/>
          <w:szCs w:val="24"/>
          <w:lang w:val="sr-Latn-CS"/>
        </w:rPr>
        <w:t>mskih odnosa BiH za njegovu dostavu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Parlamentarn</w:t>
      </w:r>
      <w:r>
        <w:rPr>
          <w:rFonts w:ascii="Times New Roman" w:hAnsi="Times New Roman"/>
          <w:noProof/>
          <w:sz w:val="24"/>
          <w:szCs w:val="24"/>
          <w:lang w:val="sr-Latn-CS"/>
        </w:rPr>
        <w:t>oj skupštini Bi</w:t>
      </w:r>
      <w:r w:rsidR="00A06A22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 xml:space="preserve">. Ministarstvo je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9. 9. 2020. </w:t>
      </w:r>
      <w:r>
        <w:rPr>
          <w:rFonts w:ascii="Times New Roman" w:hAnsi="Times New Roman"/>
          <w:noProof/>
          <w:sz w:val="24"/>
          <w:szCs w:val="24"/>
          <w:lang w:val="sr-Cyrl-BA"/>
        </w:rPr>
        <w:t>dostavilo navedeno izvješće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Parlamentarnoj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skupštini BiH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na razmatranje.  </w:t>
      </w:r>
    </w:p>
    <w:p w:rsidR="00D222F3" w:rsidRDefault="00D222F3" w:rsidP="008A38B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22F3" w:rsidRDefault="00D222F3" w:rsidP="008A38BF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BA"/>
        </w:rPr>
        <w:t>Kolegij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40E53">
        <w:rPr>
          <w:rFonts w:ascii="Times New Roman" w:hAnsi="Times New Roman"/>
          <w:sz w:val="24"/>
          <w:szCs w:val="24"/>
          <w:lang w:val="sr-Latn-BA"/>
        </w:rPr>
        <w:t>Zastupnič</w:t>
      </w:r>
      <w:r>
        <w:rPr>
          <w:rFonts w:ascii="Times New Roman" w:hAnsi="Times New Roman"/>
          <w:sz w:val="24"/>
          <w:szCs w:val="24"/>
          <w:lang w:val="sr-Latn-BA"/>
        </w:rPr>
        <w:t>kog doma Parlamentar</w:t>
      </w:r>
      <w:r w:rsidR="00840E53">
        <w:rPr>
          <w:rFonts w:ascii="Times New Roman" w:hAnsi="Times New Roman"/>
          <w:sz w:val="24"/>
          <w:szCs w:val="24"/>
          <w:lang w:val="sr-Latn-BA"/>
        </w:rPr>
        <w:t>ne skupštine BiH</w:t>
      </w:r>
      <w:r>
        <w:rPr>
          <w:rFonts w:ascii="Times New Roman" w:hAnsi="Times New Roman"/>
          <w:sz w:val="24"/>
          <w:szCs w:val="24"/>
          <w:lang w:val="sr-Latn-BA"/>
        </w:rPr>
        <w:t xml:space="preserve"> je n</w:t>
      </w:r>
      <w:r>
        <w:rPr>
          <w:rFonts w:ascii="Times New Roman" w:hAnsi="Times New Roman"/>
          <w:sz w:val="24"/>
          <w:szCs w:val="24"/>
          <w:lang w:val="sr-Cyrl-BA"/>
        </w:rPr>
        <w:t>a 2</w:t>
      </w:r>
      <w:r>
        <w:rPr>
          <w:rFonts w:ascii="Times New Roman" w:hAnsi="Times New Roman"/>
          <w:sz w:val="24"/>
          <w:szCs w:val="24"/>
          <w:lang w:val="sr-Latn-BA"/>
        </w:rPr>
        <w:t>6.</w:t>
      </w:r>
      <w:r>
        <w:rPr>
          <w:rFonts w:ascii="Times New Roman" w:hAnsi="Times New Roman"/>
          <w:sz w:val="24"/>
          <w:szCs w:val="24"/>
          <w:lang w:val="sr-Cyrl-BA"/>
        </w:rPr>
        <w:t xml:space="preserve"> sjednici, održanoj </w:t>
      </w:r>
      <w:r w:rsidR="00840E53">
        <w:rPr>
          <w:rFonts w:ascii="Times New Roman" w:hAnsi="Times New Roman"/>
          <w:sz w:val="24"/>
          <w:szCs w:val="24"/>
          <w:lang w:val="bs-Latn-BA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sr-Latn-BA"/>
        </w:rPr>
        <w:t>14.</w:t>
      </w:r>
      <w:r>
        <w:rPr>
          <w:rFonts w:ascii="Times New Roman" w:hAnsi="Times New Roman"/>
          <w:sz w:val="24"/>
          <w:szCs w:val="24"/>
          <w:lang w:val="sr-Cyrl-BA"/>
        </w:rPr>
        <w:t xml:space="preserve"> 9</w:t>
      </w:r>
      <w:r>
        <w:rPr>
          <w:rFonts w:ascii="Times New Roman" w:hAnsi="Times New Roman"/>
          <w:sz w:val="24"/>
          <w:szCs w:val="24"/>
          <w:lang w:val="sr-Latn-BA"/>
        </w:rPr>
        <w:t>.</w:t>
      </w:r>
      <w:r w:rsidR="00840E53">
        <w:rPr>
          <w:rFonts w:ascii="Times New Roman" w:hAnsi="Times New Roman"/>
          <w:sz w:val="24"/>
          <w:szCs w:val="24"/>
          <w:lang w:val="sr-Cyrl-BA"/>
        </w:rPr>
        <w:t xml:space="preserve"> 2020., </w:t>
      </w:r>
      <w:r w:rsidR="00840E53">
        <w:rPr>
          <w:rFonts w:ascii="Times New Roman" w:hAnsi="Times New Roman"/>
          <w:sz w:val="24"/>
          <w:szCs w:val="24"/>
          <w:lang w:val="sr-Latn-BA"/>
        </w:rPr>
        <w:t>nadležnim</w:t>
      </w:r>
      <w:r>
        <w:rPr>
          <w:rFonts w:ascii="Times New Roman" w:hAnsi="Times New Roman"/>
          <w:sz w:val="24"/>
          <w:szCs w:val="24"/>
          <w:lang w:val="sr-Latn-BA"/>
        </w:rPr>
        <w:t xml:space="preserve"> za razmatranje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Prijedloga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izvješća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o realizaciji Strateškog plana ruralnog razvoja BiH (2018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-2021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)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–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Okvirni dokument u 2018.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godini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,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čiji je podnositelj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Ministars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vo vanjske trgovine i ekonomskih odnosa BiH, odredio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Povjerenstvo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za vanjsku trgovinu i carine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Zastupnič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kog doma Parlamentar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ne skupštine BiH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D222F3" w:rsidRDefault="00840E53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Poto</w:t>
      </w:r>
      <w:r w:rsidR="00D222F3">
        <w:rPr>
          <w:rFonts w:ascii="Times New Roman" w:hAnsi="Times New Roman"/>
          <w:sz w:val="24"/>
          <w:szCs w:val="24"/>
          <w:lang w:val="sr-Latn-BA"/>
        </w:rPr>
        <w:t xml:space="preserve">m je </w:t>
      </w:r>
      <w:r>
        <w:rPr>
          <w:rFonts w:ascii="Times New Roman" w:hAnsi="Times New Roman"/>
          <w:sz w:val="24"/>
          <w:szCs w:val="24"/>
          <w:lang w:val="sr-Latn-BA"/>
        </w:rPr>
        <w:t>predsjedatelj</w:t>
      </w:r>
      <w:r w:rsidR="00D222F3">
        <w:rPr>
          <w:rFonts w:ascii="Times New Roman" w:hAnsi="Times New Roman"/>
          <w:sz w:val="24"/>
          <w:szCs w:val="24"/>
          <w:lang w:val="sr-Latn-BA"/>
        </w:rPr>
        <w:t xml:space="preserve"> dao riječ Dušanu Neškoviću, p</w:t>
      </w:r>
      <w:r>
        <w:rPr>
          <w:rFonts w:ascii="Times New Roman" w:hAnsi="Times New Roman"/>
          <w:sz w:val="24"/>
          <w:szCs w:val="24"/>
          <w:lang w:val="sr-Latn-BA"/>
        </w:rPr>
        <w:t>omoćniku ministra</w:t>
      </w:r>
      <w:r w:rsidR="00D222F3">
        <w:rPr>
          <w:rFonts w:ascii="Times New Roman" w:hAnsi="Times New Roman"/>
          <w:sz w:val="24"/>
          <w:szCs w:val="24"/>
          <w:lang w:val="sr-Latn-BA"/>
        </w:rPr>
        <w:t xml:space="preserve"> vanjske trgovine i ekono</w:t>
      </w:r>
      <w:r>
        <w:rPr>
          <w:rFonts w:ascii="Times New Roman" w:hAnsi="Times New Roman"/>
          <w:sz w:val="24"/>
          <w:szCs w:val="24"/>
          <w:lang w:val="sr-Latn-BA"/>
        </w:rPr>
        <w:t>mskih odnosa BiH</w:t>
      </w:r>
      <w:r w:rsidR="00D222F3">
        <w:rPr>
          <w:rFonts w:ascii="Times New Roman" w:hAnsi="Times New Roman"/>
          <w:sz w:val="24"/>
          <w:szCs w:val="24"/>
          <w:lang w:val="sr-Latn-BA"/>
        </w:rPr>
        <w:t>.</w:t>
      </w:r>
    </w:p>
    <w:p w:rsidR="00716C21" w:rsidRDefault="00716C21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D222F3">
        <w:rPr>
          <w:rFonts w:ascii="Times New Roman" w:hAnsi="Times New Roman"/>
          <w:sz w:val="24"/>
          <w:szCs w:val="24"/>
          <w:lang w:val="sr-Latn-BA"/>
        </w:rPr>
        <w:t>Nakon uvodnog izlaganja Dušana Neškovića</w:t>
      </w:r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840E53">
        <w:rPr>
          <w:rFonts w:ascii="Times New Roman" w:hAnsi="Times New Roman"/>
          <w:sz w:val="24"/>
          <w:szCs w:val="24"/>
          <w:lang w:val="sr-Latn-BA"/>
        </w:rPr>
        <w:t>predsjedatelj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840E53">
        <w:rPr>
          <w:rFonts w:ascii="Times New Roman" w:hAnsi="Times New Roman"/>
          <w:sz w:val="24"/>
          <w:szCs w:val="24"/>
          <w:lang w:val="sr-Latn-BA"/>
        </w:rPr>
        <w:t>Povjerenstva</w:t>
      </w:r>
      <w:r>
        <w:rPr>
          <w:rFonts w:ascii="Times New Roman" w:hAnsi="Times New Roman"/>
          <w:sz w:val="24"/>
          <w:szCs w:val="24"/>
          <w:lang w:val="sr-Latn-BA"/>
        </w:rPr>
        <w:t xml:space="preserve"> otvorio </w:t>
      </w:r>
      <w:r w:rsidR="00445A34">
        <w:rPr>
          <w:rFonts w:ascii="Times New Roman" w:hAnsi="Times New Roman"/>
          <w:sz w:val="24"/>
          <w:szCs w:val="24"/>
          <w:lang w:val="sr-Latn-BA"/>
        </w:rPr>
        <w:t xml:space="preserve">je </w:t>
      </w:r>
      <w:r>
        <w:rPr>
          <w:rFonts w:ascii="Times New Roman" w:hAnsi="Times New Roman"/>
          <w:sz w:val="24"/>
          <w:szCs w:val="24"/>
          <w:lang w:val="sr-Latn-BA"/>
        </w:rPr>
        <w:t>raspravu.</w:t>
      </w:r>
    </w:p>
    <w:p w:rsidR="00716C21" w:rsidRDefault="00716C21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22F3" w:rsidRDefault="00445A34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U raspravi su sudjelovali</w:t>
      </w:r>
      <w:r w:rsidR="00D222F3">
        <w:rPr>
          <w:rFonts w:ascii="Times New Roman" w:hAnsi="Times New Roman"/>
          <w:sz w:val="24"/>
          <w:szCs w:val="24"/>
          <w:lang w:val="sr-Latn-BA"/>
        </w:rPr>
        <w:t xml:space="preserve"> Mijo Matanović i Šemsudin Mehmedović.</w:t>
      </w:r>
    </w:p>
    <w:p w:rsidR="0081114E" w:rsidRDefault="0081114E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81114E" w:rsidRDefault="00445A34" w:rsidP="0081114E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 xml:space="preserve">Nakon rasprave </w:t>
      </w:r>
      <w:r w:rsidR="00840E53"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>Povjerenstvo</w:t>
      </w:r>
      <w:r w:rsidR="0081114E"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 xml:space="preserve"> je</w:t>
      </w:r>
      <w:r w:rsidR="0081114E">
        <w:rPr>
          <w:rFonts w:ascii="Times New Roman" w:hAnsi="Times New Roman"/>
          <w:b/>
          <w:noProof/>
          <w:color w:val="000000" w:themeColor="text1"/>
          <w:sz w:val="24"/>
          <w:szCs w:val="24"/>
          <w:lang w:val="bs-Latn-BA"/>
        </w:rPr>
        <w:t xml:space="preserve"> jednoglasno </w:t>
      </w:r>
      <w:r w:rsidR="0081114E">
        <w:rPr>
          <w:rFonts w:ascii="Times New Roman" w:hAnsi="Times New Roman"/>
          <w:noProof/>
          <w:sz w:val="24"/>
          <w:szCs w:val="24"/>
          <w:lang w:val="bs-Latn-BA"/>
        </w:rPr>
        <w:t>pr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>ihvatilo</w:t>
      </w:r>
      <w:r w:rsidR="0081114E"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 xml:space="preserve"> </w:t>
      </w:r>
      <w:r w:rsidR="0081114E"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Prijedlog  </w:t>
      </w:r>
      <w:r w:rsidR="00840E53">
        <w:rPr>
          <w:rFonts w:ascii="Times New Roman" w:hAnsi="Times New Roman"/>
          <w:noProof/>
          <w:spacing w:val="-8"/>
          <w:sz w:val="24"/>
          <w:szCs w:val="24"/>
          <w:lang w:val="bs-Latn-BA"/>
        </w:rPr>
        <w:t>izvješća</w:t>
      </w:r>
      <w:r w:rsidR="0081114E"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 o realizaciji Strateškog</w:t>
      </w:r>
    </w:p>
    <w:p w:rsidR="0081114E" w:rsidRDefault="0081114E" w:rsidP="0081114E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bs-Latn-BA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plana ruralnog razvoja BiH (2018</w:t>
      </w:r>
      <w:r w:rsidR="00445A34">
        <w:rPr>
          <w:rFonts w:ascii="Times New Roman" w:hAnsi="Times New Roman"/>
          <w:noProof/>
          <w:spacing w:val="-8"/>
          <w:sz w:val="24"/>
          <w:szCs w:val="24"/>
          <w:lang w:val="bs-Latn-BA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-2021</w:t>
      </w:r>
      <w:r w:rsidR="00445A34">
        <w:rPr>
          <w:rFonts w:ascii="Times New Roman" w:hAnsi="Times New Roman"/>
          <w:noProof/>
          <w:spacing w:val="-8"/>
          <w:sz w:val="24"/>
          <w:szCs w:val="24"/>
          <w:lang w:val="bs-Latn-BA"/>
        </w:rPr>
        <w:t>.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) </w:t>
      </w:r>
      <w:r w:rsidR="00445A34">
        <w:rPr>
          <w:rFonts w:ascii="Times New Roman" w:hAnsi="Times New Roman"/>
          <w:noProof/>
          <w:spacing w:val="-8"/>
          <w:sz w:val="24"/>
          <w:szCs w:val="24"/>
          <w:lang w:val="bs-Latn-BA"/>
        </w:rPr>
        <w:t>–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 Okvirni dokument u 2018. </w:t>
      </w:r>
      <w:r w:rsidR="00445A34">
        <w:rPr>
          <w:rFonts w:ascii="Times New Roman" w:hAnsi="Times New Roman"/>
          <w:noProof/>
          <w:spacing w:val="-8"/>
          <w:sz w:val="24"/>
          <w:szCs w:val="24"/>
          <w:lang w:val="bs-Latn-BA"/>
        </w:rPr>
        <w:t>godini i uputilo ga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 u dalj</w:t>
      </w:r>
      <w:r w:rsidR="00445A34">
        <w:rPr>
          <w:rFonts w:ascii="Times New Roman" w:hAnsi="Times New Roman"/>
          <w:noProof/>
          <w:spacing w:val="-8"/>
          <w:sz w:val="24"/>
          <w:szCs w:val="24"/>
          <w:lang w:val="bs-Latn-BA"/>
        </w:rPr>
        <w:t>nj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u parlamentarnu proceduru.</w:t>
      </w:r>
    </w:p>
    <w:p w:rsidR="0081114E" w:rsidRDefault="0081114E" w:rsidP="0081114E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bs-Latn-BA"/>
        </w:rPr>
      </w:pPr>
    </w:p>
    <w:p w:rsidR="0081114E" w:rsidRPr="00D222F3" w:rsidRDefault="0081114E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D57EB" w:rsidRDefault="00DD57EB">
      <w:pPr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Ad.</w:t>
      </w:r>
      <w:r w:rsidR="00DF0FC3">
        <w:rPr>
          <w:rFonts w:ascii="Times New Roman" w:hAnsi="Times New Roman"/>
          <w:b/>
          <w:noProof/>
          <w:sz w:val="24"/>
          <w:lang w:val="sr-Latn-CS"/>
        </w:rPr>
        <w:t>3</w:t>
      </w:r>
      <w:r>
        <w:rPr>
          <w:rFonts w:ascii="Times New Roman" w:hAnsi="Times New Roman"/>
          <w:b/>
          <w:noProof/>
          <w:sz w:val="24"/>
          <w:lang w:val="sr-Latn-CS"/>
        </w:rPr>
        <w:t>. Tekuća pitanja</w:t>
      </w:r>
    </w:p>
    <w:p w:rsidR="00162C19" w:rsidRDefault="00445A34" w:rsidP="00A90B36">
      <w:pPr>
        <w:pStyle w:val="NoSpacing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Pod ovom točkom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dnevnog</w:t>
      </w:r>
      <w:r>
        <w:rPr>
          <w:rFonts w:ascii="Times New Roman" w:hAnsi="Times New Roman"/>
          <w:noProof/>
          <w:sz w:val="24"/>
          <w:szCs w:val="24"/>
          <w:lang w:val="bs-Latn-BA"/>
        </w:rPr>
        <w:t>a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reda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 xml:space="preserve"> nije bilo prijedloga, pa je </w:t>
      </w:r>
      <w:r w:rsidR="00840E53">
        <w:rPr>
          <w:rFonts w:ascii="Times New Roman" w:hAnsi="Times New Roman"/>
          <w:noProof/>
          <w:sz w:val="24"/>
          <w:szCs w:val="24"/>
          <w:lang w:val="bs-Latn-BA"/>
        </w:rPr>
        <w:t>predsjedatelj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840E53">
        <w:rPr>
          <w:rFonts w:ascii="Times New Roman" w:hAnsi="Times New Roman"/>
          <w:noProof/>
          <w:sz w:val="24"/>
          <w:szCs w:val="24"/>
          <w:lang w:val="bs-Latn-BA"/>
        </w:rPr>
        <w:t>Povjerenstva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 xml:space="preserve"> zaključio sjednicu.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</w:p>
    <w:p w:rsidR="00FE66AB" w:rsidRDefault="00FE66AB" w:rsidP="00FE66A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1A42DB" w:rsidRPr="0045505D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1A42DB" w:rsidRDefault="00897C66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Sjednica je završena u 1</w:t>
      </w:r>
      <w:r w:rsidR="00FA2FDB">
        <w:rPr>
          <w:rFonts w:ascii="Times New Roman" w:hAnsi="Times New Roman"/>
          <w:noProof/>
          <w:sz w:val="24"/>
          <w:szCs w:val="24"/>
          <w:lang w:val="bs-Latn-BA"/>
        </w:rPr>
        <w:t>1</w:t>
      </w:r>
      <w:r w:rsidR="00EB533E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>30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sati.</w:t>
      </w:r>
    </w:p>
    <w:p w:rsidR="00D42D00" w:rsidRDefault="00D42D00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A42DB" w:rsidRPr="00762558" w:rsidRDefault="00445A34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Tajnic</w:t>
      </w:r>
      <w:r w:rsidR="00BF444F"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  <w:r w:rsidR="00BF444F"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840E53">
        <w:rPr>
          <w:rFonts w:ascii="Times New Roman" w:hAnsi="Times New Roman"/>
          <w:b/>
          <w:noProof/>
          <w:sz w:val="24"/>
          <w:szCs w:val="24"/>
          <w:lang w:val="sr-Latn-CS"/>
        </w:rPr>
        <w:t>Predsjedatelj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40E53"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BF444F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445A3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Mirjana Crnjak                                                                           </w:t>
      </w:r>
      <w:r w:rsidR="00445A3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Dr. Dragan Bogdanić                                           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EFA" w:rsidRDefault="00D51EFA" w:rsidP="00A617EC">
      <w:pPr>
        <w:spacing w:after="0" w:line="240" w:lineRule="auto"/>
      </w:pPr>
      <w:r>
        <w:separator/>
      </w:r>
    </w:p>
  </w:endnote>
  <w:endnote w:type="continuationSeparator" w:id="0">
    <w:p w:rsidR="00D51EFA" w:rsidRDefault="00D51EFA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1C6C40">
      <w:rPr>
        <w:noProof/>
      </w:rPr>
      <w:t>2</w:t>
    </w:r>
    <w:r>
      <w:rPr>
        <w:noProof/>
      </w:rPr>
      <w:fldChar w:fldCharType="end"/>
    </w:r>
  </w:p>
  <w:p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EFA" w:rsidRDefault="00D51EFA" w:rsidP="00A617EC">
      <w:pPr>
        <w:spacing w:after="0" w:line="240" w:lineRule="auto"/>
      </w:pPr>
      <w:r>
        <w:separator/>
      </w:r>
    </w:p>
  </w:footnote>
  <w:footnote w:type="continuationSeparator" w:id="0">
    <w:p w:rsidR="00D51EFA" w:rsidRDefault="00D51EFA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E65F2D">
    <w:pPr>
      <w:pStyle w:val="Header"/>
    </w:pPr>
    <w:r>
      <w:rPr>
        <w:noProof/>
      </w:rPr>
      <w:drawing>
        <wp:inline distT="0" distB="0" distL="0" distR="0" wp14:anchorId="21C0A790" wp14:editId="76E8F598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3D7C"/>
    <w:multiLevelType w:val="hybridMultilevel"/>
    <w:tmpl w:val="E01AD0F6"/>
    <w:lvl w:ilvl="0" w:tplc="F63C0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40396"/>
    <w:multiLevelType w:val="hybridMultilevel"/>
    <w:tmpl w:val="2AA0C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</w:num>
  <w:num w:numId="11">
    <w:abstractNumId w:val="1"/>
  </w:num>
  <w:num w:numId="12">
    <w:abstractNumId w:val="4"/>
  </w:num>
  <w:num w:numId="13">
    <w:abstractNumId w:val="3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5703"/>
    <w:rsid w:val="000306D6"/>
    <w:rsid w:val="000340EB"/>
    <w:rsid w:val="0003766D"/>
    <w:rsid w:val="00037AEF"/>
    <w:rsid w:val="00043EE2"/>
    <w:rsid w:val="00051EDD"/>
    <w:rsid w:val="00055C07"/>
    <w:rsid w:val="0005611C"/>
    <w:rsid w:val="0005619E"/>
    <w:rsid w:val="000579CA"/>
    <w:rsid w:val="00063F3B"/>
    <w:rsid w:val="00065FF5"/>
    <w:rsid w:val="000728A4"/>
    <w:rsid w:val="00073036"/>
    <w:rsid w:val="000770B9"/>
    <w:rsid w:val="00080156"/>
    <w:rsid w:val="00080518"/>
    <w:rsid w:val="00082543"/>
    <w:rsid w:val="00083202"/>
    <w:rsid w:val="000A3695"/>
    <w:rsid w:val="000A3DC4"/>
    <w:rsid w:val="000A43AC"/>
    <w:rsid w:val="000A7609"/>
    <w:rsid w:val="000A78F0"/>
    <w:rsid w:val="000A7987"/>
    <w:rsid w:val="000B0282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F3181"/>
    <w:rsid w:val="000F454A"/>
    <w:rsid w:val="00100D6E"/>
    <w:rsid w:val="00101D55"/>
    <w:rsid w:val="0010490A"/>
    <w:rsid w:val="00110922"/>
    <w:rsid w:val="00120C41"/>
    <w:rsid w:val="001240BD"/>
    <w:rsid w:val="00130460"/>
    <w:rsid w:val="00130757"/>
    <w:rsid w:val="00132E01"/>
    <w:rsid w:val="001338FA"/>
    <w:rsid w:val="00134EF3"/>
    <w:rsid w:val="00136551"/>
    <w:rsid w:val="001407B6"/>
    <w:rsid w:val="001443D5"/>
    <w:rsid w:val="00150A12"/>
    <w:rsid w:val="00153404"/>
    <w:rsid w:val="001542C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B0"/>
    <w:rsid w:val="00172C7C"/>
    <w:rsid w:val="001730DE"/>
    <w:rsid w:val="00173FDA"/>
    <w:rsid w:val="001821F3"/>
    <w:rsid w:val="001867FF"/>
    <w:rsid w:val="001964AD"/>
    <w:rsid w:val="00197018"/>
    <w:rsid w:val="00197088"/>
    <w:rsid w:val="001978BD"/>
    <w:rsid w:val="001A089E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C6C40"/>
    <w:rsid w:val="001D1FF0"/>
    <w:rsid w:val="001D2CDE"/>
    <w:rsid w:val="001D70E1"/>
    <w:rsid w:val="001E1045"/>
    <w:rsid w:val="001E50D1"/>
    <w:rsid w:val="001F0FBC"/>
    <w:rsid w:val="001F2DD5"/>
    <w:rsid w:val="001F3604"/>
    <w:rsid w:val="001F467E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D0A"/>
    <w:rsid w:val="00241776"/>
    <w:rsid w:val="002441F7"/>
    <w:rsid w:val="00250D46"/>
    <w:rsid w:val="00250FA3"/>
    <w:rsid w:val="0025323E"/>
    <w:rsid w:val="00262255"/>
    <w:rsid w:val="00266B91"/>
    <w:rsid w:val="002715DA"/>
    <w:rsid w:val="00272836"/>
    <w:rsid w:val="002920CD"/>
    <w:rsid w:val="002928F4"/>
    <w:rsid w:val="00292A2C"/>
    <w:rsid w:val="00293EB5"/>
    <w:rsid w:val="00296BC6"/>
    <w:rsid w:val="00296F2B"/>
    <w:rsid w:val="00297435"/>
    <w:rsid w:val="002A12E5"/>
    <w:rsid w:val="002A4FC4"/>
    <w:rsid w:val="002A5B99"/>
    <w:rsid w:val="002A62E6"/>
    <w:rsid w:val="002B1425"/>
    <w:rsid w:val="002B410C"/>
    <w:rsid w:val="002B65DE"/>
    <w:rsid w:val="002B6610"/>
    <w:rsid w:val="002B7433"/>
    <w:rsid w:val="002B75EA"/>
    <w:rsid w:val="002B7636"/>
    <w:rsid w:val="002C40FC"/>
    <w:rsid w:val="002D0C82"/>
    <w:rsid w:val="002D2A21"/>
    <w:rsid w:val="002D324B"/>
    <w:rsid w:val="002D48C8"/>
    <w:rsid w:val="002E1017"/>
    <w:rsid w:val="002E1262"/>
    <w:rsid w:val="002E69E9"/>
    <w:rsid w:val="00305115"/>
    <w:rsid w:val="0030738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701AF"/>
    <w:rsid w:val="00375044"/>
    <w:rsid w:val="00384BFA"/>
    <w:rsid w:val="00386969"/>
    <w:rsid w:val="00386E9D"/>
    <w:rsid w:val="0039071C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42E6"/>
    <w:rsid w:val="003F371E"/>
    <w:rsid w:val="003F4EE3"/>
    <w:rsid w:val="003F5A90"/>
    <w:rsid w:val="00401D44"/>
    <w:rsid w:val="00406ECE"/>
    <w:rsid w:val="00407A4F"/>
    <w:rsid w:val="00411779"/>
    <w:rsid w:val="00413FBF"/>
    <w:rsid w:val="00416F02"/>
    <w:rsid w:val="004204E8"/>
    <w:rsid w:val="00421A18"/>
    <w:rsid w:val="00422B6D"/>
    <w:rsid w:val="00425DDE"/>
    <w:rsid w:val="00427910"/>
    <w:rsid w:val="00427E48"/>
    <w:rsid w:val="00430586"/>
    <w:rsid w:val="00430B79"/>
    <w:rsid w:val="004311FD"/>
    <w:rsid w:val="00431D9B"/>
    <w:rsid w:val="00435165"/>
    <w:rsid w:val="00444024"/>
    <w:rsid w:val="00445A34"/>
    <w:rsid w:val="004476C8"/>
    <w:rsid w:val="00447893"/>
    <w:rsid w:val="00450602"/>
    <w:rsid w:val="00452927"/>
    <w:rsid w:val="00452CC2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52DC"/>
    <w:rsid w:val="0049339A"/>
    <w:rsid w:val="00493A4F"/>
    <w:rsid w:val="004941F3"/>
    <w:rsid w:val="00496DF2"/>
    <w:rsid w:val="004A057C"/>
    <w:rsid w:val="004A4106"/>
    <w:rsid w:val="004A42EF"/>
    <w:rsid w:val="004A4809"/>
    <w:rsid w:val="004A5B97"/>
    <w:rsid w:val="004A65AA"/>
    <w:rsid w:val="004B2416"/>
    <w:rsid w:val="004B2496"/>
    <w:rsid w:val="004B306D"/>
    <w:rsid w:val="004B54DD"/>
    <w:rsid w:val="004C0005"/>
    <w:rsid w:val="004C05E5"/>
    <w:rsid w:val="004C1B44"/>
    <w:rsid w:val="004C52DF"/>
    <w:rsid w:val="004D1F8A"/>
    <w:rsid w:val="004D3875"/>
    <w:rsid w:val="004D488F"/>
    <w:rsid w:val="004E0255"/>
    <w:rsid w:val="004E12C0"/>
    <w:rsid w:val="004E3823"/>
    <w:rsid w:val="004F1AB1"/>
    <w:rsid w:val="004F2E84"/>
    <w:rsid w:val="004F3326"/>
    <w:rsid w:val="004F6441"/>
    <w:rsid w:val="004F6CC3"/>
    <w:rsid w:val="0050371C"/>
    <w:rsid w:val="00505990"/>
    <w:rsid w:val="00511655"/>
    <w:rsid w:val="00511BE9"/>
    <w:rsid w:val="00512184"/>
    <w:rsid w:val="00513BCC"/>
    <w:rsid w:val="00515456"/>
    <w:rsid w:val="00520DAC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42AB3"/>
    <w:rsid w:val="00542B77"/>
    <w:rsid w:val="00542E01"/>
    <w:rsid w:val="00543C7F"/>
    <w:rsid w:val="00544F02"/>
    <w:rsid w:val="00545BC3"/>
    <w:rsid w:val="00546541"/>
    <w:rsid w:val="005503F8"/>
    <w:rsid w:val="00550FDA"/>
    <w:rsid w:val="00552A59"/>
    <w:rsid w:val="00552EB6"/>
    <w:rsid w:val="0055561E"/>
    <w:rsid w:val="00557331"/>
    <w:rsid w:val="005601CB"/>
    <w:rsid w:val="00560AF4"/>
    <w:rsid w:val="0057141B"/>
    <w:rsid w:val="005739C7"/>
    <w:rsid w:val="00575B77"/>
    <w:rsid w:val="00577881"/>
    <w:rsid w:val="005801F5"/>
    <w:rsid w:val="00580E28"/>
    <w:rsid w:val="00586CE6"/>
    <w:rsid w:val="0058792B"/>
    <w:rsid w:val="005909E4"/>
    <w:rsid w:val="00593364"/>
    <w:rsid w:val="00595670"/>
    <w:rsid w:val="00596166"/>
    <w:rsid w:val="00597CE5"/>
    <w:rsid w:val="005A7F07"/>
    <w:rsid w:val="005B3098"/>
    <w:rsid w:val="005B378D"/>
    <w:rsid w:val="005C0DA7"/>
    <w:rsid w:val="005C22F9"/>
    <w:rsid w:val="005C2A0F"/>
    <w:rsid w:val="005C44D6"/>
    <w:rsid w:val="005C7617"/>
    <w:rsid w:val="005D0D45"/>
    <w:rsid w:val="005D1A83"/>
    <w:rsid w:val="005D3D7C"/>
    <w:rsid w:val="005D7B3D"/>
    <w:rsid w:val="005E3D2C"/>
    <w:rsid w:val="005E63D8"/>
    <w:rsid w:val="005F11F5"/>
    <w:rsid w:val="005F14A6"/>
    <w:rsid w:val="005F3264"/>
    <w:rsid w:val="005F6B15"/>
    <w:rsid w:val="00603F20"/>
    <w:rsid w:val="00604504"/>
    <w:rsid w:val="0060645C"/>
    <w:rsid w:val="0061223B"/>
    <w:rsid w:val="00612E7E"/>
    <w:rsid w:val="00614B51"/>
    <w:rsid w:val="00617A50"/>
    <w:rsid w:val="00620834"/>
    <w:rsid w:val="006211BE"/>
    <w:rsid w:val="0063033E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50362"/>
    <w:rsid w:val="006546D6"/>
    <w:rsid w:val="00657122"/>
    <w:rsid w:val="00661E03"/>
    <w:rsid w:val="006620FC"/>
    <w:rsid w:val="006629A8"/>
    <w:rsid w:val="006639B4"/>
    <w:rsid w:val="00664741"/>
    <w:rsid w:val="00665A50"/>
    <w:rsid w:val="00665DA1"/>
    <w:rsid w:val="006714B2"/>
    <w:rsid w:val="00677439"/>
    <w:rsid w:val="006805D2"/>
    <w:rsid w:val="00681584"/>
    <w:rsid w:val="00682D04"/>
    <w:rsid w:val="00691E44"/>
    <w:rsid w:val="00693E64"/>
    <w:rsid w:val="00694CE9"/>
    <w:rsid w:val="00695183"/>
    <w:rsid w:val="00696CCA"/>
    <w:rsid w:val="00697ECC"/>
    <w:rsid w:val="006A29CD"/>
    <w:rsid w:val="006A53E5"/>
    <w:rsid w:val="006A6520"/>
    <w:rsid w:val="006A7126"/>
    <w:rsid w:val="006B1ED8"/>
    <w:rsid w:val="006B26C1"/>
    <w:rsid w:val="006B5179"/>
    <w:rsid w:val="006C018E"/>
    <w:rsid w:val="006C17C4"/>
    <w:rsid w:val="006C1F96"/>
    <w:rsid w:val="006C79B1"/>
    <w:rsid w:val="006D1ADA"/>
    <w:rsid w:val="006D4D61"/>
    <w:rsid w:val="006D59E9"/>
    <w:rsid w:val="006D70BC"/>
    <w:rsid w:val="006D74E1"/>
    <w:rsid w:val="006E3C6F"/>
    <w:rsid w:val="006F4E04"/>
    <w:rsid w:val="00700969"/>
    <w:rsid w:val="00703762"/>
    <w:rsid w:val="0070403A"/>
    <w:rsid w:val="00706EC9"/>
    <w:rsid w:val="00707DAE"/>
    <w:rsid w:val="007113DE"/>
    <w:rsid w:val="00712158"/>
    <w:rsid w:val="00712472"/>
    <w:rsid w:val="00712E9E"/>
    <w:rsid w:val="00715B95"/>
    <w:rsid w:val="00716C21"/>
    <w:rsid w:val="00721B54"/>
    <w:rsid w:val="00722048"/>
    <w:rsid w:val="00722951"/>
    <w:rsid w:val="007249D4"/>
    <w:rsid w:val="00727458"/>
    <w:rsid w:val="00727F09"/>
    <w:rsid w:val="007328EB"/>
    <w:rsid w:val="00734D3A"/>
    <w:rsid w:val="00734E20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712A4"/>
    <w:rsid w:val="007760FA"/>
    <w:rsid w:val="00782F88"/>
    <w:rsid w:val="00783ADF"/>
    <w:rsid w:val="00783B61"/>
    <w:rsid w:val="00785248"/>
    <w:rsid w:val="00786FD9"/>
    <w:rsid w:val="00787AAE"/>
    <w:rsid w:val="007903DD"/>
    <w:rsid w:val="007A4C9B"/>
    <w:rsid w:val="007A6D04"/>
    <w:rsid w:val="007A6EA3"/>
    <w:rsid w:val="007B01D7"/>
    <w:rsid w:val="007C15CF"/>
    <w:rsid w:val="007C1F96"/>
    <w:rsid w:val="007C21A1"/>
    <w:rsid w:val="007C5404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1DE7"/>
    <w:rsid w:val="00805968"/>
    <w:rsid w:val="00807960"/>
    <w:rsid w:val="0081039A"/>
    <w:rsid w:val="0081114E"/>
    <w:rsid w:val="00811157"/>
    <w:rsid w:val="008124A2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55BA"/>
    <w:rsid w:val="00840D6E"/>
    <w:rsid w:val="00840E53"/>
    <w:rsid w:val="00841A20"/>
    <w:rsid w:val="00841D16"/>
    <w:rsid w:val="0084568F"/>
    <w:rsid w:val="008503AE"/>
    <w:rsid w:val="008540EC"/>
    <w:rsid w:val="00855260"/>
    <w:rsid w:val="00857A71"/>
    <w:rsid w:val="00857D17"/>
    <w:rsid w:val="00860DBA"/>
    <w:rsid w:val="00862446"/>
    <w:rsid w:val="0086355B"/>
    <w:rsid w:val="00863B2F"/>
    <w:rsid w:val="00865710"/>
    <w:rsid w:val="00872F2C"/>
    <w:rsid w:val="008743FD"/>
    <w:rsid w:val="00876CF2"/>
    <w:rsid w:val="00876FC5"/>
    <w:rsid w:val="00877592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513A"/>
    <w:rsid w:val="008C5565"/>
    <w:rsid w:val="008C6B25"/>
    <w:rsid w:val="008C6C75"/>
    <w:rsid w:val="008E0F0B"/>
    <w:rsid w:val="008E13A4"/>
    <w:rsid w:val="008F0592"/>
    <w:rsid w:val="008F13F7"/>
    <w:rsid w:val="008F1652"/>
    <w:rsid w:val="008F17CA"/>
    <w:rsid w:val="008F3565"/>
    <w:rsid w:val="008F67F9"/>
    <w:rsid w:val="00901805"/>
    <w:rsid w:val="00903D33"/>
    <w:rsid w:val="00906869"/>
    <w:rsid w:val="00906996"/>
    <w:rsid w:val="0091029E"/>
    <w:rsid w:val="00920463"/>
    <w:rsid w:val="00920C5E"/>
    <w:rsid w:val="0092154D"/>
    <w:rsid w:val="00924821"/>
    <w:rsid w:val="009274D3"/>
    <w:rsid w:val="00931DC0"/>
    <w:rsid w:val="0093782D"/>
    <w:rsid w:val="00937E51"/>
    <w:rsid w:val="00940901"/>
    <w:rsid w:val="009578DC"/>
    <w:rsid w:val="009608BE"/>
    <w:rsid w:val="009633F9"/>
    <w:rsid w:val="00967AAD"/>
    <w:rsid w:val="00967CC7"/>
    <w:rsid w:val="009706EC"/>
    <w:rsid w:val="0097157C"/>
    <w:rsid w:val="0098234E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7B6A"/>
    <w:rsid w:val="009F7E40"/>
    <w:rsid w:val="00A044B8"/>
    <w:rsid w:val="00A046FE"/>
    <w:rsid w:val="00A06A22"/>
    <w:rsid w:val="00A1178C"/>
    <w:rsid w:val="00A149D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90883"/>
    <w:rsid w:val="00A90B36"/>
    <w:rsid w:val="00A91C37"/>
    <w:rsid w:val="00A9317E"/>
    <w:rsid w:val="00A94C7F"/>
    <w:rsid w:val="00A95319"/>
    <w:rsid w:val="00AA0F09"/>
    <w:rsid w:val="00AA6463"/>
    <w:rsid w:val="00AB083B"/>
    <w:rsid w:val="00AB0E86"/>
    <w:rsid w:val="00AB4682"/>
    <w:rsid w:val="00AC3C1D"/>
    <w:rsid w:val="00AD6881"/>
    <w:rsid w:val="00AE6FE7"/>
    <w:rsid w:val="00AE748F"/>
    <w:rsid w:val="00AE7FF4"/>
    <w:rsid w:val="00AF36F6"/>
    <w:rsid w:val="00AF3B4E"/>
    <w:rsid w:val="00AF6D4C"/>
    <w:rsid w:val="00B02E15"/>
    <w:rsid w:val="00B0476E"/>
    <w:rsid w:val="00B04DAD"/>
    <w:rsid w:val="00B05330"/>
    <w:rsid w:val="00B12C72"/>
    <w:rsid w:val="00B14193"/>
    <w:rsid w:val="00B171A3"/>
    <w:rsid w:val="00B21F71"/>
    <w:rsid w:val="00B225D2"/>
    <w:rsid w:val="00B334A0"/>
    <w:rsid w:val="00B3362A"/>
    <w:rsid w:val="00B36955"/>
    <w:rsid w:val="00B36B19"/>
    <w:rsid w:val="00B4255B"/>
    <w:rsid w:val="00B46C47"/>
    <w:rsid w:val="00B475AB"/>
    <w:rsid w:val="00B54583"/>
    <w:rsid w:val="00B56645"/>
    <w:rsid w:val="00B5710E"/>
    <w:rsid w:val="00B571F2"/>
    <w:rsid w:val="00B602E5"/>
    <w:rsid w:val="00B6082E"/>
    <w:rsid w:val="00B61DCA"/>
    <w:rsid w:val="00B6372A"/>
    <w:rsid w:val="00B726D8"/>
    <w:rsid w:val="00B72E03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7560"/>
    <w:rsid w:val="00BB38CE"/>
    <w:rsid w:val="00BB3A89"/>
    <w:rsid w:val="00BB4A46"/>
    <w:rsid w:val="00BB78C5"/>
    <w:rsid w:val="00BB7DB2"/>
    <w:rsid w:val="00BC3098"/>
    <w:rsid w:val="00BC42BC"/>
    <w:rsid w:val="00BC4C24"/>
    <w:rsid w:val="00BC541B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3860"/>
    <w:rsid w:val="00C2457F"/>
    <w:rsid w:val="00C30B06"/>
    <w:rsid w:val="00C31DDF"/>
    <w:rsid w:val="00C35AB2"/>
    <w:rsid w:val="00C41770"/>
    <w:rsid w:val="00C45C7B"/>
    <w:rsid w:val="00C463B7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D2C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375C"/>
    <w:rsid w:val="00D04E5F"/>
    <w:rsid w:val="00D12D4E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1EFA"/>
    <w:rsid w:val="00D52C10"/>
    <w:rsid w:val="00D60533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7A4"/>
    <w:rsid w:val="00D9539D"/>
    <w:rsid w:val="00D95977"/>
    <w:rsid w:val="00D972CD"/>
    <w:rsid w:val="00DA1594"/>
    <w:rsid w:val="00DA1D78"/>
    <w:rsid w:val="00DB24EF"/>
    <w:rsid w:val="00DB2802"/>
    <w:rsid w:val="00DB2E20"/>
    <w:rsid w:val="00DB35E4"/>
    <w:rsid w:val="00DB4635"/>
    <w:rsid w:val="00DB4B71"/>
    <w:rsid w:val="00DB7216"/>
    <w:rsid w:val="00DC3181"/>
    <w:rsid w:val="00DC45D2"/>
    <w:rsid w:val="00DD1B31"/>
    <w:rsid w:val="00DD57CF"/>
    <w:rsid w:val="00DD57EB"/>
    <w:rsid w:val="00DE1B54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45E4"/>
    <w:rsid w:val="00E362F5"/>
    <w:rsid w:val="00E36FCB"/>
    <w:rsid w:val="00E42DA6"/>
    <w:rsid w:val="00E45398"/>
    <w:rsid w:val="00E46252"/>
    <w:rsid w:val="00E5480D"/>
    <w:rsid w:val="00E55E9D"/>
    <w:rsid w:val="00E65F2D"/>
    <w:rsid w:val="00E715C4"/>
    <w:rsid w:val="00E7781C"/>
    <w:rsid w:val="00E77A2D"/>
    <w:rsid w:val="00E85B23"/>
    <w:rsid w:val="00E875EB"/>
    <w:rsid w:val="00E93EED"/>
    <w:rsid w:val="00E95A6C"/>
    <w:rsid w:val="00E9613F"/>
    <w:rsid w:val="00E9700D"/>
    <w:rsid w:val="00EA6920"/>
    <w:rsid w:val="00EB1C95"/>
    <w:rsid w:val="00EB533E"/>
    <w:rsid w:val="00EB6C99"/>
    <w:rsid w:val="00EB7939"/>
    <w:rsid w:val="00EC016A"/>
    <w:rsid w:val="00EC36C3"/>
    <w:rsid w:val="00EC4066"/>
    <w:rsid w:val="00ED4513"/>
    <w:rsid w:val="00ED46E8"/>
    <w:rsid w:val="00ED5EC6"/>
    <w:rsid w:val="00ED7EE5"/>
    <w:rsid w:val="00EE43B7"/>
    <w:rsid w:val="00EE60C1"/>
    <w:rsid w:val="00EE669E"/>
    <w:rsid w:val="00EE7001"/>
    <w:rsid w:val="00EF02F1"/>
    <w:rsid w:val="00EF2DB7"/>
    <w:rsid w:val="00EF35F3"/>
    <w:rsid w:val="00EF369B"/>
    <w:rsid w:val="00EF42E8"/>
    <w:rsid w:val="00EF6EDA"/>
    <w:rsid w:val="00EF74CF"/>
    <w:rsid w:val="00F003FE"/>
    <w:rsid w:val="00F00E39"/>
    <w:rsid w:val="00F01004"/>
    <w:rsid w:val="00F02D16"/>
    <w:rsid w:val="00F0357E"/>
    <w:rsid w:val="00F06B2A"/>
    <w:rsid w:val="00F1177E"/>
    <w:rsid w:val="00F1221B"/>
    <w:rsid w:val="00F17B1D"/>
    <w:rsid w:val="00F17F8F"/>
    <w:rsid w:val="00F211EE"/>
    <w:rsid w:val="00F316EB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1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2020-02-28T11:05:00Z</cp:lastPrinted>
  <dcterms:created xsi:type="dcterms:W3CDTF">2020-11-20T13:02:00Z</dcterms:created>
  <dcterms:modified xsi:type="dcterms:W3CDTF">2020-11-20T13:02:00Z</dcterms:modified>
</cp:coreProperties>
</file>