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F3" w:rsidRPr="00EE59BC" w:rsidRDefault="001821F3" w:rsidP="001821F3">
      <w:pPr>
        <w:pStyle w:val="NoSpacing"/>
        <w:spacing w:line="276" w:lineRule="auto"/>
        <w:rPr>
          <w:rFonts w:ascii="Times New Roman" w:hAnsi="Times New Roman"/>
          <w:noProof/>
          <w:color w:val="FF0000"/>
          <w:sz w:val="24"/>
          <w:szCs w:val="24"/>
          <w:lang w:val="sr-Cyrl-BA"/>
        </w:rPr>
      </w:pPr>
      <w:bookmarkStart w:id="0" w:name="_GoBack"/>
      <w:bookmarkEnd w:id="0"/>
    </w:p>
    <w:p w:rsidR="00903D33" w:rsidRPr="00A474A9" w:rsidRDefault="00223AE2" w:rsidP="001929BF">
      <w:pPr>
        <w:pStyle w:val="NoSpacing"/>
        <w:spacing w:line="276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: 01/3-50-3-3-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903D33" w:rsidRPr="00A474A9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/</w:t>
      </w:r>
      <w:r w:rsidR="001D70E1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2</w:t>
      </w:r>
      <w:r w:rsidR="007859E4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1</w:t>
      </w:r>
    </w:p>
    <w:p w:rsidR="00903D33" w:rsidRPr="00C223C0" w:rsidRDefault="00223AE2" w:rsidP="001929BF">
      <w:pPr>
        <w:pStyle w:val="NoSpacing"/>
        <w:spacing w:line="276" w:lineRule="auto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Sarajevo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DE6C43">
        <w:rPr>
          <w:rFonts w:ascii="Times New Roman" w:hAnsi="Times New Roman"/>
          <w:noProof/>
          <w:sz w:val="24"/>
          <w:szCs w:val="24"/>
          <w:lang w:val="sr-Latn-BA"/>
        </w:rPr>
        <w:t>2</w:t>
      </w:r>
      <w:r w:rsidR="004126A9">
        <w:rPr>
          <w:rFonts w:ascii="Times New Roman" w:hAnsi="Times New Roman"/>
          <w:noProof/>
          <w:sz w:val="24"/>
          <w:szCs w:val="24"/>
          <w:lang w:val="sr-Latn-BA"/>
        </w:rPr>
        <w:t>4</w:t>
      </w:r>
      <w:r w:rsidR="00FB7861">
        <w:rPr>
          <w:rFonts w:ascii="Times New Roman" w:hAnsi="Times New Roman"/>
          <w:noProof/>
          <w:sz w:val="24"/>
          <w:szCs w:val="24"/>
          <w:lang w:val="sr-Latn-BA"/>
        </w:rPr>
        <w:t>.</w:t>
      </w:r>
      <w:r w:rsidR="00277350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4126A9">
        <w:rPr>
          <w:rFonts w:ascii="Times New Roman" w:hAnsi="Times New Roman"/>
          <w:noProof/>
          <w:sz w:val="24"/>
          <w:szCs w:val="24"/>
          <w:lang w:val="sr-Latn-BA"/>
        </w:rPr>
        <w:t>5</w:t>
      </w:r>
      <w:r w:rsidR="00840D6E">
        <w:rPr>
          <w:rFonts w:ascii="Times New Roman" w:hAnsi="Times New Roman"/>
          <w:noProof/>
          <w:sz w:val="24"/>
          <w:szCs w:val="24"/>
          <w:lang w:val="sr-Latn-BA"/>
        </w:rPr>
        <w:t>.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597CE5">
        <w:rPr>
          <w:rFonts w:ascii="Times New Roman" w:hAnsi="Times New Roman"/>
          <w:noProof/>
          <w:sz w:val="24"/>
          <w:szCs w:val="24"/>
          <w:lang w:val="sr-Cyrl-BA"/>
        </w:rPr>
        <w:t>202</w:t>
      </w:r>
      <w:r w:rsidR="00C22FAB">
        <w:rPr>
          <w:rFonts w:ascii="Times New Roman" w:hAnsi="Times New Roman"/>
          <w:noProof/>
          <w:sz w:val="24"/>
          <w:szCs w:val="24"/>
          <w:lang w:val="sr-Latn-BA"/>
        </w:rPr>
        <w:t>1</w:t>
      </w:r>
      <w:r w:rsidR="00597CE5">
        <w:rPr>
          <w:rFonts w:ascii="Times New Roman" w:hAnsi="Times New Roman"/>
          <w:noProof/>
          <w:sz w:val="24"/>
          <w:szCs w:val="24"/>
          <w:lang w:val="sr-Cyrl-BA"/>
        </w:rPr>
        <w:t>.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</w:p>
    <w:p w:rsidR="00903D33" w:rsidRPr="001929BF" w:rsidRDefault="00903D33" w:rsidP="001929BF">
      <w:pPr>
        <w:pStyle w:val="NoSpacing"/>
        <w:spacing w:line="27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</w:t>
      </w:r>
    </w:p>
    <w:p w:rsidR="00876FC5" w:rsidRDefault="00876FC5" w:rsidP="00CC70BB">
      <w:pPr>
        <w:pStyle w:val="NoSpacing"/>
        <w:spacing w:line="276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D62B1" w:rsidRDefault="00ED62B1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F444F" w:rsidRPr="00C105EF" w:rsidRDefault="00BF444F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</w:t>
      </w:r>
    </w:p>
    <w:p w:rsidR="00BF444F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 xml:space="preserve">                            </w:t>
      </w:r>
      <w:r w:rsidRPr="00880BB9">
        <w:rPr>
          <w:noProof/>
          <w:lang w:val="sr-Latn-CS"/>
        </w:rPr>
        <w:t xml:space="preserve">           </w:t>
      </w:r>
      <w:r w:rsidR="00FB7861">
        <w:rPr>
          <w:noProof/>
          <w:lang w:val="sr-Latn-CS"/>
        </w:rPr>
        <w:t>1</w:t>
      </w:r>
      <w:r w:rsidR="004126A9">
        <w:rPr>
          <w:noProof/>
          <w:lang w:val="sr-Latn-CS"/>
        </w:rPr>
        <w:t>3</w:t>
      </w:r>
      <w:r w:rsidRPr="00880BB9">
        <w:rPr>
          <w:noProof/>
          <w:lang w:val="sr-Latn-CS"/>
        </w:rPr>
        <w:t xml:space="preserve">. </w:t>
      </w:r>
      <w:r>
        <w:rPr>
          <w:noProof/>
          <w:lang w:val="sr-Latn-CS"/>
        </w:rPr>
        <w:t>sjednice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vanjsku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trgovinu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carine</w:t>
      </w:r>
      <w:r w:rsidRPr="00880BB9">
        <w:rPr>
          <w:noProof/>
          <w:lang w:val="sr-Latn-CS"/>
        </w:rPr>
        <w:t xml:space="preserve"> </w:t>
      </w:r>
    </w:p>
    <w:p w:rsidR="00BF444F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>
        <w:rPr>
          <w:noProof/>
          <w:lang w:val="sr-Latn-CS"/>
        </w:rPr>
        <w:t xml:space="preserve">                                   Predstavničkog</w:t>
      </w:r>
      <w:r w:rsidRPr="00880BB9">
        <w:rPr>
          <w:noProof/>
          <w:lang w:val="sr-Latn-CS"/>
        </w:rPr>
        <w:t xml:space="preserve"> </w:t>
      </w:r>
      <w:r w:rsidR="002D324B">
        <w:rPr>
          <w:noProof/>
          <w:lang w:val="sr-Latn-CS"/>
        </w:rPr>
        <w:t xml:space="preserve">doma </w:t>
      </w:r>
      <w:r>
        <w:rPr>
          <w:noProof/>
          <w:lang w:val="sr-Latn-CS"/>
        </w:rPr>
        <w:t>Parlamentarne</w:t>
      </w:r>
      <w:r w:rsidRPr="00880BB9">
        <w:rPr>
          <w:noProof/>
          <w:lang w:val="sr-Latn-CS"/>
        </w:rPr>
        <w:t xml:space="preserve">  </w:t>
      </w:r>
      <w:r>
        <w:rPr>
          <w:noProof/>
          <w:lang w:val="sr-Latn-CS"/>
        </w:rPr>
        <w:t>skupštine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Pr="00880BB9">
        <w:rPr>
          <w:noProof/>
          <w:lang w:val="sr-Latn-CS"/>
        </w:rPr>
        <w:t xml:space="preserve">, </w:t>
      </w:r>
    </w:p>
    <w:p w:rsidR="00BF444F" w:rsidRPr="00880BB9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>
        <w:rPr>
          <w:noProof/>
          <w:lang w:val="sr-Latn-CS"/>
        </w:rPr>
        <w:t xml:space="preserve">                                                               </w:t>
      </w:r>
      <w:r w:rsidR="0031072A">
        <w:rPr>
          <w:noProof/>
          <w:lang w:val="sr-Latn-CS"/>
        </w:rPr>
        <w:t>o</w:t>
      </w:r>
      <w:r w:rsidR="00C76D09">
        <w:rPr>
          <w:noProof/>
          <w:lang w:val="sr-Latn-CS"/>
        </w:rPr>
        <w:t>držane</w:t>
      </w:r>
      <w:r w:rsidR="0031072A">
        <w:rPr>
          <w:noProof/>
          <w:lang w:val="sr-Latn-CS"/>
        </w:rPr>
        <w:t xml:space="preserve">  </w:t>
      </w:r>
      <w:r w:rsidR="00DE6C43">
        <w:rPr>
          <w:noProof/>
          <w:lang w:val="sr-Latn-CS"/>
        </w:rPr>
        <w:t>2</w:t>
      </w:r>
      <w:r w:rsidR="004126A9">
        <w:rPr>
          <w:noProof/>
          <w:lang w:val="sr-Latn-CS"/>
        </w:rPr>
        <w:t>4</w:t>
      </w:r>
      <w:r w:rsidRPr="00880BB9">
        <w:rPr>
          <w:noProof/>
          <w:lang w:val="sr-Latn-CS"/>
        </w:rPr>
        <w:t xml:space="preserve">. </w:t>
      </w:r>
      <w:r w:rsidR="004126A9">
        <w:rPr>
          <w:noProof/>
          <w:lang w:val="sr-Latn-CS"/>
        </w:rPr>
        <w:t>5</w:t>
      </w:r>
      <w:r w:rsidRPr="00880BB9">
        <w:rPr>
          <w:noProof/>
          <w:lang w:val="sr-Latn-CS"/>
        </w:rPr>
        <w:t>. 20</w:t>
      </w:r>
      <w:r>
        <w:rPr>
          <w:noProof/>
          <w:lang w:val="sr-Latn-CS"/>
        </w:rPr>
        <w:t>2</w:t>
      </w:r>
      <w:r w:rsidR="007859E4">
        <w:rPr>
          <w:noProof/>
          <w:lang w:val="sr-Latn-CS"/>
        </w:rPr>
        <w:t>1</w:t>
      </w:r>
      <w:r w:rsidRPr="00880BB9">
        <w:rPr>
          <w:noProof/>
          <w:lang w:val="sr-Latn-CS"/>
        </w:rPr>
        <w:t xml:space="preserve">. </w:t>
      </w:r>
    </w:p>
    <w:p w:rsidR="00BF444F" w:rsidRPr="00880BB9" w:rsidRDefault="00BF444F" w:rsidP="00BF444F">
      <w:pPr>
        <w:rPr>
          <w:noProof/>
          <w:lang w:val="sr-Latn-CS"/>
        </w:rPr>
      </w:pPr>
    </w:p>
    <w:p w:rsidR="000D5AC8" w:rsidRPr="00880BB9" w:rsidRDefault="00EB533E" w:rsidP="000D5AC8">
      <w:pPr>
        <w:tabs>
          <w:tab w:val="left" w:pos="-9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>jednicu Komisije za vanjsku trgovinu i carine Predstavničkog doma Parlamentarne skupštine BiH (u dalj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em tekstu: Komisija) sazvao je Dragan Bogdanić, predsjedavajući 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1045" w:rsidRPr="00880BB9" w:rsidRDefault="001E1045" w:rsidP="001E1045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Sjednica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počela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9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DE6C43">
        <w:rPr>
          <w:rFonts w:ascii="Times New Roman" w:hAnsi="Times New Roman"/>
          <w:noProof/>
          <w:sz w:val="24"/>
          <w:szCs w:val="24"/>
          <w:lang w:val="sr-Latn-CS"/>
        </w:rPr>
        <w:t>0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sati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A7609" w:rsidRDefault="00EB533E" w:rsidP="001E1045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Sjednici su 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>prisu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vovali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Dragan Bogdanić,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36001">
        <w:rPr>
          <w:rFonts w:ascii="Times New Roman" w:hAnsi="Times New Roman"/>
          <w:noProof/>
          <w:sz w:val="24"/>
          <w:szCs w:val="24"/>
          <w:lang w:val="sr-Latn-CS"/>
        </w:rPr>
        <w:t>Šemsudin Mehmedović, Edin Mušić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Zukan Helez.</w:t>
      </w:r>
      <w:r w:rsidR="004126A9" w:rsidRPr="00D44CC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B7861" w:rsidRDefault="00C7276E" w:rsidP="00FB7861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 s</w:t>
      </w:r>
      <w:r w:rsidR="00D45179">
        <w:rPr>
          <w:rFonts w:ascii="Times New Roman" w:hAnsi="Times New Roman"/>
          <w:noProof/>
          <w:sz w:val="24"/>
          <w:szCs w:val="24"/>
          <w:lang w:val="sr-Latn-CS"/>
        </w:rPr>
        <w:t>jednic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45179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 xml:space="preserve">opravdano </w:t>
      </w:r>
      <w:r w:rsidR="008F1F6F">
        <w:rPr>
          <w:rFonts w:ascii="Times New Roman" w:hAnsi="Times New Roman"/>
          <w:noProof/>
          <w:sz w:val="24"/>
          <w:szCs w:val="24"/>
          <w:lang w:val="sr-Latn-CS"/>
        </w:rPr>
        <w:t xml:space="preserve">su </w:t>
      </w:r>
      <w:r>
        <w:rPr>
          <w:rFonts w:ascii="Times New Roman" w:hAnsi="Times New Roman"/>
          <w:noProof/>
          <w:sz w:val="24"/>
          <w:szCs w:val="24"/>
          <w:lang w:val="sr-Latn-CS"/>
        </w:rPr>
        <w:t>odsu</w:t>
      </w:r>
      <w:r w:rsidR="00D45179">
        <w:rPr>
          <w:rFonts w:ascii="Times New Roman" w:hAnsi="Times New Roman"/>
          <w:noProof/>
          <w:sz w:val="24"/>
          <w:szCs w:val="24"/>
          <w:lang w:val="sr-Latn-CS"/>
        </w:rPr>
        <w:t>stvova</w:t>
      </w:r>
      <w:r w:rsidR="008E0F0B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Mijo Matanović</w:t>
      </w:r>
      <w:r w:rsidR="005B570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Nenad Stevandić</w:t>
      </w:r>
      <w:r w:rsidR="00C36001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36001" w:rsidRPr="00C3600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36001">
        <w:rPr>
          <w:rFonts w:ascii="Times New Roman" w:hAnsi="Times New Roman"/>
          <w:noProof/>
          <w:sz w:val="24"/>
          <w:szCs w:val="24"/>
          <w:lang w:val="sr-Latn-CS"/>
        </w:rPr>
        <w:t xml:space="preserve">Mirko Šarović, 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 xml:space="preserve">Damir Arnaut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i 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 xml:space="preserve">Enver Bijedić. </w:t>
      </w:r>
    </w:p>
    <w:p w:rsidR="00171230" w:rsidRDefault="000751BE" w:rsidP="00CC4238">
      <w:pPr>
        <w:spacing w:after="0" w:line="240" w:lineRule="auto"/>
        <w:jc w:val="both"/>
        <w:rPr>
          <w:rFonts w:ascii="Times New Roman" w:hAnsi="Times New Roman"/>
          <w:sz w:val="24"/>
          <w:lang w:val="sr-Latn-BA"/>
        </w:rPr>
      </w:pPr>
      <w:r>
        <w:rPr>
          <w:rFonts w:ascii="Times New Roman" w:hAnsi="Times New Roman"/>
          <w:sz w:val="24"/>
          <w:lang w:val="sr-Latn-BA"/>
        </w:rPr>
        <w:t>S o</w:t>
      </w:r>
      <w:r w:rsidR="00171230">
        <w:rPr>
          <w:rFonts w:ascii="Times New Roman" w:hAnsi="Times New Roman"/>
          <w:sz w:val="24"/>
          <w:lang w:val="sr-Latn-BA"/>
        </w:rPr>
        <w:t>bzirom</w:t>
      </w:r>
      <w:r>
        <w:rPr>
          <w:rFonts w:ascii="Times New Roman" w:hAnsi="Times New Roman"/>
          <w:sz w:val="24"/>
          <w:lang w:val="sr-Latn-BA"/>
        </w:rPr>
        <w:t xml:space="preserve"> na to</w:t>
      </w:r>
      <w:r w:rsidR="00171230">
        <w:rPr>
          <w:rFonts w:ascii="Times New Roman" w:hAnsi="Times New Roman"/>
          <w:sz w:val="24"/>
          <w:lang w:val="sr-Latn-BA"/>
        </w:rPr>
        <w:t xml:space="preserve"> da Komisija nije imala kvorum za rad i odlučivanje, predsjedavajući Komisije  predložio </w:t>
      </w:r>
      <w:r w:rsidR="005B5703">
        <w:rPr>
          <w:rFonts w:ascii="Times New Roman" w:hAnsi="Times New Roman"/>
          <w:sz w:val="24"/>
          <w:lang w:val="sr-Latn-BA"/>
        </w:rPr>
        <w:t xml:space="preserve">je </w:t>
      </w:r>
      <w:r w:rsidR="00171230">
        <w:rPr>
          <w:rFonts w:ascii="Times New Roman" w:hAnsi="Times New Roman"/>
          <w:sz w:val="24"/>
          <w:lang w:val="sr-Latn-BA"/>
        </w:rPr>
        <w:t xml:space="preserve">da se telefonski pozove Mirko Šarović i pita </w:t>
      </w:r>
      <w:r w:rsidR="005B5703">
        <w:rPr>
          <w:rFonts w:ascii="Times New Roman" w:hAnsi="Times New Roman"/>
          <w:sz w:val="24"/>
          <w:lang w:val="sr-Latn-BA"/>
        </w:rPr>
        <w:t xml:space="preserve">da </w:t>
      </w:r>
      <w:r w:rsidR="00D02809">
        <w:rPr>
          <w:rFonts w:ascii="Times New Roman" w:hAnsi="Times New Roman"/>
          <w:sz w:val="24"/>
          <w:lang w:val="sr-Latn-BA"/>
        </w:rPr>
        <w:t xml:space="preserve">li je saglasan da </w:t>
      </w:r>
      <w:r w:rsidR="00171230">
        <w:rPr>
          <w:rFonts w:ascii="Times New Roman" w:hAnsi="Times New Roman"/>
          <w:sz w:val="24"/>
          <w:lang w:val="sr-Latn-BA"/>
        </w:rPr>
        <w:t xml:space="preserve">Komisija </w:t>
      </w:r>
      <w:r w:rsidR="005B5703">
        <w:rPr>
          <w:rFonts w:ascii="Times New Roman" w:hAnsi="Times New Roman"/>
          <w:sz w:val="24"/>
          <w:lang w:val="sr-Latn-BA"/>
        </w:rPr>
        <w:t xml:space="preserve">može </w:t>
      </w:r>
      <w:r w:rsidR="00171230">
        <w:rPr>
          <w:rFonts w:ascii="Times New Roman" w:hAnsi="Times New Roman"/>
          <w:sz w:val="24"/>
          <w:lang w:val="sr-Latn-BA"/>
        </w:rPr>
        <w:t>računati na njega</w:t>
      </w:r>
      <w:r w:rsidR="005B5703">
        <w:rPr>
          <w:rFonts w:ascii="Times New Roman" w:hAnsi="Times New Roman"/>
          <w:sz w:val="24"/>
          <w:lang w:val="sr-Latn-BA"/>
        </w:rPr>
        <w:t>,</w:t>
      </w:r>
      <w:r>
        <w:rPr>
          <w:rFonts w:ascii="Times New Roman" w:hAnsi="Times New Roman"/>
          <w:sz w:val="24"/>
          <w:lang w:val="sr-Latn-BA"/>
        </w:rPr>
        <w:t xml:space="preserve"> kao petog člana kako</w:t>
      </w:r>
      <w:r w:rsidR="00171230">
        <w:rPr>
          <w:rFonts w:ascii="Times New Roman" w:hAnsi="Times New Roman"/>
          <w:sz w:val="24"/>
          <w:lang w:val="sr-Latn-BA"/>
        </w:rPr>
        <w:t xml:space="preserve"> bi mogla raditi i odlučivati.</w:t>
      </w:r>
    </w:p>
    <w:p w:rsidR="00171230" w:rsidRDefault="00171230" w:rsidP="00CC4238">
      <w:pPr>
        <w:spacing w:after="0" w:line="240" w:lineRule="auto"/>
        <w:jc w:val="both"/>
        <w:rPr>
          <w:rFonts w:ascii="Times New Roman" w:hAnsi="Times New Roman"/>
          <w:sz w:val="24"/>
          <w:lang w:val="sr-Latn-BA"/>
        </w:rPr>
      </w:pPr>
    </w:p>
    <w:p w:rsidR="005B5703" w:rsidRDefault="00171230" w:rsidP="00B74A1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sz w:val="24"/>
          <w:lang w:val="sr-Cyrl-BA"/>
        </w:rPr>
        <w:t>Uz saglasnost prisutnih članova Komisije</w:t>
      </w:r>
      <w:r w:rsidR="000E3561">
        <w:rPr>
          <w:rFonts w:ascii="Times New Roman" w:hAnsi="Times New Roman"/>
          <w:sz w:val="24"/>
          <w:lang w:val="sr-Latn-BA"/>
        </w:rPr>
        <w:t xml:space="preserve">, predsjedavajući Komisije pozvao je telefonski </w:t>
      </w:r>
      <w:r>
        <w:rPr>
          <w:rFonts w:ascii="Times New Roman" w:hAnsi="Times New Roman"/>
          <w:sz w:val="24"/>
          <w:lang w:val="sr-Cyrl-BA"/>
        </w:rPr>
        <w:t xml:space="preserve"> </w:t>
      </w:r>
      <w:r w:rsidR="000E3561">
        <w:rPr>
          <w:rFonts w:ascii="Times New Roman" w:hAnsi="Times New Roman"/>
          <w:sz w:val="24"/>
          <w:lang w:val="sr-Latn-BA"/>
        </w:rPr>
        <w:t>Mir</w:t>
      </w:r>
      <w:r w:rsidR="00EC5C6F">
        <w:rPr>
          <w:rFonts w:ascii="Times New Roman" w:hAnsi="Times New Roman"/>
          <w:sz w:val="24"/>
          <w:lang w:val="sr-Latn-BA"/>
        </w:rPr>
        <w:t>ka Šarovića</w:t>
      </w:r>
      <w:r w:rsidR="000751BE">
        <w:rPr>
          <w:rFonts w:ascii="Times New Roman" w:hAnsi="Times New Roman"/>
          <w:sz w:val="24"/>
          <w:lang w:val="sr-Latn-BA"/>
        </w:rPr>
        <w:t>,</w:t>
      </w:r>
      <w:r w:rsidR="000E3561">
        <w:rPr>
          <w:rFonts w:ascii="Times New Roman" w:hAnsi="Times New Roman"/>
          <w:sz w:val="24"/>
          <w:lang w:val="sr-Latn-BA"/>
        </w:rPr>
        <w:t xml:space="preserve"> člana Komisije</w:t>
      </w:r>
      <w:r w:rsidR="00EC5C6F">
        <w:rPr>
          <w:rFonts w:ascii="Times New Roman" w:hAnsi="Times New Roman"/>
          <w:sz w:val="24"/>
          <w:lang w:val="sr-Latn-BA"/>
        </w:rPr>
        <w:t>,</w:t>
      </w:r>
      <w:r w:rsidR="000E3561">
        <w:rPr>
          <w:rFonts w:ascii="Times New Roman" w:hAnsi="Times New Roman"/>
          <w:sz w:val="24"/>
          <w:lang w:val="sr-Latn-BA"/>
        </w:rPr>
        <w:t xml:space="preserve"> koji se izjasnio </w:t>
      </w:r>
      <w:r w:rsidR="00B74A1E">
        <w:rPr>
          <w:rFonts w:ascii="Times New Roman" w:hAnsi="Times New Roman"/>
          <w:sz w:val="24"/>
          <w:lang w:val="sr-Cyrl-BA"/>
        </w:rPr>
        <w:t xml:space="preserve">da </w:t>
      </w:r>
      <w:r w:rsidR="000E3561">
        <w:rPr>
          <w:rFonts w:ascii="Times New Roman" w:hAnsi="Times New Roman"/>
          <w:sz w:val="24"/>
          <w:lang w:val="sr-Latn-BA"/>
        </w:rPr>
        <w:t xml:space="preserve">daje saglasnost </w:t>
      </w:r>
      <w:r w:rsidR="00EC5C6F">
        <w:rPr>
          <w:rFonts w:ascii="Times New Roman" w:hAnsi="Times New Roman"/>
          <w:sz w:val="24"/>
          <w:lang w:val="sr-Latn-BA"/>
        </w:rPr>
        <w:t xml:space="preserve">i </w:t>
      </w:r>
      <w:r w:rsidR="000E3561">
        <w:rPr>
          <w:rFonts w:ascii="Times New Roman" w:hAnsi="Times New Roman"/>
          <w:sz w:val="24"/>
          <w:lang w:val="sr-Latn-BA"/>
        </w:rPr>
        <w:t xml:space="preserve">da se </w:t>
      </w:r>
      <w:r w:rsidR="00B74A1E">
        <w:rPr>
          <w:rFonts w:ascii="Times New Roman" w:hAnsi="Times New Roman"/>
          <w:sz w:val="24"/>
          <w:lang w:val="sr-Cyrl-BA"/>
        </w:rPr>
        <w:t>može računati kao peti član</w:t>
      </w:r>
      <w:r w:rsidR="00B74A1E">
        <w:rPr>
          <w:rFonts w:ascii="Times New Roman" w:hAnsi="Times New Roman"/>
          <w:sz w:val="24"/>
          <w:lang w:val="sr-Latn-BA"/>
        </w:rPr>
        <w:t>,</w:t>
      </w:r>
      <w:r w:rsidR="00B74A1E">
        <w:rPr>
          <w:rFonts w:ascii="Times New Roman" w:hAnsi="Times New Roman"/>
          <w:sz w:val="24"/>
          <w:lang w:val="sr-Cyrl-BA"/>
        </w:rPr>
        <w:t xml:space="preserve"> t</w:t>
      </w:r>
      <w:r w:rsidR="00697B2F">
        <w:rPr>
          <w:rFonts w:ascii="Times New Roman" w:hAnsi="Times New Roman"/>
          <w:sz w:val="24"/>
          <w:lang w:val="sr-Latn-BA"/>
        </w:rPr>
        <w:t xml:space="preserve">ako da će </w:t>
      </w:r>
      <w:r w:rsidR="00B74A1E">
        <w:rPr>
          <w:rFonts w:ascii="Times New Roman" w:hAnsi="Times New Roman"/>
          <w:sz w:val="24"/>
          <w:lang w:val="sr-Cyrl-BA"/>
        </w:rPr>
        <w:t xml:space="preserve"> Komisija ima</w:t>
      </w:r>
      <w:r w:rsidR="00697B2F">
        <w:rPr>
          <w:rFonts w:ascii="Times New Roman" w:hAnsi="Times New Roman"/>
          <w:sz w:val="24"/>
          <w:lang w:val="sr-Latn-BA"/>
        </w:rPr>
        <w:t>ti</w:t>
      </w:r>
      <w:r w:rsidR="00B74A1E">
        <w:rPr>
          <w:rFonts w:ascii="Times New Roman" w:hAnsi="Times New Roman"/>
          <w:sz w:val="24"/>
          <w:lang w:val="sr-Cyrl-BA"/>
        </w:rPr>
        <w:t xml:space="preserve"> kvorum i da će za sve tačke </w:t>
      </w:r>
      <w:r w:rsidR="00B74A1E">
        <w:rPr>
          <w:rFonts w:ascii="Times New Roman" w:hAnsi="Times New Roman"/>
          <w:sz w:val="24"/>
          <w:lang w:val="sr-Latn-BA"/>
        </w:rPr>
        <w:t xml:space="preserve">o kojima Komisija raspravlja </w:t>
      </w:r>
      <w:r w:rsidR="00B74A1E">
        <w:rPr>
          <w:rFonts w:ascii="Times New Roman" w:hAnsi="Times New Roman"/>
          <w:sz w:val="24"/>
          <w:lang w:val="sr-Cyrl-BA"/>
        </w:rPr>
        <w:t>glasati „</w:t>
      </w:r>
      <w:r w:rsidR="00B74A1E">
        <w:rPr>
          <w:rFonts w:ascii="Times New Roman" w:hAnsi="Times New Roman"/>
          <w:sz w:val="24"/>
          <w:lang w:val="sr-Latn-BA"/>
        </w:rPr>
        <w:t>za“.</w:t>
      </w:r>
      <w:r>
        <w:rPr>
          <w:rFonts w:ascii="Times New Roman" w:hAnsi="Times New Roman"/>
          <w:sz w:val="24"/>
          <w:lang w:val="sr-Cyrl-BA"/>
        </w:rPr>
        <w:t xml:space="preserve"> </w:t>
      </w:r>
    </w:p>
    <w:p w:rsidR="00B74A1E" w:rsidRDefault="00B74A1E" w:rsidP="004B7B39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171230" w:rsidRDefault="00FE1746" w:rsidP="004B7B39">
      <w:pPr>
        <w:rPr>
          <w:rFonts w:ascii="Times New Roman" w:hAnsi="Times New Roman"/>
          <w:noProof/>
          <w:sz w:val="24"/>
          <w:szCs w:val="24"/>
          <w:lang w:val="sr-Latn-CS"/>
        </w:rPr>
      </w:pPr>
      <w:r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Sjednici </w:t>
      </w:r>
      <w:r w:rsidR="00100F94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su prisustvovali predstavnici </w:t>
      </w:r>
      <w:r w:rsidR="00171230">
        <w:rPr>
          <w:rFonts w:ascii="Times New Roman" w:hAnsi="Times New Roman"/>
          <w:noProof/>
          <w:sz w:val="24"/>
          <w:szCs w:val="24"/>
          <w:lang w:val="sr-Latn-CS"/>
        </w:rPr>
        <w:t>Ministarstva vanjske trgovine i ekono</w:t>
      </w:r>
      <w:r w:rsidR="000751BE">
        <w:rPr>
          <w:rFonts w:ascii="Times New Roman" w:hAnsi="Times New Roman"/>
          <w:noProof/>
          <w:sz w:val="24"/>
          <w:szCs w:val="24"/>
          <w:lang w:val="sr-Latn-CS"/>
        </w:rPr>
        <w:t>mskih odnosa BiH</w:t>
      </w:r>
      <w:r w:rsidR="00171230">
        <w:rPr>
          <w:rFonts w:ascii="Times New Roman" w:hAnsi="Times New Roman"/>
          <w:noProof/>
          <w:sz w:val="24"/>
          <w:szCs w:val="24"/>
          <w:lang w:val="sr-Latn-CS"/>
        </w:rPr>
        <w:t xml:space="preserve"> pomoćnici ministra Dragiša Mekić i Midhat Salić.</w:t>
      </w:r>
    </w:p>
    <w:p w:rsidR="009F23B0" w:rsidRPr="00C7276E" w:rsidRDefault="00171230" w:rsidP="004B7B39">
      <w:pPr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Sjednici su prisustvovali predstavnici 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>Guma M d.o.o. Mostar i PJ Banja Luka, Mario Vujević, direktor, Slaviša Pe</w:t>
      </w:r>
      <w:r w:rsidR="00630CA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>lić, šef Podružnice</w:t>
      </w:r>
      <w:r w:rsidR="000751B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 xml:space="preserve"> i Željko Raguž, računovođa.</w:t>
      </w:r>
      <w:r w:rsidR="00366F42" w:rsidRPr="00C7276E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187D1D" w:rsidRPr="00366F42" w:rsidRDefault="00A149DB" w:rsidP="00366F42">
      <w:pPr>
        <w:tabs>
          <w:tab w:val="left" w:pos="709"/>
        </w:tabs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Sjednici su</w:t>
      </w:r>
      <w:r w:rsidR="005503F8">
        <w:rPr>
          <w:rFonts w:ascii="Times New Roman" w:hAnsi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takođe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5503F8">
        <w:rPr>
          <w:rFonts w:ascii="Times New Roman" w:hAnsi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prisustvovali: Mirjana Crnjak, sekretarka</w:t>
      </w:r>
      <w:r w:rsidR="000A7609">
        <w:rPr>
          <w:rFonts w:ascii="Times New Roman" w:hAnsi="Times New Roman"/>
          <w:noProof/>
          <w:sz w:val="24"/>
          <w:szCs w:val="24"/>
          <w:lang w:val="sr-Latn-CS"/>
        </w:rPr>
        <w:t xml:space="preserve"> Komisije za </w:t>
      </w:r>
      <w:r w:rsidR="00721B54">
        <w:rPr>
          <w:rFonts w:ascii="Times New Roman" w:hAnsi="Times New Roman"/>
          <w:noProof/>
          <w:sz w:val="24"/>
          <w:szCs w:val="24"/>
          <w:lang w:val="sr-Latn-CS"/>
        </w:rPr>
        <w:t xml:space="preserve">vanjsku </w:t>
      </w:r>
      <w:r w:rsidR="000A7609">
        <w:rPr>
          <w:rFonts w:ascii="Times New Roman" w:hAnsi="Times New Roman"/>
          <w:noProof/>
          <w:sz w:val="24"/>
          <w:szCs w:val="24"/>
          <w:lang w:val="sr-Latn-CS"/>
        </w:rPr>
        <w:t>trgovinu i carine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7276E">
        <w:rPr>
          <w:rFonts w:ascii="Times New Roman" w:hAnsi="Times New Roman"/>
          <w:noProof/>
          <w:sz w:val="24"/>
          <w:szCs w:val="24"/>
          <w:lang w:val="sr-Latn-CS"/>
        </w:rPr>
        <w:t xml:space="preserve"> i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B7B39">
        <w:rPr>
          <w:rFonts w:ascii="Times New Roman" w:hAnsi="Times New Roman"/>
          <w:noProof/>
          <w:sz w:val="24"/>
          <w:szCs w:val="24"/>
          <w:lang w:val="sr-Latn-CS"/>
        </w:rPr>
        <w:t xml:space="preserve">Zoran 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>Žuža</w:t>
      </w:r>
      <w:r w:rsidR="004B7B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B7B39" w:rsidRPr="00697B2F">
        <w:rPr>
          <w:rFonts w:ascii="Times New Roman" w:hAnsi="Times New Roman"/>
          <w:noProof/>
          <w:sz w:val="24"/>
          <w:szCs w:val="24"/>
          <w:lang w:val="sr-Latn-CS"/>
        </w:rPr>
        <w:t xml:space="preserve">šef </w:t>
      </w:r>
      <w:r w:rsidR="00187D1D" w:rsidRPr="00697B2F">
        <w:rPr>
          <w:rFonts w:ascii="Times New Roman" w:hAnsi="Times New Roman"/>
          <w:noProof/>
          <w:sz w:val="24"/>
          <w:szCs w:val="24"/>
          <w:lang w:val="sr-Latn-CS"/>
        </w:rPr>
        <w:t xml:space="preserve">Odjela za </w:t>
      </w:r>
      <w:r w:rsidR="00B74A1E" w:rsidRPr="00697B2F">
        <w:rPr>
          <w:rFonts w:ascii="Times New Roman" w:hAnsi="Times New Roman"/>
          <w:noProof/>
          <w:sz w:val="24"/>
          <w:szCs w:val="24"/>
          <w:lang w:val="sr-Latn-CS"/>
        </w:rPr>
        <w:t>informi</w:t>
      </w:r>
      <w:r w:rsidR="00697B2F" w:rsidRPr="00697B2F">
        <w:rPr>
          <w:rFonts w:ascii="Times New Roman" w:hAnsi="Times New Roman"/>
          <w:noProof/>
          <w:sz w:val="24"/>
          <w:szCs w:val="24"/>
          <w:lang w:val="sr-Latn-CS"/>
        </w:rPr>
        <w:t>ranje</w:t>
      </w:r>
      <w:r w:rsidR="00697B2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87D1D">
        <w:rPr>
          <w:rFonts w:ascii="Times New Roman" w:hAnsi="Times New Roman"/>
          <w:noProof/>
          <w:sz w:val="24"/>
          <w:szCs w:val="24"/>
          <w:lang w:val="sr-Latn-CS"/>
        </w:rPr>
        <w:t>u Sektoru za odnose s javnošću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 xml:space="preserve"> Sekretarijata</w:t>
      </w:r>
      <w:r w:rsidR="00187D1D">
        <w:rPr>
          <w:rFonts w:ascii="Times New Roman" w:hAnsi="Times New Roman"/>
          <w:noProof/>
          <w:sz w:val="24"/>
          <w:szCs w:val="24"/>
          <w:lang w:val="sr-Latn-CS"/>
        </w:rPr>
        <w:t xml:space="preserve">  Parlamentarne skupštine B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H</w:t>
      </w:r>
      <w:r w:rsidR="004B7B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65FE7" w:rsidRPr="00D45179" w:rsidRDefault="00187D1D" w:rsidP="00D45179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451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BB38CE" w:rsidRPr="00B4255B" w:rsidRDefault="00A430AA" w:rsidP="00BB38CE">
      <w:pPr>
        <w:tabs>
          <w:tab w:val="left" w:pos="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>redsjeda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vajuć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 xml:space="preserve"> Komisije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Dragan Bogdanić 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otvorio je 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EB533E">
        <w:rPr>
          <w:rFonts w:ascii="Times New Roman" w:hAnsi="Times New Roman"/>
          <w:noProof/>
          <w:sz w:val="24"/>
          <w:szCs w:val="24"/>
          <w:lang w:val="sr-Latn-CS"/>
        </w:rPr>
        <w:t>. sjednicu Komisije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i konstat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ira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da 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>postoji k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vorum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 xml:space="preserve">jer </w:t>
      </w:r>
      <w:r w:rsidR="00EB533E">
        <w:rPr>
          <w:rFonts w:ascii="Times New Roman" w:hAnsi="Times New Roman"/>
          <w:noProof/>
          <w:sz w:val="24"/>
          <w:szCs w:val="24"/>
          <w:lang w:val="sr-Latn-CS"/>
        </w:rPr>
        <w:t>sjednici prisustvuj</w:t>
      </w:r>
      <w:r w:rsidR="005B570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53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 xml:space="preserve">četiri + 1 telefonski </w:t>
      </w:r>
      <w:r w:rsidR="005B5703">
        <w:rPr>
          <w:rFonts w:ascii="Times New Roman" w:hAnsi="Times New Roman"/>
          <w:noProof/>
          <w:sz w:val="24"/>
          <w:szCs w:val="24"/>
          <w:lang w:val="sr-Latn-CS"/>
        </w:rPr>
        <w:t xml:space="preserve">član, 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 xml:space="preserve">što je </w:t>
      </w:r>
      <w:r w:rsidR="004B7B39">
        <w:rPr>
          <w:rFonts w:ascii="Times New Roman" w:hAnsi="Times New Roman"/>
          <w:noProof/>
          <w:sz w:val="24"/>
          <w:szCs w:val="24"/>
          <w:lang w:val="sr-Latn-CS"/>
        </w:rPr>
        <w:t xml:space="preserve">pet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ukupno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devet članova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40E7B" w:rsidRDefault="00A5127F" w:rsidP="00A5127F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Predsjedavajući Komisije pročitao je predloženi dnevni red 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>3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. sjednice. </w:t>
      </w:r>
    </w:p>
    <w:p w:rsidR="00A5127F" w:rsidRPr="00880BB9" w:rsidRDefault="00A5127F" w:rsidP="00A5127F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Budući da nije</w:t>
      </w:r>
      <w:r w:rsidR="00C7276E">
        <w:rPr>
          <w:rFonts w:ascii="Times New Roman" w:hAnsi="Times New Roman"/>
          <w:noProof/>
          <w:sz w:val="24"/>
          <w:szCs w:val="24"/>
          <w:lang w:val="sr-Latn-CS"/>
        </w:rPr>
        <w:t xml:space="preserve"> bilo izmjena ni dopuna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20FE">
        <w:rPr>
          <w:rFonts w:ascii="Times New Roman" w:hAnsi="Times New Roman"/>
          <w:noProof/>
          <w:sz w:val="24"/>
          <w:szCs w:val="24"/>
          <w:lang w:val="sr-Latn-CS"/>
        </w:rPr>
        <w:t xml:space="preserve">predsjedavajući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 konstat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ir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ao je da 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>3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. sjednica ima sljedeći </w:t>
      </w:r>
    </w:p>
    <w:p w:rsidR="00F91E6A" w:rsidRDefault="00F91E6A" w:rsidP="00F40E7B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 N E V N I   R E D</w:t>
      </w:r>
    </w:p>
    <w:p w:rsidR="00B227E4" w:rsidRDefault="00B227E4" w:rsidP="00F40E7B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227E4" w:rsidRPr="00A674E5" w:rsidRDefault="00B227E4" w:rsidP="00B227E4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674E5">
        <w:rPr>
          <w:rFonts w:ascii="Times New Roman" w:hAnsi="Times New Roman"/>
          <w:noProof/>
          <w:sz w:val="24"/>
          <w:szCs w:val="24"/>
          <w:lang w:val="sr-Latn-CS"/>
        </w:rPr>
        <w:t xml:space="preserve">Usvajanje Zapisnika 12. </w:t>
      </w:r>
      <w:r w:rsidRPr="00A674E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sjednice </w:t>
      </w:r>
      <w:r w:rsidRPr="00A674E5">
        <w:rPr>
          <w:rFonts w:ascii="Times New Roman" w:hAnsi="Times New Roman"/>
          <w:noProof/>
          <w:sz w:val="24"/>
          <w:szCs w:val="24"/>
          <w:lang w:val="sr-Latn-CS"/>
        </w:rPr>
        <w:t xml:space="preserve">Komisije; </w:t>
      </w:r>
    </w:p>
    <w:p w:rsidR="00B227E4" w:rsidRPr="00A674E5" w:rsidRDefault="00B227E4" w:rsidP="00B227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bs-Latn-BA"/>
        </w:rPr>
      </w:pPr>
      <w:r w:rsidRPr="00A674E5">
        <w:rPr>
          <w:rFonts w:ascii="Times New Roman" w:hAnsi="Times New Roman"/>
          <w:sz w:val="24"/>
          <w:szCs w:val="24"/>
          <w:lang w:val="bs-Latn-BA"/>
        </w:rPr>
        <w:t xml:space="preserve">Razmatranje </w:t>
      </w:r>
      <w:r w:rsidRPr="00A674E5">
        <w:rPr>
          <w:rFonts w:ascii="Times New Roman" w:eastAsia="Times New Roman" w:hAnsi="Times New Roman"/>
          <w:sz w:val="24"/>
          <w:szCs w:val="24"/>
          <w:lang w:val="hr-BA"/>
        </w:rPr>
        <w:t>Izvještaja o realizaciji izdatih isprava za vanjskotrgovinski promet oružja, vojne opreme i robe posebne namjene u 2018, podnosilac: Ministarstvo vanjske trgovine i ekonomskih odnosa BiH, broj: 01,02-50-18-926/21 od 28. 4. 2021;</w:t>
      </w:r>
    </w:p>
    <w:p w:rsidR="00B227E4" w:rsidRPr="00652665" w:rsidRDefault="00B227E4" w:rsidP="00B227E4">
      <w:pPr>
        <w:pStyle w:val="ListParagraph"/>
        <w:numPr>
          <w:ilvl w:val="0"/>
          <w:numId w:val="1"/>
        </w:num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Razmatranje </w:t>
      </w:r>
      <w:r w:rsidRPr="00652665">
        <w:rPr>
          <w:rFonts w:ascii="Times New Roman" w:hAnsi="Times New Roman"/>
          <w:noProof/>
          <w:sz w:val="24"/>
          <w:szCs w:val="24"/>
          <w:lang w:val="sr-Latn-CS"/>
        </w:rPr>
        <w:t>Inicijativ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652665">
        <w:rPr>
          <w:rFonts w:ascii="Times New Roman" w:hAnsi="Times New Roman"/>
          <w:noProof/>
          <w:sz w:val="24"/>
          <w:szCs w:val="24"/>
          <w:lang w:val="sr-Latn-CS"/>
        </w:rPr>
        <w:t xml:space="preserve"> za sklapanje bilateralnog sporazuma s Ujedinjenim Kraljevstvom kojim će biti regulirane carine između BiH i UK,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podnosilac: Guma M., </w:t>
      </w:r>
      <w:r w:rsidRPr="00652665">
        <w:rPr>
          <w:rFonts w:ascii="Times New Roman" w:hAnsi="Times New Roman"/>
          <w:noProof/>
          <w:sz w:val="24"/>
          <w:szCs w:val="24"/>
          <w:lang w:val="sr-Latn-CS"/>
        </w:rPr>
        <w:t>broj: 01/3-50-18-1015/21</w:t>
      </w:r>
      <w:r>
        <w:rPr>
          <w:rFonts w:ascii="Times New Roman" w:hAnsi="Times New Roman"/>
          <w:noProof/>
          <w:sz w:val="24"/>
          <w:szCs w:val="24"/>
          <w:lang w:val="sr-Latn-CS"/>
        </w:rPr>
        <w:t>. od 12.</w:t>
      </w:r>
      <w:r w:rsidR="00BE3F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5.</w:t>
      </w:r>
      <w:r w:rsidR="00BE3F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2021;</w:t>
      </w:r>
    </w:p>
    <w:p w:rsidR="00B227E4" w:rsidRPr="00332AE0" w:rsidRDefault="00B227E4" w:rsidP="00B227E4">
      <w:pPr>
        <w:pStyle w:val="ListParagraph"/>
        <w:numPr>
          <w:ilvl w:val="0"/>
          <w:numId w:val="1"/>
        </w:numPr>
      </w:pPr>
      <w:r w:rsidRPr="00332AE0">
        <w:rPr>
          <w:rFonts w:ascii="Times New Roman" w:hAnsi="Times New Roman"/>
          <w:noProof/>
          <w:sz w:val="24"/>
          <w:szCs w:val="24"/>
          <w:lang w:val="sr-Latn-CS"/>
        </w:rPr>
        <w:t>Tekuća pitanja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227E4" w:rsidRDefault="00B227E4" w:rsidP="00B227E4">
      <w:pPr>
        <w:pStyle w:val="NoSpacing"/>
        <w:spacing w:line="27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F444F" w:rsidRPr="00C7276E" w:rsidRDefault="00F66825" w:rsidP="00BF444F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Ad. </w:t>
      </w:r>
      <w:r w:rsidR="00B171A3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1</w:t>
      </w:r>
      <w:r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BF444F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Usvajanje Zapisnika </w:t>
      </w:r>
      <w:r w:rsidR="00031BB0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1</w:t>
      </w:r>
      <w:r w:rsidR="00B227E4">
        <w:rPr>
          <w:rFonts w:ascii="Times New Roman" w:hAnsi="Times New Roman"/>
          <w:b/>
          <w:noProof/>
          <w:sz w:val="24"/>
          <w:szCs w:val="24"/>
          <w:lang w:val="sr-Latn-CS"/>
        </w:rPr>
        <w:t>2</w:t>
      </w:r>
      <w:r w:rsidR="00B171A3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080156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sjednice </w:t>
      </w:r>
      <w:r w:rsidR="00BF444F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Komisije</w:t>
      </w:r>
    </w:p>
    <w:p w:rsidR="00080156" w:rsidRPr="00C7276E" w:rsidRDefault="00080156" w:rsidP="00080156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171A3" w:rsidRPr="00C7276E" w:rsidRDefault="00EB533E" w:rsidP="00B171A3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7276E">
        <w:rPr>
          <w:rFonts w:ascii="Times New Roman" w:hAnsi="Times New Roman"/>
          <w:noProof/>
          <w:sz w:val="24"/>
          <w:szCs w:val="24"/>
          <w:lang w:val="sr-Latn-CS"/>
        </w:rPr>
        <w:t>Na Z</w:t>
      </w:r>
      <w:r w:rsidR="00B171A3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apisnik </w:t>
      </w:r>
      <w:r w:rsidR="00031BB0" w:rsidRPr="00C7276E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B227E4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B171A3" w:rsidRPr="00C7276E">
        <w:rPr>
          <w:rFonts w:ascii="Times New Roman" w:hAnsi="Times New Roman"/>
          <w:noProof/>
          <w:sz w:val="24"/>
          <w:szCs w:val="24"/>
          <w:lang w:val="sr-Latn-CS"/>
        </w:rPr>
        <w:t>. sjedni</w:t>
      </w:r>
      <w:r w:rsidR="00DB24EF" w:rsidRPr="00C7276E">
        <w:rPr>
          <w:rFonts w:ascii="Times New Roman" w:hAnsi="Times New Roman"/>
          <w:noProof/>
          <w:sz w:val="24"/>
          <w:szCs w:val="24"/>
          <w:lang w:val="sr-Latn-CS"/>
        </w:rPr>
        <w:t>ce Komisij</w:t>
      </w:r>
      <w:r w:rsidRPr="00C7276E">
        <w:rPr>
          <w:rFonts w:ascii="Times New Roman" w:hAnsi="Times New Roman"/>
          <w:noProof/>
          <w:sz w:val="24"/>
          <w:szCs w:val="24"/>
          <w:lang w:val="sr-Latn-CS"/>
        </w:rPr>
        <w:t>e nije bilo primjedbi</w:t>
      </w:r>
      <w:r w:rsidR="007C5E05" w:rsidRPr="00C7276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te</w:t>
      </w:r>
      <w:r w:rsidR="00DB24EF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jednoglasno</w:t>
      </w:r>
      <w:r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usvojen.</w:t>
      </w:r>
      <w:r w:rsidR="00C76D09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BF444F" w:rsidRPr="00C7276E" w:rsidRDefault="00BF444F" w:rsidP="00BF444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B0249" w:rsidRDefault="00BB0249" w:rsidP="00B227E4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</w:p>
    <w:p w:rsidR="00E30080" w:rsidRDefault="00BF444F" w:rsidP="00B227E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hr-BA"/>
        </w:rPr>
      </w:pPr>
      <w:r w:rsidRPr="00C7276E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A</w:t>
      </w:r>
      <w:r w:rsidR="008F13F7" w:rsidRPr="00C7276E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d</w:t>
      </w:r>
      <w:r w:rsidRPr="00C7276E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. </w:t>
      </w:r>
      <w:r w:rsidR="00B171A3" w:rsidRPr="00C7276E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2</w:t>
      </w:r>
      <w:r w:rsidRPr="00C7276E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. </w:t>
      </w:r>
      <w:r w:rsidR="00B227E4" w:rsidRPr="00B227E4">
        <w:rPr>
          <w:rFonts w:ascii="Times New Roman" w:hAnsi="Times New Roman"/>
          <w:b/>
          <w:sz w:val="24"/>
          <w:szCs w:val="24"/>
          <w:lang w:val="bs-Latn-BA"/>
        </w:rPr>
        <w:t xml:space="preserve">Razmatranje </w:t>
      </w:r>
      <w:r w:rsidR="00B227E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>Izvještaja o realizaciji izdatih isprava za vanjskotrgovinski promet</w:t>
      </w:r>
    </w:p>
    <w:p w:rsidR="00E30080" w:rsidRDefault="00E30080" w:rsidP="00B227E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hr-BA"/>
        </w:rPr>
      </w:pPr>
      <w:r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        </w:t>
      </w:r>
      <w:r w:rsidR="00B227E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  </w:t>
      </w:r>
      <w:r w:rsidR="00B227E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>oružja, vojne opreme i robe posebne namjene u 2018, podnosilac: Ministarstvo</w:t>
      </w:r>
    </w:p>
    <w:p w:rsidR="00B227E4" w:rsidRPr="00B227E4" w:rsidRDefault="00E30080" w:rsidP="00B227E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         </w:t>
      </w:r>
      <w:r w:rsidR="00B227E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 </w:t>
      </w:r>
      <w:r w:rsidR="00B227E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>vanjske trgovine i ekonomskih odnosa BiH, broj: 01</w:t>
      </w:r>
      <w:r w:rsidR="00B227E4">
        <w:rPr>
          <w:rFonts w:ascii="Times New Roman" w:eastAsia="Times New Roman" w:hAnsi="Times New Roman"/>
          <w:b/>
          <w:sz w:val="24"/>
          <w:szCs w:val="24"/>
          <w:lang w:val="hr-BA"/>
        </w:rPr>
        <w:t>,02-50-18-926/21 od 28. 4. 2021.</w:t>
      </w:r>
    </w:p>
    <w:p w:rsidR="00D10424" w:rsidRPr="00B227E4" w:rsidRDefault="00D10424" w:rsidP="00B227E4">
      <w:pPr>
        <w:spacing w:after="0"/>
        <w:contextualSpacing/>
        <w:jc w:val="both"/>
        <w:rPr>
          <w:rFonts w:asciiTheme="minorHAnsi" w:hAnsiTheme="minorHAnsi" w:cs="Cambria"/>
          <w:b/>
          <w:sz w:val="24"/>
          <w:szCs w:val="24"/>
          <w:lang w:val="sr-Cyrl-BA"/>
        </w:rPr>
      </w:pPr>
    </w:p>
    <w:p w:rsidR="0057038A" w:rsidRDefault="0057038A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BA"/>
        </w:rPr>
        <w:t>Predsjedavajući Komisije podsjetio je</w:t>
      </w:r>
      <w:r w:rsidR="000751BE">
        <w:rPr>
          <w:rFonts w:ascii="Times New Roman" w:hAnsi="Times New Roman"/>
          <w:noProof/>
          <w:spacing w:val="-8"/>
          <w:sz w:val="24"/>
          <w:szCs w:val="24"/>
          <w:lang w:val="sr-Latn-BA"/>
        </w:rPr>
        <w:t xml:space="preserve"> na to</w:t>
      </w:r>
      <w:r>
        <w:rPr>
          <w:rFonts w:ascii="Times New Roman" w:hAnsi="Times New Roman"/>
          <w:noProof/>
          <w:spacing w:val="-8"/>
          <w:sz w:val="24"/>
          <w:szCs w:val="24"/>
          <w:lang w:val="sr-Latn-BA"/>
        </w:rPr>
        <w:t xml:space="preserve"> da je Vijeće ministara B</w:t>
      </w:r>
      <w:r w:rsidR="000751BE">
        <w:rPr>
          <w:rFonts w:ascii="Times New Roman" w:hAnsi="Times New Roman"/>
          <w:noProof/>
          <w:spacing w:val="-8"/>
          <w:sz w:val="24"/>
          <w:szCs w:val="24"/>
          <w:lang w:val="sr-Latn-BA"/>
        </w:rPr>
        <w:t>i</w:t>
      </w:r>
      <w:r>
        <w:rPr>
          <w:rFonts w:ascii="Times New Roman" w:hAnsi="Times New Roman"/>
          <w:noProof/>
          <w:spacing w:val="-8"/>
          <w:sz w:val="24"/>
          <w:szCs w:val="24"/>
          <w:lang w:val="sr-Latn-BA"/>
        </w:rPr>
        <w:t xml:space="preserve">H na </w:t>
      </w:r>
      <w:r>
        <w:rPr>
          <w:rFonts w:ascii="Times New Roman" w:hAnsi="Times New Roman"/>
          <w:noProof/>
          <w:spacing w:val="-8"/>
          <w:sz w:val="24"/>
          <w:szCs w:val="24"/>
          <w:lang w:val="sr-Cyrl-BA"/>
        </w:rPr>
        <w:t xml:space="preserve">24. </w:t>
      </w:r>
      <w:r>
        <w:rPr>
          <w:rFonts w:ascii="Times New Roman" w:hAnsi="Times New Roman"/>
          <w:noProof/>
          <w:spacing w:val="-8"/>
          <w:sz w:val="24"/>
          <w:szCs w:val="24"/>
          <w:lang w:val="sr-Latn-BA"/>
        </w:rPr>
        <w:t xml:space="preserve">sjednici, održanoj </w:t>
      </w:r>
      <w:r>
        <w:rPr>
          <w:rFonts w:ascii="Times New Roman" w:hAnsi="Times New Roman"/>
          <w:noProof/>
          <w:spacing w:val="-8"/>
          <w:sz w:val="24"/>
          <w:szCs w:val="24"/>
          <w:lang w:val="sr-Cyrl-BA"/>
        </w:rPr>
        <w:t>28</w:t>
      </w:r>
      <w:r>
        <w:rPr>
          <w:rFonts w:ascii="Times New Roman" w:hAnsi="Times New Roman"/>
          <w:noProof/>
          <w:spacing w:val="-8"/>
          <w:sz w:val="24"/>
          <w:szCs w:val="24"/>
          <w:lang w:val="sr-Latn-BA"/>
        </w:rPr>
        <w:t>.</w:t>
      </w:r>
      <w:r>
        <w:rPr>
          <w:rFonts w:ascii="Times New Roman" w:hAnsi="Times New Roman"/>
          <w:noProof/>
          <w:spacing w:val="-8"/>
          <w:sz w:val="24"/>
          <w:szCs w:val="24"/>
          <w:lang w:val="sr-Cyrl-BA"/>
        </w:rPr>
        <w:t xml:space="preserve"> 1</w:t>
      </w:r>
      <w:r>
        <w:rPr>
          <w:rFonts w:ascii="Times New Roman" w:hAnsi="Times New Roman"/>
          <w:noProof/>
          <w:spacing w:val="-8"/>
          <w:sz w:val="24"/>
          <w:szCs w:val="24"/>
          <w:lang w:val="sr-Latn-BA"/>
        </w:rPr>
        <w:t>.</w:t>
      </w:r>
      <w:r>
        <w:rPr>
          <w:rFonts w:ascii="Times New Roman" w:hAnsi="Times New Roman"/>
          <w:noProof/>
          <w:spacing w:val="-8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BA"/>
        </w:rPr>
        <w:t>20</w:t>
      </w:r>
      <w:r>
        <w:rPr>
          <w:rFonts w:ascii="Times New Roman" w:hAnsi="Times New Roman"/>
          <w:noProof/>
          <w:spacing w:val="-8"/>
          <w:sz w:val="24"/>
          <w:szCs w:val="24"/>
          <w:lang w:val="sr-Cyrl-BA"/>
        </w:rPr>
        <w:t>21, razmotri</w:t>
      </w:r>
      <w:r w:rsidR="00630CA7">
        <w:rPr>
          <w:rFonts w:ascii="Times New Roman" w:hAnsi="Times New Roman"/>
          <w:noProof/>
          <w:spacing w:val="-8"/>
          <w:sz w:val="24"/>
          <w:szCs w:val="24"/>
          <w:lang w:val="sr-Latn-BA"/>
        </w:rPr>
        <w:t>l</w:t>
      </w:r>
      <w:r w:rsidR="000751BE">
        <w:rPr>
          <w:rFonts w:ascii="Times New Roman" w:hAnsi="Times New Roman"/>
          <w:noProof/>
          <w:spacing w:val="-8"/>
          <w:sz w:val="24"/>
          <w:szCs w:val="24"/>
          <w:lang w:val="sr-Cyrl-BA"/>
        </w:rPr>
        <w:t xml:space="preserve">o i </w:t>
      </w:r>
      <w:r>
        <w:rPr>
          <w:rFonts w:ascii="Times New Roman" w:hAnsi="Times New Roman"/>
          <w:noProof/>
          <w:spacing w:val="-8"/>
          <w:sz w:val="24"/>
          <w:szCs w:val="24"/>
          <w:lang w:val="sr-Latn-BA"/>
        </w:rPr>
        <w:t>usvoji</w:t>
      </w:r>
      <w:r w:rsidR="00630CA7">
        <w:rPr>
          <w:rFonts w:ascii="Times New Roman" w:hAnsi="Times New Roman"/>
          <w:noProof/>
          <w:spacing w:val="-8"/>
          <w:sz w:val="24"/>
          <w:szCs w:val="24"/>
          <w:lang w:val="sr-Latn-BA"/>
        </w:rPr>
        <w:t>l</w:t>
      </w:r>
      <w:r>
        <w:rPr>
          <w:rFonts w:ascii="Times New Roman" w:hAnsi="Times New Roman"/>
          <w:noProof/>
          <w:spacing w:val="-8"/>
          <w:sz w:val="24"/>
          <w:szCs w:val="24"/>
          <w:lang w:val="sr-Latn-BA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Izvještaj o 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realizaciji izdatih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isprava za </w:t>
      </w:r>
      <w:r w:rsidR="00630CA7">
        <w:rPr>
          <w:rFonts w:ascii="Times New Roman" w:hAnsi="Times New Roman"/>
          <w:noProof/>
          <w:sz w:val="24"/>
          <w:szCs w:val="24"/>
          <w:lang w:val="sr-Latn-CS"/>
        </w:rPr>
        <w:t>vanjsko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trgovinski promet oružja, vojne opreme i robe posebne namjene za 201</w:t>
      </w:r>
      <w:r>
        <w:rPr>
          <w:rFonts w:ascii="Times New Roman" w:hAnsi="Times New Roman"/>
          <w:noProof/>
          <w:sz w:val="24"/>
          <w:szCs w:val="24"/>
          <w:lang w:val="sr-Cyrl-BA"/>
        </w:rPr>
        <w:t>8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godinu. </w:t>
      </w:r>
    </w:p>
    <w:p w:rsidR="0057038A" w:rsidRDefault="0057038A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:rsidR="0057038A" w:rsidRDefault="000751BE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>
        <w:rPr>
          <w:rFonts w:ascii="Times New Roman" w:hAnsi="Times New Roman"/>
          <w:noProof/>
          <w:sz w:val="24"/>
          <w:szCs w:val="24"/>
          <w:lang w:val="sr-Cyrl-BA"/>
        </w:rPr>
        <w:t>Za predmetni i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zvještaj pribavljena su mišljenja Ministarstva 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sigurnosti 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BiH, Ministarstva odbrane  BiH i 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Ureda 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za zakonodavstvo BiH.</w:t>
      </w:r>
    </w:p>
    <w:p w:rsidR="00630CA7" w:rsidRDefault="00630CA7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:rsidR="0057038A" w:rsidRPr="0034108E" w:rsidRDefault="00630CA7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 xml:space="preserve">U skladu s 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obavezama propisanim Zakonom o kontroli </w:t>
      </w:r>
      <w:r>
        <w:rPr>
          <w:rFonts w:ascii="Times New Roman" w:hAnsi="Times New Roman"/>
          <w:noProof/>
          <w:sz w:val="24"/>
          <w:szCs w:val="24"/>
          <w:lang w:val="sr-Latn-BA"/>
        </w:rPr>
        <w:t>vanjsko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trgovinskog prometa oružja, vojne opreme i rob</w:t>
      </w:r>
      <w:r w:rsidR="000751BE">
        <w:rPr>
          <w:rFonts w:ascii="Times New Roman" w:hAnsi="Times New Roman"/>
          <w:noProof/>
          <w:sz w:val="24"/>
          <w:szCs w:val="24"/>
          <w:lang w:val="bs-Latn-BA"/>
        </w:rPr>
        <w:t>e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 posebne namjen</w:t>
      </w:r>
      <w:r w:rsidR="000751BE">
        <w:rPr>
          <w:rFonts w:ascii="Times New Roman" w:hAnsi="Times New Roman"/>
          <w:noProof/>
          <w:sz w:val="24"/>
          <w:szCs w:val="24"/>
          <w:lang w:val="sr-Cyrl-BA"/>
        </w:rPr>
        <w:t>e („Službeni glasnik BiH“, broj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 53/16) 28.</w:t>
      </w:r>
      <w:r w:rsidR="000751BE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4.</w:t>
      </w:r>
      <w:r w:rsidR="000751BE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0751BE">
        <w:rPr>
          <w:rFonts w:ascii="Times New Roman" w:hAnsi="Times New Roman"/>
          <w:noProof/>
          <w:sz w:val="24"/>
          <w:szCs w:val="24"/>
          <w:lang w:val="sr-Cyrl-BA"/>
        </w:rPr>
        <w:t>2021</w:t>
      </w:r>
      <w:r w:rsidR="000751BE">
        <w:rPr>
          <w:rFonts w:ascii="Times New Roman" w:hAnsi="Times New Roman"/>
          <w:noProof/>
          <w:sz w:val="24"/>
          <w:szCs w:val="24"/>
          <w:lang w:val="bs-Latn-BA"/>
        </w:rPr>
        <w:t>.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 Ministarstvo 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vanjske 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trgovine i ekonomskih od</w:t>
      </w:r>
      <w:r w:rsidR="000751BE">
        <w:rPr>
          <w:rFonts w:ascii="Times New Roman" w:hAnsi="Times New Roman"/>
          <w:noProof/>
          <w:sz w:val="24"/>
          <w:szCs w:val="24"/>
          <w:lang w:val="sr-Cyrl-BA"/>
        </w:rPr>
        <w:t>nosa BiH dostavilo je navedeni i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zvještaj Parlamentarnoj skupštini</w:t>
      </w:r>
      <w:r w:rsidR="000751BE">
        <w:rPr>
          <w:rFonts w:ascii="Times New Roman" w:hAnsi="Times New Roman"/>
          <w:noProof/>
          <w:sz w:val="24"/>
          <w:szCs w:val="24"/>
          <w:lang w:val="bs-Latn-BA"/>
        </w:rPr>
        <w:t xml:space="preserve"> BiH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 na usvajanje.</w:t>
      </w:r>
    </w:p>
    <w:p w:rsidR="0057038A" w:rsidRDefault="0057038A" w:rsidP="00C07218">
      <w:pPr>
        <w:pStyle w:val="NoSpacing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BA"/>
        </w:rPr>
      </w:pPr>
    </w:p>
    <w:p w:rsidR="00630CA7" w:rsidRDefault="0057038A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Kolegij Predstavničkog doma Parlamentarne skupštine BiH je na </w:t>
      </w:r>
      <w:r>
        <w:rPr>
          <w:rFonts w:ascii="Times New Roman" w:hAnsi="Times New Roman"/>
          <w:noProof/>
          <w:sz w:val="24"/>
          <w:szCs w:val="24"/>
          <w:lang w:val="sr-Cyrl-BA"/>
        </w:rPr>
        <w:t>40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. sjednici, održanoj </w:t>
      </w:r>
      <w:r>
        <w:rPr>
          <w:rFonts w:ascii="Times New Roman" w:hAnsi="Times New Roman"/>
          <w:noProof/>
          <w:sz w:val="24"/>
          <w:szCs w:val="24"/>
          <w:lang w:val="sr-Cyrl-BA"/>
        </w:rPr>
        <w:t>5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 5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20</w:t>
      </w:r>
      <w:r>
        <w:rPr>
          <w:rFonts w:ascii="Times New Roman" w:hAnsi="Times New Roman"/>
          <w:noProof/>
          <w:sz w:val="24"/>
          <w:szCs w:val="24"/>
          <w:lang w:val="sr-Cyrl-BA"/>
        </w:rPr>
        <w:t>21, kao nadležn</w:t>
      </w:r>
      <w:r w:rsidR="00BB0249">
        <w:rPr>
          <w:rFonts w:ascii="Times New Roman" w:hAnsi="Times New Roman"/>
          <w:noProof/>
          <w:sz w:val="24"/>
          <w:szCs w:val="24"/>
          <w:lang w:val="sr-Latn-BA"/>
        </w:rPr>
        <w:t>e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 za razmatranje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Izvještaj</w:t>
      </w:r>
      <w:r w:rsidR="00BB0249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o 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realizaciji izdatih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isprava za </w:t>
      </w:r>
    </w:p>
    <w:p w:rsidR="0057038A" w:rsidRDefault="00630CA7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vanjsko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>trgovinski promet oružja, vojne opreme i robe posebne namjene za 201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8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godinu, čiji je podnosilac Ministarstvo 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vanjske 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trgovine i ekonomskih odnosa BiH, odredio 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>Komisij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u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 xml:space="preserve"> za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vanjsku 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>trgovinu i carine Predstavničkog doma Parlamentarne skupštine BiH i Zajedničk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u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751B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>omisij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u</w:t>
      </w:r>
      <w:r w:rsidR="000751BE">
        <w:rPr>
          <w:rFonts w:ascii="Times New Roman" w:hAnsi="Times New Roman"/>
          <w:noProof/>
          <w:sz w:val="24"/>
          <w:szCs w:val="24"/>
          <w:lang w:val="sr-Latn-CS"/>
        </w:rPr>
        <w:t xml:space="preserve"> za odbranu i sigur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>nost B</w:t>
      </w:r>
      <w:r w:rsidR="000751B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>H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.</w:t>
      </w:r>
    </w:p>
    <w:p w:rsidR="00630CA7" w:rsidRDefault="00630CA7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630CA7" w:rsidRDefault="00630CA7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lastRenderedPageBreak/>
        <w:t>Zatim je riječ dao pre</w:t>
      </w:r>
      <w:r w:rsidR="000751BE">
        <w:rPr>
          <w:rFonts w:ascii="Times New Roman" w:hAnsi="Times New Roman"/>
          <w:noProof/>
          <w:sz w:val="24"/>
          <w:szCs w:val="24"/>
          <w:lang w:val="sr-Latn-BA"/>
        </w:rPr>
        <w:t>d</w:t>
      </w:r>
      <w:r>
        <w:rPr>
          <w:rFonts w:ascii="Times New Roman" w:hAnsi="Times New Roman"/>
          <w:noProof/>
          <w:sz w:val="24"/>
          <w:szCs w:val="24"/>
          <w:lang w:val="sr-Latn-BA"/>
        </w:rPr>
        <w:t>stavniku Ministarstva vanjske t</w:t>
      </w:r>
      <w:r w:rsidR="000751BE">
        <w:rPr>
          <w:rFonts w:ascii="Times New Roman" w:hAnsi="Times New Roman"/>
          <w:noProof/>
          <w:sz w:val="24"/>
          <w:szCs w:val="24"/>
          <w:lang w:val="sr-Latn-BA"/>
        </w:rPr>
        <w:t>rgovine i ekonomskih odnosa BiH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Dragiši Mekiću, koji je ukratko obrazložio Izvještaj.</w:t>
      </w:r>
    </w:p>
    <w:p w:rsidR="00630CA7" w:rsidRDefault="00630CA7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630CA7" w:rsidRDefault="000751BE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>S o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>bzirom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na to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 da nije bilo prijavljenih za raspravu, predsjedavajući Komisije stavio </w:t>
      </w:r>
      <w:r w:rsidR="00BB0249">
        <w:rPr>
          <w:rFonts w:ascii="Times New Roman" w:hAnsi="Times New Roman"/>
          <w:noProof/>
          <w:sz w:val="24"/>
          <w:szCs w:val="24"/>
          <w:lang w:val="sr-Latn-BA"/>
        </w:rPr>
        <w:t xml:space="preserve">je 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>Izvještaj na glasanje.</w:t>
      </w:r>
    </w:p>
    <w:p w:rsidR="00BB0249" w:rsidRDefault="00BB0249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630CA7" w:rsidRDefault="00630CA7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 xml:space="preserve">Komisija je jednoglasno usvojila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Izvještaj o 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realizaciji izdatih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isprava za vanjskotrgovinski promet oružja, vojne opreme i robe posebne namjene za 201</w:t>
      </w:r>
      <w:r>
        <w:rPr>
          <w:rFonts w:ascii="Times New Roman" w:hAnsi="Times New Roman"/>
          <w:noProof/>
          <w:sz w:val="24"/>
          <w:szCs w:val="24"/>
          <w:lang w:val="sr-Cyrl-BA"/>
        </w:rPr>
        <w:t>8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Cyrl-BA"/>
        </w:rPr>
        <w:t>godinu</w:t>
      </w:r>
      <w:r w:rsidR="00A1265E">
        <w:rPr>
          <w:rFonts w:ascii="Times New Roman" w:hAnsi="Times New Roman"/>
          <w:noProof/>
          <w:sz w:val="24"/>
          <w:szCs w:val="24"/>
          <w:lang w:val="sr-Latn-BA"/>
        </w:rPr>
        <w:t xml:space="preserve"> i predlaže Predstavničkom domu PSBiH njegovo usvajanje.</w:t>
      </w:r>
    </w:p>
    <w:p w:rsidR="00A1265E" w:rsidRDefault="00A1265E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A1265E" w:rsidRDefault="00A1265E" w:rsidP="00A1265E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1265E">
        <w:rPr>
          <w:rFonts w:ascii="Times New Roman" w:hAnsi="Times New Roman"/>
          <w:b/>
          <w:noProof/>
          <w:sz w:val="24"/>
          <w:szCs w:val="24"/>
          <w:lang w:val="sr-Latn-BA"/>
        </w:rPr>
        <w:t xml:space="preserve">Ad.3. </w:t>
      </w:r>
      <w:r w:rsidRPr="00A1265E">
        <w:rPr>
          <w:rFonts w:ascii="Times New Roman" w:hAnsi="Times New Roman"/>
          <w:b/>
          <w:noProof/>
          <w:sz w:val="24"/>
          <w:szCs w:val="24"/>
          <w:lang w:val="sr-Latn-CS"/>
        </w:rPr>
        <w:t>Razmatranje Inicijative za sklapanje bilateralnog sporazuma s Ujedinjenim</w:t>
      </w:r>
    </w:p>
    <w:p w:rsidR="00A1265E" w:rsidRDefault="00A1265E" w:rsidP="00A1265E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</w:t>
      </w:r>
      <w:r w:rsidRPr="00A1265E">
        <w:rPr>
          <w:rFonts w:ascii="Times New Roman" w:hAnsi="Times New Roman"/>
          <w:b/>
          <w:noProof/>
          <w:sz w:val="24"/>
          <w:szCs w:val="24"/>
          <w:lang w:val="sr-Latn-CS"/>
        </w:rPr>
        <w:t>Kraljevstvom kojim će biti regulirane carine između BiH i UK, podnosilac: Guma</w:t>
      </w:r>
    </w:p>
    <w:p w:rsidR="00A1265E" w:rsidRDefault="00A1265E" w:rsidP="00A1265E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</w:t>
      </w:r>
      <w:r w:rsidRPr="00A1265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M, broj: 01/3-50-18-1015/21. od 12.</w:t>
      </w:r>
      <w:r w:rsidR="00BE3F9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A1265E">
        <w:rPr>
          <w:rFonts w:ascii="Times New Roman" w:hAnsi="Times New Roman"/>
          <w:b/>
          <w:noProof/>
          <w:sz w:val="24"/>
          <w:szCs w:val="24"/>
          <w:lang w:val="sr-Latn-CS"/>
        </w:rPr>
        <w:t>5.</w:t>
      </w:r>
      <w:r w:rsidR="00BE3F9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A1265E">
        <w:rPr>
          <w:rFonts w:ascii="Times New Roman" w:hAnsi="Times New Roman"/>
          <w:b/>
          <w:noProof/>
          <w:sz w:val="24"/>
          <w:szCs w:val="24"/>
          <w:lang w:val="sr-Latn-CS"/>
        </w:rPr>
        <w:t>2021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</w:p>
    <w:p w:rsidR="00551AEA" w:rsidRDefault="00551AEA" w:rsidP="00BB0249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 xml:space="preserve">Predsjedavajući Komisije kazao </w:t>
      </w:r>
      <w:r w:rsidR="000751BE">
        <w:rPr>
          <w:rFonts w:ascii="Times New Roman" w:hAnsi="Times New Roman"/>
          <w:noProof/>
          <w:sz w:val="24"/>
          <w:szCs w:val="24"/>
          <w:lang w:val="sr-Latn-BA"/>
        </w:rPr>
        <w:t xml:space="preserve">je 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da su članovi Komisije dobili </w:t>
      </w:r>
      <w:r w:rsidRPr="00BB0249">
        <w:rPr>
          <w:rFonts w:ascii="Times New Roman" w:hAnsi="Times New Roman"/>
          <w:noProof/>
          <w:sz w:val="24"/>
          <w:szCs w:val="24"/>
          <w:lang w:val="sr-Latn-CS"/>
        </w:rPr>
        <w:t>Inicijativ</w:t>
      </w:r>
      <w:r w:rsidR="005B570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B0249">
        <w:rPr>
          <w:rFonts w:ascii="Times New Roman" w:hAnsi="Times New Roman"/>
          <w:noProof/>
          <w:sz w:val="24"/>
          <w:szCs w:val="24"/>
          <w:lang w:val="sr-Latn-CS"/>
        </w:rPr>
        <w:t xml:space="preserve"> za sklapanje bilateralnog sporazuma s Ujedinjenim Kraljevstvom kojim će biti regulirane carine između BiH i UK, podnosilac: Guma M d.o.o.</w:t>
      </w:r>
      <w:r w:rsidR="000751BE">
        <w:rPr>
          <w:rFonts w:ascii="Times New Roman" w:hAnsi="Times New Roman"/>
          <w:noProof/>
          <w:sz w:val="24"/>
          <w:szCs w:val="24"/>
          <w:lang w:val="sr-Latn-CS"/>
        </w:rPr>
        <w:t>, s</w:t>
      </w:r>
      <w:r w:rsidR="005B5703">
        <w:rPr>
          <w:rFonts w:ascii="Times New Roman" w:hAnsi="Times New Roman"/>
          <w:noProof/>
          <w:sz w:val="24"/>
          <w:szCs w:val="24"/>
          <w:lang w:val="sr-Latn-CS"/>
        </w:rPr>
        <w:t xml:space="preserve"> kojom su se upoznali.</w:t>
      </w:r>
    </w:p>
    <w:p w:rsidR="00551AEA" w:rsidRDefault="00551AEA" w:rsidP="00551AEA">
      <w:pPr>
        <w:spacing w:after="0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>Zatim j</w:t>
      </w:r>
      <w:r w:rsidR="000751BE">
        <w:rPr>
          <w:rFonts w:ascii="Times New Roman" w:hAnsi="Times New Roman"/>
          <w:noProof/>
          <w:sz w:val="24"/>
          <w:szCs w:val="24"/>
          <w:lang w:val="sr-Latn-BA"/>
        </w:rPr>
        <w:t>e riječ dao predstavniku Guma M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d.o.o. Slaviši Peuliću koji je ukratko obrazložio razloge podnošenja Inicijative.</w:t>
      </w:r>
    </w:p>
    <w:p w:rsidR="00551AEA" w:rsidRDefault="00551AEA" w:rsidP="00551AEA">
      <w:pPr>
        <w:spacing w:after="0"/>
        <w:rPr>
          <w:rFonts w:ascii="Times New Roman" w:hAnsi="Times New Roman"/>
          <w:noProof/>
          <w:sz w:val="24"/>
          <w:szCs w:val="24"/>
          <w:lang w:val="sr-Latn-BA"/>
        </w:rPr>
      </w:pPr>
    </w:p>
    <w:p w:rsidR="00551AEA" w:rsidRDefault="000751BE" w:rsidP="00551AEA">
      <w:pPr>
        <w:spacing w:after="0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>U raspravi su učestvovali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 Šemsudin Mehmedović i Zukan Helez.</w:t>
      </w:r>
    </w:p>
    <w:p w:rsidR="00551AEA" w:rsidRDefault="00551AEA" w:rsidP="00551AEA">
      <w:pPr>
        <w:spacing w:after="0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 xml:space="preserve">Dodatno pojašnjenje vezano za predmetnu </w:t>
      </w:r>
      <w:r w:rsidR="000751BE">
        <w:rPr>
          <w:rFonts w:ascii="Times New Roman" w:hAnsi="Times New Roman"/>
          <w:noProof/>
          <w:sz w:val="24"/>
          <w:szCs w:val="24"/>
          <w:lang w:val="sr-Latn-BA"/>
        </w:rPr>
        <w:t>i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nicijativu dao je Mithad Salić, pomoćnik ministra  za vanjsku trgovinu i </w:t>
      </w:r>
      <w:r w:rsidR="000751BE">
        <w:rPr>
          <w:rFonts w:ascii="Times New Roman" w:hAnsi="Times New Roman"/>
          <w:noProof/>
          <w:sz w:val="24"/>
          <w:szCs w:val="24"/>
          <w:lang w:val="sr-Latn-BA"/>
        </w:rPr>
        <w:t>ekonomske odnose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BiH.</w:t>
      </w:r>
    </w:p>
    <w:p w:rsidR="00BB0249" w:rsidRDefault="00BB0249" w:rsidP="00551AEA">
      <w:pPr>
        <w:spacing w:after="0"/>
        <w:rPr>
          <w:rFonts w:ascii="Times New Roman" w:hAnsi="Times New Roman"/>
          <w:noProof/>
          <w:sz w:val="24"/>
          <w:szCs w:val="24"/>
          <w:lang w:val="sr-Latn-BA"/>
        </w:rPr>
      </w:pPr>
    </w:p>
    <w:p w:rsidR="00551AEA" w:rsidRDefault="00551AEA" w:rsidP="00551AEA">
      <w:pPr>
        <w:spacing w:after="0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>Zatim se pristupilo glasanju.</w:t>
      </w:r>
    </w:p>
    <w:p w:rsidR="00BB0249" w:rsidRDefault="00551AEA" w:rsidP="00BB0249">
      <w:pPr>
        <w:jc w:val="both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 xml:space="preserve">Komisija je jednoglasno podržala </w:t>
      </w:r>
      <w:r w:rsidRPr="00BB0249">
        <w:rPr>
          <w:rFonts w:ascii="Times New Roman" w:hAnsi="Times New Roman"/>
          <w:noProof/>
          <w:sz w:val="24"/>
          <w:szCs w:val="24"/>
          <w:lang w:val="sr-Latn-CS"/>
        </w:rPr>
        <w:t>Inicijativ</w:t>
      </w:r>
      <w:r w:rsidR="00BB024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B0249">
        <w:rPr>
          <w:rFonts w:ascii="Times New Roman" w:hAnsi="Times New Roman"/>
          <w:noProof/>
          <w:sz w:val="24"/>
          <w:szCs w:val="24"/>
          <w:lang w:val="sr-Latn-CS"/>
        </w:rPr>
        <w:t xml:space="preserve"> za sklapanje bilateralnog sporazuma s Ujedinjenim  Kraljevstvom kojim će biti regulirane carine između BiH i UK i dostavlja je nadležnim </w:t>
      </w:r>
      <w:r w:rsidR="009734A7" w:rsidRPr="00BB0249">
        <w:rPr>
          <w:rFonts w:ascii="Times New Roman" w:hAnsi="Times New Roman"/>
          <w:noProof/>
          <w:sz w:val="24"/>
          <w:szCs w:val="24"/>
          <w:lang w:val="sr-Latn-CS"/>
        </w:rPr>
        <w:t>institucijama</w:t>
      </w:r>
      <w:r w:rsidR="00BB0249" w:rsidRPr="00BB0249">
        <w:rPr>
          <w:rFonts w:ascii="Times New Roman" w:hAnsi="Times New Roman"/>
          <w:noProof/>
          <w:sz w:val="24"/>
          <w:szCs w:val="24"/>
          <w:lang w:val="sr-Latn-CS"/>
        </w:rPr>
        <w:t xml:space="preserve"> (Ministarstvu vanjskih poslova BiH i Ministarstvu vanjske trgovine i ekonomskih odnosa BiH</w:t>
      </w:r>
      <w:r w:rsidR="00BB0249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BB0249" w:rsidRPr="00BB0249">
        <w:rPr>
          <w:rFonts w:ascii="Times New Roman" w:hAnsi="Times New Roman"/>
          <w:noProof/>
          <w:sz w:val="24"/>
          <w:szCs w:val="24"/>
          <w:lang w:val="sr-Latn-CS"/>
        </w:rPr>
        <w:t xml:space="preserve"> na nadležno postupanje u</w:t>
      </w:r>
      <w:r w:rsidR="00BB02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751BE">
        <w:rPr>
          <w:rFonts w:ascii="Times New Roman" w:hAnsi="Times New Roman"/>
          <w:noProof/>
          <w:sz w:val="24"/>
          <w:szCs w:val="24"/>
          <w:lang w:val="sr-Cyrl-BA"/>
        </w:rPr>
        <w:t>skladu s</w:t>
      </w:r>
      <w:r w:rsidR="00BB0249">
        <w:rPr>
          <w:rFonts w:ascii="Times New Roman" w:hAnsi="Times New Roman"/>
          <w:noProof/>
          <w:sz w:val="24"/>
          <w:szCs w:val="24"/>
          <w:lang w:val="sr-Cyrl-BA"/>
        </w:rPr>
        <w:t xml:space="preserve"> članom 4.</w:t>
      </w:r>
      <w:r w:rsidR="000751BE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BB0249">
        <w:rPr>
          <w:rFonts w:ascii="Times New Roman" w:hAnsi="Times New Roman"/>
          <w:noProof/>
          <w:sz w:val="24"/>
          <w:szCs w:val="24"/>
          <w:lang w:val="sr-Cyrl-BA"/>
        </w:rPr>
        <w:t>stav (2) Zakona o postupku zaključivanja i izvršavanja međunarodnih ugovora („Službeni glasnik BiH“, br.</w:t>
      </w:r>
      <w:r w:rsidR="00BE3F93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BB0249">
        <w:rPr>
          <w:rFonts w:ascii="Times New Roman" w:hAnsi="Times New Roman"/>
          <w:noProof/>
          <w:sz w:val="24"/>
          <w:szCs w:val="24"/>
          <w:lang w:val="sr-Cyrl-BA"/>
        </w:rPr>
        <w:t>29/00 i 32/13)</w:t>
      </w:r>
      <w:r w:rsidR="00BB0249">
        <w:rPr>
          <w:rFonts w:ascii="Times New Roman" w:hAnsi="Times New Roman"/>
          <w:noProof/>
          <w:sz w:val="24"/>
          <w:szCs w:val="24"/>
          <w:lang w:val="sr-Latn-BA"/>
        </w:rPr>
        <w:t>.</w:t>
      </w:r>
    </w:p>
    <w:p w:rsidR="006A3CF1" w:rsidRPr="00BB0249" w:rsidRDefault="00521928" w:rsidP="00BB0249">
      <w:pPr>
        <w:spacing w:after="0"/>
        <w:rPr>
          <w:rFonts w:ascii="Times New Roman" w:hAnsi="Times New Roman"/>
          <w:noProof/>
          <w:sz w:val="24"/>
          <w:szCs w:val="24"/>
          <w:lang w:val="sr-Cyrl-BA"/>
        </w:rPr>
      </w:pPr>
      <w:r w:rsidRPr="006A3CF1">
        <w:rPr>
          <w:rFonts w:ascii="Times New Roman" w:hAnsi="Times New Roman"/>
          <w:b/>
          <w:noProof/>
          <w:sz w:val="24"/>
          <w:lang w:val="sr-Latn-CS"/>
        </w:rPr>
        <w:t>Ad.</w:t>
      </w:r>
      <w:r w:rsidR="00BB0249">
        <w:rPr>
          <w:rFonts w:ascii="Times New Roman" w:hAnsi="Times New Roman"/>
          <w:b/>
          <w:noProof/>
          <w:sz w:val="24"/>
          <w:lang w:val="sr-Latn-CS"/>
        </w:rPr>
        <w:t>4</w:t>
      </w:r>
      <w:r w:rsidRPr="006A3CF1">
        <w:rPr>
          <w:rFonts w:ascii="Times New Roman" w:hAnsi="Times New Roman"/>
          <w:b/>
          <w:noProof/>
          <w:sz w:val="24"/>
          <w:lang w:val="sr-Latn-CS"/>
        </w:rPr>
        <w:t xml:space="preserve">. </w:t>
      </w:r>
      <w:r w:rsidR="006A3CF1" w:rsidRPr="006A3CF1">
        <w:rPr>
          <w:rFonts w:ascii="Times New Roman" w:hAnsi="Times New Roman"/>
          <w:b/>
          <w:noProof/>
          <w:sz w:val="24"/>
          <w:szCs w:val="24"/>
          <w:lang w:val="sr-Latn-CS"/>
        </w:rPr>
        <w:t>Tekuća pitanja</w:t>
      </w:r>
    </w:p>
    <w:p w:rsidR="0006041C" w:rsidRDefault="00C7276E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>U okviru</w:t>
      </w:r>
      <w:r w:rsidR="0006041C">
        <w:rPr>
          <w:rFonts w:ascii="Times New Roman" w:hAnsi="Times New Roman"/>
          <w:noProof/>
          <w:sz w:val="24"/>
          <w:szCs w:val="24"/>
          <w:lang w:val="bs-Latn-BA"/>
        </w:rPr>
        <w:t xml:space="preserve"> ov</w:t>
      </w:r>
      <w:r>
        <w:rPr>
          <w:rFonts w:ascii="Times New Roman" w:hAnsi="Times New Roman"/>
          <w:noProof/>
          <w:sz w:val="24"/>
          <w:szCs w:val="24"/>
          <w:lang w:val="bs-Latn-BA"/>
        </w:rPr>
        <w:t>e</w:t>
      </w:r>
      <w:r w:rsidR="0006041C">
        <w:rPr>
          <w:rFonts w:ascii="Times New Roman" w:hAnsi="Times New Roman"/>
          <w:noProof/>
          <w:sz w:val="24"/>
          <w:szCs w:val="24"/>
          <w:lang w:val="bs-Latn-BA"/>
        </w:rPr>
        <w:t xml:space="preserve"> tačk</w:t>
      </w:r>
      <w:r>
        <w:rPr>
          <w:rFonts w:ascii="Times New Roman" w:hAnsi="Times New Roman"/>
          <w:noProof/>
          <w:sz w:val="24"/>
          <w:szCs w:val="24"/>
          <w:lang w:val="bs-Latn-BA"/>
        </w:rPr>
        <w:t>e</w:t>
      </w:r>
      <w:r w:rsidR="0006041C">
        <w:rPr>
          <w:rFonts w:ascii="Times New Roman" w:hAnsi="Times New Roman"/>
          <w:noProof/>
          <w:sz w:val="24"/>
          <w:szCs w:val="24"/>
          <w:lang w:val="bs-Latn-BA"/>
        </w:rPr>
        <w:t xml:space="preserve"> nije bilo prijedloga pa je predsjedavajući Dragan Bogdanić zaključio sjednicu.</w:t>
      </w:r>
    </w:p>
    <w:p w:rsidR="0006041C" w:rsidRDefault="0006041C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</w:p>
    <w:p w:rsidR="001A42DB" w:rsidRDefault="00897C66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>Sjednica je završena u 1</w:t>
      </w:r>
      <w:r w:rsidR="0006041C">
        <w:rPr>
          <w:rFonts w:ascii="Times New Roman" w:hAnsi="Times New Roman"/>
          <w:noProof/>
          <w:sz w:val="24"/>
          <w:szCs w:val="24"/>
          <w:lang w:val="bs-Latn-BA"/>
        </w:rPr>
        <w:t>0</w:t>
      </w:r>
      <w:r w:rsidR="00EB533E">
        <w:rPr>
          <w:rFonts w:ascii="Times New Roman" w:hAnsi="Times New Roman"/>
          <w:noProof/>
          <w:sz w:val="24"/>
          <w:szCs w:val="24"/>
          <w:lang w:val="bs-Latn-BA"/>
        </w:rPr>
        <w:t>.</w:t>
      </w:r>
      <w:r w:rsidR="00BB0249">
        <w:rPr>
          <w:rFonts w:ascii="Times New Roman" w:hAnsi="Times New Roman"/>
          <w:noProof/>
          <w:sz w:val="24"/>
          <w:szCs w:val="24"/>
          <w:lang w:val="bs-Latn-BA"/>
        </w:rPr>
        <w:t>15</w:t>
      </w:r>
      <w:r w:rsidR="001A42DB">
        <w:rPr>
          <w:rFonts w:ascii="Times New Roman" w:hAnsi="Times New Roman"/>
          <w:noProof/>
          <w:sz w:val="24"/>
          <w:szCs w:val="24"/>
          <w:lang w:val="bs-Latn-BA"/>
        </w:rPr>
        <w:t xml:space="preserve"> sati.</w:t>
      </w:r>
    </w:p>
    <w:p w:rsidR="004D6902" w:rsidRDefault="004D6902" w:rsidP="00762558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A42DB" w:rsidRPr="00762558" w:rsidRDefault="00BF444F" w:rsidP="00762558">
      <w:pPr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 w:rsidRPr="00BF444F">
        <w:rPr>
          <w:rFonts w:ascii="Times New Roman" w:hAnsi="Times New Roman"/>
          <w:b/>
          <w:noProof/>
          <w:sz w:val="24"/>
          <w:szCs w:val="24"/>
          <w:lang w:val="sr-Latn-CS"/>
        </w:rPr>
        <w:t>Sekretarka</w:t>
      </w:r>
      <w:r w:rsid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 w:rsidRPr="00BF444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Komisije  </w:t>
      </w:r>
      <w:r w:rsid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        </w:t>
      </w:r>
      <w:r w:rsidR="001A42DB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Predsjedavajući Komisije </w:t>
      </w:r>
      <w:r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</w:t>
      </w:r>
    </w:p>
    <w:p w:rsidR="00BF444F" w:rsidRPr="004B2496" w:rsidRDefault="001A42DB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BF444F" w:rsidRPr="00BF444F">
        <w:rPr>
          <w:rFonts w:ascii="Times New Roman" w:hAnsi="Times New Roman"/>
          <w:noProof/>
          <w:sz w:val="24"/>
          <w:szCs w:val="24"/>
          <w:lang w:val="sr-Latn-CS"/>
        </w:rPr>
        <w:t xml:space="preserve">Mirjana Crnjak                                                                           </w:t>
      </w:r>
      <w:r w:rsidR="00BF444F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C1704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B249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BF444F" w:rsidRPr="00BF444F">
        <w:rPr>
          <w:rFonts w:ascii="Times New Roman" w:hAnsi="Times New Roman"/>
          <w:noProof/>
          <w:sz w:val="24"/>
          <w:szCs w:val="24"/>
          <w:lang w:val="sr-Latn-CS"/>
        </w:rPr>
        <w:t xml:space="preserve">Dr. Dragan Bogdanić                                           </w:t>
      </w:r>
    </w:p>
    <w:sectPr w:rsidR="00BF444F" w:rsidRPr="004B2496" w:rsidSect="008210EF">
      <w:footerReference w:type="default" r:id="rId7"/>
      <w:headerReference w:type="first" r:id="rId8"/>
      <w:footerReference w:type="first" r:id="rId9"/>
      <w:pgSz w:w="11907" w:h="16839" w:code="9"/>
      <w:pgMar w:top="1440" w:right="1440" w:bottom="1440" w:left="1440" w:header="567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364" w:rsidRDefault="00587364" w:rsidP="00A617EC">
      <w:pPr>
        <w:spacing w:after="0" w:line="240" w:lineRule="auto"/>
      </w:pPr>
      <w:r>
        <w:separator/>
      </w:r>
    </w:p>
  </w:endnote>
  <w:endnote w:type="continuationSeparator" w:id="0">
    <w:p w:rsidR="00587364" w:rsidRDefault="00587364" w:rsidP="00A6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Default="009C4FEA">
    <w:pPr>
      <w:pStyle w:val="Footer"/>
      <w:jc w:val="right"/>
    </w:pPr>
    <w:r>
      <w:fldChar w:fldCharType="begin"/>
    </w:r>
    <w:r w:rsidR="00703762">
      <w:instrText xml:space="preserve"> PAGE   \* MERGEFORMAT </w:instrText>
    </w:r>
    <w:r>
      <w:fldChar w:fldCharType="separate"/>
    </w:r>
    <w:r w:rsidR="004276DE">
      <w:rPr>
        <w:noProof/>
      </w:rPr>
      <w:t>3</w:t>
    </w:r>
    <w:r>
      <w:rPr>
        <w:noProof/>
      </w:rPr>
      <w:fldChar w:fldCharType="end"/>
    </w:r>
  </w:p>
  <w:p w:rsidR="008C6C75" w:rsidRPr="00C30B06" w:rsidRDefault="008C6C75" w:rsidP="00C30B06">
    <w:pPr>
      <w:pStyle w:val="Footer"/>
      <w:jc w:val="center"/>
      <w:rPr>
        <w:rFonts w:ascii="Times New Roman" w:hAnsi="Times New Roman"/>
        <w:b/>
        <w:lang w:val="bs-Latn-B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Pr="00E46252" w:rsidRDefault="00E46252" w:rsidP="00E46252">
    <w:pPr>
      <w:pStyle w:val="Footer"/>
      <w:rPr>
        <w:rFonts w:ascii="Times New Roman" w:hAnsi="Times New Roman"/>
        <w:sz w:val="18"/>
        <w:szCs w:val="18"/>
        <w:lang w:val="bs-Latn-BA"/>
      </w:rPr>
    </w:pPr>
    <w:r>
      <w:rPr>
        <w:rFonts w:ascii="Times New Roman" w:hAnsi="Times New Roman"/>
        <w:sz w:val="18"/>
        <w:szCs w:val="18"/>
        <w:lang w:val="bs-Latn-BA"/>
      </w:rPr>
      <w:t xml:space="preserve">Трг БиХ 1, 71000 Сарајево/ Trg BiH 1, 71000 Sarajevo, тел/tel. +387 (0) 33 28 44 </w:t>
    </w:r>
    <w:r w:rsidR="001821F3">
      <w:rPr>
        <w:rFonts w:ascii="Times New Roman" w:hAnsi="Times New Roman"/>
        <w:sz w:val="18"/>
        <w:szCs w:val="18"/>
        <w:lang w:val="bs-Latn-BA"/>
      </w:rPr>
      <w:t>19</w:t>
    </w:r>
    <w:r>
      <w:rPr>
        <w:rFonts w:ascii="Times New Roman" w:hAnsi="Times New Roman"/>
        <w:sz w:val="18"/>
        <w:szCs w:val="18"/>
        <w:lang w:val="bs-Latn-BA"/>
      </w:rPr>
      <w:t>, факс/fax +387 (0) 33 22 68 41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364" w:rsidRDefault="00587364" w:rsidP="00A617EC">
      <w:pPr>
        <w:spacing w:after="0" w:line="240" w:lineRule="auto"/>
      </w:pPr>
      <w:r>
        <w:separator/>
      </w:r>
    </w:p>
  </w:footnote>
  <w:footnote w:type="continuationSeparator" w:id="0">
    <w:p w:rsidR="00587364" w:rsidRDefault="00587364" w:rsidP="00A6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Default="00E65F2D">
    <w:pPr>
      <w:pStyle w:val="Header"/>
    </w:pPr>
    <w:r>
      <w:rPr>
        <w:noProof/>
      </w:rPr>
      <w:drawing>
        <wp:inline distT="0" distB="0" distL="0" distR="0" wp14:anchorId="21C0A790" wp14:editId="76E8F598">
          <wp:extent cx="5734050" cy="1076325"/>
          <wp:effectExtent l="19050" t="0" r="0" b="0"/>
          <wp:docPr id="1" name="Picture 0" descr="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01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33D7C"/>
    <w:multiLevelType w:val="hybridMultilevel"/>
    <w:tmpl w:val="DFF4157E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A761C"/>
    <w:multiLevelType w:val="hybridMultilevel"/>
    <w:tmpl w:val="073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47173"/>
    <w:multiLevelType w:val="hybridMultilevel"/>
    <w:tmpl w:val="44EEAF58"/>
    <w:lvl w:ilvl="0" w:tplc="42DA0A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355C"/>
    <w:multiLevelType w:val="hybridMultilevel"/>
    <w:tmpl w:val="E0A4B2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A3201"/>
    <w:multiLevelType w:val="hybridMultilevel"/>
    <w:tmpl w:val="59ACAF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A4201"/>
    <w:multiLevelType w:val="hybridMultilevel"/>
    <w:tmpl w:val="F08236B8"/>
    <w:lvl w:ilvl="0" w:tplc="54CA4A4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40396"/>
    <w:multiLevelType w:val="hybridMultilevel"/>
    <w:tmpl w:val="2AA0C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253437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D675D"/>
    <w:multiLevelType w:val="hybridMultilevel"/>
    <w:tmpl w:val="88C43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5098A"/>
    <w:multiLevelType w:val="hybridMultilevel"/>
    <w:tmpl w:val="1C703614"/>
    <w:lvl w:ilvl="0" w:tplc="11241126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85666"/>
    <w:multiLevelType w:val="hybridMultilevel"/>
    <w:tmpl w:val="7F58EED0"/>
    <w:lvl w:ilvl="0" w:tplc="0E86A7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6341E0"/>
    <w:multiLevelType w:val="hybridMultilevel"/>
    <w:tmpl w:val="D11E0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417F2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67C7E"/>
    <w:multiLevelType w:val="hybridMultilevel"/>
    <w:tmpl w:val="7BD06754"/>
    <w:lvl w:ilvl="0" w:tplc="2786A6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17D18"/>
    <w:multiLevelType w:val="hybridMultilevel"/>
    <w:tmpl w:val="A0742E66"/>
    <w:lvl w:ilvl="0" w:tplc="1A60148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724DA"/>
    <w:multiLevelType w:val="hybridMultilevel"/>
    <w:tmpl w:val="D54A1E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B2D4F"/>
    <w:multiLevelType w:val="hybridMultilevel"/>
    <w:tmpl w:val="9DA68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12"/>
  </w:num>
  <w:num w:numId="6">
    <w:abstractNumId w:val="2"/>
  </w:num>
  <w:num w:numId="7">
    <w:abstractNumId w:val="9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</w:num>
  <w:num w:numId="11">
    <w:abstractNumId w:val="1"/>
  </w:num>
  <w:num w:numId="12">
    <w:abstractNumId w:val="4"/>
  </w:num>
  <w:num w:numId="13">
    <w:abstractNumId w:val="3"/>
  </w:num>
  <w:num w:numId="14">
    <w:abstractNumId w:val="1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5"/>
  </w:num>
  <w:num w:numId="2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A6"/>
    <w:rsid w:val="00014500"/>
    <w:rsid w:val="000152CB"/>
    <w:rsid w:val="00015D87"/>
    <w:rsid w:val="00016F6A"/>
    <w:rsid w:val="000208B5"/>
    <w:rsid w:val="00021102"/>
    <w:rsid w:val="00025703"/>
    <w:rsid w:val="000306D6"/>
    <w:rsid w:val="00031BB0"/>
    <w:rsid w:val="000340EB"/>
    <w:rsid w:val="0003766D"/>
    <w:rsid w:val="00037AEF"/>
    <w:rsid w:val="00043EE2"/>
    <w:rsid w:val="00051EDD"/>
    <w:rsid w:val="00055C07"/>
    <w:rsid w:val="0005611C"/>
    <w:rsid w:val="0005619E"/>
    <w:rsid w:val="000579CA"/>
    <w:rsid w:val="0006041C"/>
    <w:rsid w:val="00063F3B"/>
    <w:rsid w:val="00065FF5"/>
    <w:rsid w:val="000728A4"/>
    <w:rsid w:val="00073036"/>
    <w:rsid w:val="000751BE"/>
    <w:rsid w:val="000770B9"/>
    <w:rsid w:val="00080156"/>
    <w:rsid w:val="00080518"/>
    <w:rsid w:val="00082543"/>
    <w:rsid w:val="00083202"/>
    <w:rsid w:val="0009272D"/>
    <w:rsid w:val="000A3695"/>
    <w:rsid w:val="000A3DC4"/>
    <w:rsid w:val="000A43AC"/>
    <w:rsid w:val="000A7609"/>
    <w:rsid w:val="000A78F0"/>
    <w:rsid w:val="000A7987"/>
    <w:rsid w:val="000B0282"/>
    <w:rsid w:val="000B3081"/>
    <w:rsid w:val="000C03FC"/>
    <w:rsid w:val="000C6528"/>
    <w:rsid w:val="000C68F9"/>
    <w:rsid w:val="000D18FF"/>
    <w:rsid w:val="000D3D03"/>
    <w:rsid w:val="000D5AC8"/>
    <w:rsid w:val="000D7310"/>
    <w:rsid w:val="000D77B5"/>
    <w:rsid w:val="000E2887"/>
    <w:rsid w:val="000E2C8C"/>
    <w:rsid w:val="000E3561"/>
    <w:rsid w:val="000F3181"/>
    <w:rsid w:val="000F454A"/>
    <w:rsid w:val="00100D6E"/>
    <w:rsid w:val="00100F94"/>
    <w:rsid w:val="00101D55"/>
    <w:rsid w:val="00102180"/>
    <w:rsid w:val="0010490A"/>
    <w:rsid w:val="00110922"/>
    <w:rsid w:val="00120C41"/>
    <w:rsid w:val="001240BD"/>
    <w:rsid w:val="00130460"/>
    <w:rsid w:val="00130757"/>
    <w:rsid w:val="00132E01"/>
    <w:rsid w:val="001338FA"/>
    <w:rsid w:val="00134EF3"/>
    <w:rsid w:val="00136551"/>
    <w:rsid w:val="00137D25"/>
    <w:rsid w:val="001407B6"/>
    <w:rsid w:val="001443D5"/>
    <w:rsid w:val="00150A12"/>
    <w:rsid w:val="00153404"/>
    <w:rsid w:val="001542C6"/>
    <w:rsid w:val="00154F36"/>
    <w:rsid w:val="001614BC"/>
    <w:rsid w:val="00161E99"/>
    <w:rsid w:val="00162C19"/>
    <w:rsid w:val="00162C7B"/>
    <w:rsid w:val="001633A0"/>
    <w:rsid w:val="00163D61"/>
    <w:rsid w:val="00165AF2"/>
    <w:rsid w:val="00170334"/>
    <w:rsid w:val="00171230"/>
    <w:rsid w:val="001712B0"/>
    <w:rsid w:val="00172C7C"/>
    <w:rsid w:val="001730DE"/>
    <w:rsid w:val="00173FDA"/>
    <w:rsid w:val="00176B70"/>
    <w:rsid w:val="001821F3"/>
    <w:rsid w:val="001867FF"/>
    <w:rsid w:val="00187D1D"/>
    <w:rsid w:val="00190BCF"/>
    <w:rsid w:val="001964AD"/>
    <w:rsid w:val="00197018"/>
    <w:rsid w:val="00197088"/>
    <w:rsid w:val="001978BD"/>
    <w:rsid w:val="001A089E"/>
    <w:rsid w:val="001A1E30"/>
    <w:rsid w:val="001A2515"/>
    <w:rsid w:val="001A2B5D"/>
    <w:rsid w:val="001A42DB"/>
    <w:rsid w:val="001A46F4"/>
    <w:rsid w:val="001A5D6D"/>
    <w:rsid w:val="001A666E"/>
    <w:rsid w:val="001A6CC4"/>
    <w:rsid w:val="001B11DB"/>
    <w:rsid w:val="001B6F4C"/>
    <w:rsid w:val="001B7B6F"/>
    <w:rsid w:val="001C1828"/>
    <w:rsid w:val="001C214D"/>
    <w:rsid w:val="001C2B5C"/>
    <w:rsid w:val="001C407F"/>
    <w:rsid w:val="001C420B"/>
    <w:rsid w:val="001C4C58"/>
    <w:rsid w:val="001C5D06"/>
    <w:rsid w:val="001D1FF0"/>
    <w:rsid w:val="001D2CDE"/>
    <w:rsid w:val="001D70E1"/>
    <w:rsid w:val="001E1045"/>
    <w:rsid w:val="001E50D1"/>
    <w:rsid w:val="001F0FBC"/>
    <w:rsid w:val="001F2DD5"/>
    <w:rsid w:val="001F3604"/>
    <w:rsid w:val="001F467E"/>
    <w:rsid w:val="00206801"/>
    <w:rsid w:val="00211404"/>
    <w:rsid w:val="00215251"/>
    <w:rsid w:val="00217157"/>
    <w:rsid w:val="002210B6"/>
    <w:rsid w:val="00221F73"/>
    <w:rsid w:val="00223357"/>
    <w:rsid w:val="00223AE2"/>
    <w:rsid w:val="00224C4C"/>
    <w:rsid w:val="00224D94"/>
    <w:rsid w:val="00227730"/>
    <w:rsid w:val="00240D0A"/>
    <w:rsid w:val="00241776"/>
    <w:rsid w:val="002441F7"/>
    <w:rsid w:val="00250D46"/>
    <w:rsid w:val="00250FA3"/>
    <w:rsid w:val="0025323E"/>
    <w:rsid w:val="00262255"/>
    <w:rsid w:val="00266B91"/>
    <w:rsid w:val="002715DA"/>
    <w:rsid w:val="00272836"/>
    <w:rsid w:val="00277350"/>
    <w:rsid w:val="002920CD"/>
    <w:rsid w:val="002928F4"/>
    <w:rsid w:val="00292A2C"/>
    <w:rsid w:val="00293EB5"/>
    <w:rsid w:val="00295715"/>
    <w:rsid w:val="00296BC6"/>
    <w:rsid w:val="00296F2B"/>
    <w:rsid w:val="00297435"/>
    <w:rsid w:val="002A12E5"/>
    <w:rsid w:val="002A4FC4"/>
    <w:rsid w:val="002A5B99"/>
    <w:rsid w:val="002A62E6"/>
    <w:rsid w:val="002A6AF4"/>
    <w:rsid w:val="002B1425"/>
    <w:rsid w:val="002B410C"/>
    <w:rsid w:val="002B65DE"/>
    <w:rsid w:val="002B6610"/>
    <w:rsid w:val="002B7433"/>
    <w:rsid w:val="002B75EA"/>
    <w:rsid w:val="002B7636"/>
    <w:rsid w:val="002C1AF2"/>
    <w:rsid w:val="002C40FC"/>
    <w:rsid w:val="002D0C82"/>
    <w:rsid w:val="002D2A21"/>
    <w:rsid w:val="002D324B"/>
    <w:rsid w:val="002D43F6"/>
    <w:rsid w:val="002D48C8"/>
    <w:rsid w:val="002E1017"/>
    <w:rsid w:val="002E1262"/>
    <w:rsid w:val="002E69E9"/>
    <w:rsid w:val="00303EE6"/>
    <w:rsid w:val="00305115"/>
    <w:rsid w:val="00305CD9"/>
    <w:rsid w:val="00305EE4"/>
    <w:rsid w:val="0030738A"/>
    <w:rsid w:val="0031072A"/>
    <w:rsid w:val="00311486"/>
    <w:rsid w:val="00311765"/>
    <w:rsid w:val="0031287C"/>
    <w:rsid w:val="003129F6"/>
    <w:rsid w:val="00313952"/>
    <w:rsid w:val="003172C8"/>
    <w:rsid w:val="0032172A"/>
    <w:rsid w:val="00322343"/>
    <w:rsid w:val="00322DF6"/>
    <w:rsid w:val="00324258"/>
    <w:rsid w:val="00334276"/>
    <w:rsid w:val="00334DA5"/>
    <w:rsid w:val="003406D7"/>
    <w:rsid w:val="00344ECC"/>
    <w:rsid w:val="003503EA"/>
    <w:rsid w:val="0036047D"/>
    <w:rsid w:val="00361EC6"/>
    <w:rsid w:val="00364A23"/>
    <w:rsid w:val="00365628"/>
    <w:rsid w:val="00366F42"/>
    <w:rsid w:val="003701AF"/>
    <w:rsid w:val="00375044"/>
    <w:rsid w:val="00384BFA"/>
    <w:rsid w:val="00386969"/>
    <w:rsid w:val="00386E9D"/>
    <w:rsid w:val="0039071C"/>
    <w:rsid w:val="003A0166"/>
    <w:rsid w:val="003A1230"/>
    <w:rsid w:val="003B07DA"/>
    <w:rsid w:val="003B2EC4"/>
    <w:rsid w:val="003B3F66"/>
    <w:rsid w:val="003B67E5"/>
    <w:rsid w:val="003B69F5"/>
    <w:rsid w:val="003C4000"/>
    <w:rsid w:val="003D1718"/>
    <w:rsid w:val="003D40A6"/>
    <w:rsid w:val="003D4B8F"/>
    <w:rsid w:val="003D7791"/>
    <w:rsid w:val="003E036A"/>
    <w:rsid w:val="003E42E6"/>
    <w:rsid w:val="003F371E"/>
    <w:rsid w:val="003F4EE3"/>
    <w:rsid w:val="003F5A90"/>
    <w:rsid w:val="003F7343"/>
    <w:rsid w:val="00401D44"/>
    <w:rsid w:val="00406ECE"/>
    <w:rsid w:val="00407A4F"/>
    <w:rsid w:val="00407E98"/>
    <w:rsid w:val="00411779"/>
    <w:rsid w:val="004126A9"/>
    <w:rsid w:val="00413FBF"/>
    <w:rsid w:val="00416F02"/>
    <w:rsid w:val="004204E8"/>
    <w:rsid w:val="00421A18"/>
    <w:rsid w:val="00422B6D"/>
    <w:rsid w:val="00425DDE"/>
    <w:rsid w:val="004276DE"/>
    <w:rsid w:val="00427910"/>
    <w:rsid w:val="00427E48"/>
    <w:rsid w:val="00430586"/>
    <w:rsid w:val="00430B79"/>
    <w:rsid w:val="004311FD"/>
    <w:rsid w:val="00431D9B"/>
    <w:rsid w:val="00435165"/>
    <w:rsid w:val="00444024"/>
    <w:rsid w:val="004476C8"/>
    <w:rsid w:val="00447893"/>
    <w:rsid w:val="00450602"/>
    <w:rsid w:val="00452927"/>
    <w:rsid w:val="00452CC2"/>
    <w:rsid w:val="0045493F"/>
    <w:rsid w:val="0045505D"/>
    <w:rsid w:val="00456727"/>
    <w:rsid w:val="00460679"/>
    <w:rsid w:val="00462B96"/>
    <w:rsid w:val="00464D4A"/>
    <w:rsid w:val="004670BB"/>
    <w:rsid w:val="00470EDD"/>
    <w:rsid w:val="00473F6F"/>
    <w:rsid w:val="00475CF5"/>
    <w:rsid w:val="0048094B"/>
    <w:rsid w:val="004852DC"/>
    <w:rsid w:val="0049339A"/>
    <w:rsid w:val="00493A4F"/>
    <w:rsid w:val="004941F3"/>
    <w:rsid w:val="00496DF2"/>
    <w:rsid w:val="004A057C"/>
    <w:rsid w:val="004A13EC"/>
    <w:rsid w:val="004A30CD"/>
    <w:rsid w:val="004A4106"/>
    <w:rsid w:val="004A42EF"/>
    <w:rsid w:val="004A4809"/>
    <w:rsid w:val="004A5B97"/>
    <w:rsid w:val="004A65AA"/>
    <w:rsid w:val="004B2416"/>
    <w:rsid w:val="004B2496"/>
    <w:rsid w:val="004B306D"/>
    <w:rsid w:val="004B54DD"/>
    <w:rsid w:val="004B7B39"/>
    <w:rsid w:val="004C0005"/>
    <w:rsid w:val="004C05E5"/>
    <w:rsid w:val="004C1B44"/>
    <w:rsid w:val="004C52DF"/>
    <w:rsid w:val="004D1F8A"/>
    <w:rsid w:val="004D3875"/>
    <w:rsid w:val="004D488F"/>
    <w:rsid w:val="004D6902"/>
    <w:rsid w:val="004E0255"/>
    <w:rsid w:val="004E12C0"/>
    <w:rsid w:val="004E3823"/>
    <w:rsid w:val="004F1AB1"/>
    <w:rsid w:val="004F2E84"/>
    <w:rsid w:val="004F3326"/>
    <w:rsid w:val="004F6441"/>
    <w:rsid w:val="004F6CC3"/>
    <w:rsid w:val="0050371C"/>
    <w:rsid w:val="00505990"/>
    <w:rsid w:val="00511655"/>
    <w:rsid w:val="00511BE9"/>
    <w:rsid w:val="005120FE"/>
    <w:rsid w:val="00512184"/>
    <w:rsid w:val="00513BCC"/>
    <w:rsid w:val="00515456"/>
    <w:rsid w:val="00520DAC"/>
    <w:rsid w:val="00521928"/>
    <w:rsid w:val="00521C62"/>
    <w:rsid w:val="00523514"/>
    <w:rsid w:val="00525C97"/>
    <w:rsid w:val="00526F61"/>
    <w:rsid w:val="00527064"/>
    <w:rsid w:val="00527B5A"/>
    <w:rsid w:val="00533167"/>
    <w:rsid w:val="00533C94"/>
    <w:rsid w:val="0053514A"/>
    <w:rsid w:val="00535F9D"/>
    <w:rsid w:val="005374DD"/>
    <w:rsid w:val="00542AB3"/>
    <w:rsid w:val="00542B77"/>
    <w:rsid w:val="00542E01"/>
    <w:rsid w:val="00543C7F"/>
    <w:rsid w:val="00544F02"/>
    <w:rsid w:val="00545BC3"/>
    <w:rsid w:val="00546541"/>
    <w:rsid w:val="005503F8"/>
    <w:rsid w:val="00550CB4"/>
    <w:rsid w:val="00550FDA"/>
    <w:rsid w:val="00551AEA"/>
    <w:rsid w:val="00552A59"/>
    <w:rsid w:val="00552EB6"/>
    <w:rsid w:val="0055561E"/>
    <w:rsid w:val="00557331"/>
    <w:rsid w:val="005601CB"/>
    <w:rsid w:val="00560AF4"/>
    <w:rsid w:val="0057038A"/>
    <w:rsid w:val="0057141B"/>
    <w:rsid w:val="005739C7"/>
    <w:rsid w:val="00575B77"/>
    <w:rsid w:val="00577881"/>
    <w:rsid w:val="005801F5"/>
    <w:rsid w:val="00580E28"/>
    <w:rsid w:val="00586CE6"/>
    <w:rsid w:val="00587364"/>
    <w:rsid w:val="0058792B"/>
    <w:rsid w:val="005909E4"/>
    <w:rsid w:val="00593364"/>
    <w:rsid w:val="00595670"/>
    <w:rsid w:val="00596166"/>
    <w:rsid w:val="00597CE5"/>
    <w:rsid w:val="005B1149"/>
    <w:rsid w:val="005B3098"/>
    <w:rsid w:val="005B378D"/>
    <w:rsid w:val="005B5703"/>
    <w:rsid w:val="005C0DA7"/>
    <w:rsid w:val="005C22F9"/>
    <w:rsid w:val="005C2A0F"/>
    <w:rsid w:val="005C44D6"/>
    <w:rsid w:val="005C5E2E"/>
    <w:rsid w:val="005C7617"/>
    <w:rsid w:val="005D0D45"/>
    <w:rsid w:val="005D1A83"/>
    <w:rsid w:val="005D3D7C"/>
    <w:rsid w:val="005D7B3D"/>
    <w:rsid w:val="005E3D2C"/>
    <w:rsid w:val="005E4EE8"/>
    <w:rsid w:val="005E63D8"/>
    <w:rsid w:val="005F11F5"/>
    <w:rsid w:val="005F14A6"/>
    <w:rsid w:val="005F3264"/>
    <w:rsid w:val="005F6B15"/>
    <w:rsid w:val="00603F20"/>
    <w:rsid w:val="00604504"/>
    <w:rsid w:val="00604F53"/>
    <w:rsid w:val="0060645C"/>
    <w:rsid w:val="00606CCA"/>
    <w:rsid w:val="0061223B"/>
    <w:rsid w:val="00612E7E"/>
    <w:rsid w:val="00614B51"/>
    <w:rsid w:val="00617A50"/>
    <w:rsid w:val="00620834"/>
    <w:rsid w:val="006211BE"/>
    <w:rsid w:val="0063033E"/>
    <w:rsid w:val="00630CA7"/>
    <w:rsid w:val="0063103D"/>
    <w:rsid w:val="0063275C"/>
    <w:rsid w:val="0063329E"/>
    <w:rsid w:val="00634BC3"/>
    <w:rsid w:val="00636BD8"/>
    <w:rsid w:val="00640081"/>
    <w:rsid w:val="0064173F"/>
    <w:rsid w:val="006425F9"/>
    <w:rsid w:val="00642907"/>
    <w:rsid w:val="00647F1E"/>
    <w:rsid w:val="00650362"/>
    <w:rsid w:val="006546D6"/>
    <w:rsid w:val="00657122"/>
    <w:rsid w:val="00657298"/>
    <w:rsid w:val="006577AF"/>
    <w:rsid w:val="00661E03"/>
    <w:rsid w:val="006620FC"/>
    <w:rsid w:val="006629A8"/>
    <w:rsid w:val="006639B4"/>
    <w:rsid w:val="00664741"/>
    <w:rsid w:val="00665A50"/>
    <w:rsid w:val="00665DA1"/>
    <w:rsid w:val="006714B2"/>
    <w:rsid w:val="00677439"/>
    <w:rsid w:val="006805D2"/>
    <w:rsid w:val="00681584"/>
    <w:rsid w:val="00682D04"/>
    <w:rsid w:val="006832B7"/>
    <w:rsid w:val="00691E44"/>
    <w:rsid w:val="00693E64"/>
    <w:rsid w:val="00694CE9"/>
    <w:rsid w:val="00695183"/>
    <w:rsid w:val="00695511"/>
    <w:rsid w:val="00696CCA"/>
    <w:rsid w:val="00697B2F"/>
    <w:rsid w:val="00697ECC"/>
    <w:rsid w:val="006A29CD"/>
    <w:rsid w:val="006A3CF1"/>
    <w:rsid w:val="006A53E5"/>
    <w:rsid w:val="006A6520"/>
    <w:rsid w:val="006A7126"/>
    <w:rsid w:val="006B1ED8"/>
    <w:rsid w:val="006B26C1"/>
    <w:rsid w:val="006B5179"/>
    <w:rsid w:val="006B5528"/>
    <w:rsid w:val="006B73F9"/>
    <w:rsid w:val="006C018E"/>
    <w:rsid w:val="006C17C4"/>
    <w:rsid w:val="006C1F96"/>
    <w:rsid w:val="006C61CE"/>
    <w:rsid w:val="006C79B1"/>
    <w:rsid w:val="006D1ADA"/>
    <w:rsid w:val="006D4D61"/>
    <w:rsid w:val="006D59E9"/>
    <w:rsid w:val="006D70BC"/>
    <w:rsid w:val="006D74E1"/>
    <w:rsid w:val="006E3C6F"/>
    <w:rsid w:val="006F4E04"/>
    <w:rsid w:val="00700969"/>
    <w:rsid w:val="00703762"/>
    <w:rsid w:val="0070403A"/>
    <w:rsid w:val="00706EC9"/>
    <w:rsid w:val="00707DAE"/>
    <w:rsid w:val="007113DE"/>
    <w:rsid w:val="00712158"/>
    <w:rsid w:val="00712472"/>
    <w:rsid w:val="00712E9E"/>
    <w:rsid w:val="00715B95"/>
    <w:rsid w:val="00716C21"/>
    <w:rsid w:val="00721B54"/>
    <w:rsid w:val="00722048"/>
    <w:rsid w:val="00722951"/>
    <w:rsid w:val="007249D4"/>
    <w:rsid w:val="00727458"/>
    <w:rsid w:val="00727F09"/>
    <w:rsid w:val="007328EB"/>
    <w:rsid w:val="0073332B"/>
    <w:rsid w:val="00734D3A"/>
    <w:rsid w:val="00734E20"/>
    <w:rsid w:val="0073748D"/>
    <w:rsid w:val="00737B43"/>
    <w:rsid w:val="00741708"/>
    <w:rsid w:val="00743B00"/>
    <w:rsid w:val="00746267"/>
    <w:rsid w:val="007477A7"/>
    <w:rsid w:val="00750296"/>
    <w:rsid w:val="00751DB8"/>
    <w:rsid w:val="007610B0"/>
    <w:rsid w:val="00761EFA"/>
    <w:rsid w:val="00762558"/>
    <w:rsid w:val="007639C2"/>
    <w:rsid w:val="00764CC6"/>
    <w:rsid w:val="00765720"/>
    <w:rsid w:val="00765FE7"/>
    <w:rsid w:val="00767E5B"/>
    <w:rsid w:val="007712A4"/>
    <w:rsid w:val="007760FA"/>
    <w:rsid w:val="00782F88"/>
    <w:rsid w:val="00783ADF"/>
    <w:rsid w:val="00783B61"/>
    <w:rsid w:val="00785248"/>
    <w:rsid w:val="007859E4"/>
    <w:rsid w:val="00786FD9"/>
    <w:rsid w:val="00787AAE"/>
    <w:rsid w:val="007903DD"/>
    <w:rsid w:val="007923E7"/>
    <w:rsid w:val="007A4C9B"/>
    <w:rsid w:val="007A6D04"/>
    <w:rsid w:val="007A6EA3"/>
    <w:rsid w:val="007B01D7"/>
    <w:rsid w:val="007C15CF"/>
    <w:rsid w:val="007C1F96"/>
    <w:rsid w:val="007C21A1"/>
    <w:rsid w:val="007C5404"/>
    <w:rsid w:val="007C5E05"/>
    <w:rsid w:val="007C7B29"/>
    <w:rsid w:val="007D127F"/>
    <w:rsid w:val="007D2089"/>
    <w:rsid w:val="007D49EB"/>
    <w:rsid w:val="007D7331"/>
    <w:rsid w:val="007E15F4"/>
    <w:rsid w:val="007E3116"/>
    <w:rsid w:val="007E7BCC"/>
    <w:rsid w:val="007F08E0"/>
    <w:rsid w:val="007F13D0"/>
    <w:rsid w:val="007F51B1"/>
    <w:rsid w:val="007F7C0A"/>
    <w:rsid w:val="00801DE7"/>
    <w:rsid w:val="00805968"/>
    <w:rsid w:val="00807960"/>
    <w:rsid w:val="0081039A"/>
    <w:rsid w:val="0081114E"/>
    <w:rsid w:val="00811157"/>
    <w:rsid w:val="008124A2"/>
    <w:rsid w:val="00812B8B"/>
    <w:rsid w:val="008146EF"/>
    <w:rsid w:val="00814CF2"/>
    <w:rsid w:val="00814EC0"/>
    <w:rsid w:val="00820FEF"/>
    <w:rsid w:val="00821042"/>
    <w:rsid w:val="008210EF"/>
    <w:rsid w:val="008222AA"/>
    <w:rsid w:val="00823538"/>
    <w:rsid w:val="00824401"/>
    <w:rsid w:val="0082776D"/>
    <w:rsid w:val="00831F5A"/>
    <w:rsid w:val="00834BA8"/>
    <w:rsid w:val="008355BA"/>
    <w:rsid w:val="00840D6E"/>
    <w:rsid w:val="00841A20"/>
    <w:rsid w:val="00841D16"/>
    <w:rsid w:val="0084568F"/>
    <w:rsid w:val="008503AE"/>
    <w:rsid w:val="008540EC"/>
    <w:rsid w:val="00855260"/>
    <w:rsid w:val="00857A71"/>
    <w:rsid w:val="00857D17"/>
    <w:rsid w:val="00860DBA"/>
    <w:rsid w:val="00862446"/>
    <w:rsid w:val="0086355B"/>
    <w:rsid w:val="00863B2F"/>
    <w:rsid w:val="00864D93"/>
    <w:rsid w:val="00865710"/>
    <w:rsid w:val="00872F2C"/>
    <w:rsid w:val="008743FD"/>
    <w:rsid w:val="00876CF2"/>
    <w:rsid w:val="00876FC5"/>
    <w:rsid w:val="00877592"/>
    <w:rsid w:val="00893105"/>
    <w:rsid w:val="008934EE"/>
    <w:rsid w:val="0089577D"/>
    <w:rsid w:val="00897C66"/>
    <w:rsid w:val="008A070C"/>
    <w:rsid w:val="008B0564"/>
    <w:rsid w:val="008B2FB9"/>
    <w:rsid w:val="008B49BD"/>
    <w:rsid w:val="008B5918"/>
    <w:rsid w:val="008B5FEF"/>
    <w:rsid w:val="008C513A"/>
    <w:rsid w:val="008C5565"/>
    <w:rsid w:val="008C6B25"/>
    <w:rsid w:val="008C6C75"/>
    <w:rsid w:val="008E024D"/>
    <w:rsid w:val="008E0F0B"/>
    <w:rsid w:val="008E13A4"/>
    <w:rsid w:val="008F0592"/>
    <w:rsid w:val="008F13F7"/>
    <w:rsid w:val="008F1652"/>
    <w:rsid w:val="008F17CA"/>
    <w:rsid w:val="008F1F6F"/>
    <w:rsid w:val="008F3565"/>
    <w:rsid w:val="008F67F9"/>
    <w:rsid w:val="00901805"/>
    <w:rsid w:val="00903D33"/>
    <w:rsid w:val="00906869"/>
    <w:rsid w:val="00906996"/>
    <w:rsid w:val="0091029E"/>
    <w:rsid w:val="00920463"/>
    <w:rsid w:val="00920C5E"/>
    <w:rsid w:val="0092154D"/>
    <w:rsid w:val="00924821"/>
    <w:rsid w:val="009274D3"/>
    <w:rsid w:val="00931DC0"/>
    <w:rsid w:val="0093782D"/>
    <w:rsid w:val="00937E51"/>
    <w:rsid w:val="00940901"/>
    <w:rsid w:val="00954791"/>
    <w:rsid w:val="009578DC"/>
    <w:rsid w:val="009608BE"/>
    <w:rsid w:val="009633F9"/>
    <w:rsid w:val="00967AAD"/>
    <w:rsid w:val="00967CC7"/>
    <w:rsid w:val="009706EC"/>
    <w:rsid w:val="0097157C"/>
    <w:rsid w:val="009734A7"/>
    <w:rsid w:val="0098234E"/>
    <w:rsid w:val="00983795"/>
    <w:rsid w:val="009837CF"/>
    <w:rsid w:val="00983B75"/>
    <w:rsid w:val="009919ED"/>
    <w:rsid w:val="009938D3"/>
    <w:rsid w:val="00993AC5"/>
    <w:rsid w:val="009953A6"/>
    <w:rsid w:val="0099562E"/>
    <w:rsid w:val="00997099"/>
    <w:rsid w:val="0099750B"/>
    <w:rsid w:val="009A1D5B"/>
    <w:rsid w:val="009A25A8"/>
    <w:rsid w:val="009A66D8"/>
    <w:rsid w:val="009B050C"/>
    <w:rsid w:val="009B05C9"/>
    <w:rsid w:val="009B3D5C"/>
    <w:rsid w:val="009C0175"/>
    <w:rsid w:val="009C179E"/>
    <w:rsid w:val="009C4FEA"/>
    <w:rsid w:val="009C60D1"/>
    <w:rsid w:val="009C6945"/>
    <w:rsid w:val="009D0D2A"/>
    <w:rsid w:val="009E13C0"/>
    <w:rsid w:val="009E1D00"/>
    <w:rsid w:val="009E1F50"/>
    <w:rsid w:val="009E2B8C"/>
    <w:rsid w:val="009E4014"/>
    <w:rsid w:val="009E7068"/>
    <w:rsid w:val="009E7854"/>
    <w:rsid w:val="009F23B0"/>
    <w:rsid w:val="009F5FAB"/>
    <w:rsid w:val="009F7B6A"/>
    <w:rsid w:val="009F7E40"/>
    <w:rsid w:val="00A044B8"/>
    <w:rsid w:val="00A046FE"/>
    <w:rsid w:val="00A1178C"/>
    <w:rsid w:val="00A1265E"/>
    <w:rsid w:val="00A13B7B"/>
    <w:rsid w:val="00A149DB"/>
    <w:rsid w:val="00A300D5"/>
    <w:rsid w:val="00A340E6"/>
    <w:rsid w:val="00A35235"/>
    <w:rsid w:val="00A3751F"/>
    <w:rsid w:val="00A413A2"/>
    <w:rsid w:val="00A42A2F"/>
    <w:rsid w:val="00A430AA"/>
    <w:rsid w:val="00A443EC"/>
    <w:rsid w:val="00A470F6"/>
    <w:rsid w:val="00A474A9"/>
    <w:rsid w:val="00A5127F"/>
    <w:rsid w:val="00A52CA3"/>
    <w:rsid w:val="00A53559"/>
    <w:rsid w:val="00A54C79"/>
    <w:rsid w:val="00A57351"/>
    <w:rsid w:val="00A57950"/>
    <w:rsid w:val="00A617EC"/>
    <w:rsid w:val="00A62408"/>
    <w:rsid w:val="00A6274B"/>
    <w:rsid w:val="00A62B55"/>
    <w:rsid w:val="00A630A5"/>
    <w:rsid w:val="00A64247"/>
    <w:rsid w:val="00A64B2F"/>
    <w:rsid w:val="00A6508E"/>
    <w:rsid w:val="00A66755"/>
    <w:rsid w:val="00A667A6"/>
    <w:rsid w:val="00A71F9C"/>
    <w:rsid w:val="00A73283"/>
    <w:rsid w:val="00A73B3D"/>
    <w:rsid w:val="00A73F62"/>
    <w:rsid w:val="00A745E9"/>
    <w:rsid w:val="00A76046"/>
    <w:rsid w:val="00A76065"/>
    <w:rsid w:val="00A76615"/>
    <w:rsid w:val="00A7735A"/>
    <w:rsid w:val="00A77C68"/>
    <w:rsid w:val="00A8019B"/>
    <w:rsid w:val="00A80766"/>
    <w:rsid w:val="00A81407"/>
    <w:rsid w:val="00A81BDA"/>
    <w:rsid w:val="00A826B2"/>
    <w:rsid w:val="00A8474C"/>
    <w:rsid w:val="00A84D27"/>
    <w:rsid w:val="00A90883"/>
    <w:rsid w:val="00A90B36"/>
    <w:rsid w:val="00A91C37"/>
    <w:rsid w:val="00A9282C"/>
    <w:rsid w:val="00A9317E"/>
    <w:rsid w:val="00A94C7F"/>
    <w:rsid w:val="00AA0F09"/>
    <w:rsid w:val="00AA6463"/>
    <w:rsid w:val="00AB083B"/>
    <w:rsid w:val="00AB0E86"/>
    <w:rsid w:val="00AB4682"/>
    <w:rsid w:val="00AC3C1D"/>
    <w:rsid w:val="00AD6881"/>
    <w:rsid w:val="00AE6FE7"/>
    <w:rsid w:val="00AE748F"/>
    <w:rsid w:val="00AE7FF4"/>
    <w:rsid w:val="00AF36F6"/>
    <w:rsid w:val="00AF3B4E"/>
    <w:rsid w:val="00AF6D4C"/>
    <w:rsid w:val="00AF7A44"/>
    <w:rsid w:val="00B02E15"/>
    <w:rsid w:val="00B0476E"/>
    <w:rsid w:val="00B04DAD"/>
    <w:rsid w:val="00B05330"/>
    <w:rsid w:val="00B07723"/>
    <w:rsid w:val="00B12C72"/>
    <w:rsid w:val="00B14193"/>
    <w:rsid w:val="00B171A3"/>
    <w:rsid w:val="00B21F71"/>
    <w:rsid w:val="00B225D2"/>
    <w:rsid w:val="00B227E4"/>
    <w:rsid w:val="00B334A0"/>
    <w:rsid w:val="00B3362A"/>
    <w:rsid w:val="00B36955"/>
    <w:rsid w:val="00B36B19"/>
    <w:rsid w:val="00B4255B"/>
    <w:rsid w:val="00B45C55"/>
    <w:rsid w:val="00B46C47"/>
    <w:rsid w:val="00B475AB"/>
    <w:rsid w:val="00B54583"/>
    <w:rsid w:val="00B56645"/>
    <w:rsid w:val="00B56FC8"/>
    <w:rsid w:val="00B5710E"/>
    <w:rsid w:val="00B571F2"/>
    <w:rsid w:val="00B602E5"/>
    <w:rsid w:val="00B6082E"/>
    <w:rsid w:val="00B61DCA"/>
    <w:rsid w:val="00B6372A"/>
    <w:rsid w:val="00B726D8"/>
    <w:rsid w:val="00B72E03"/>
    <w:rsid w:val="00B74A1E"/>
    <w:rsid w:val="00B755FC"/>
    <w:rsid w:val="00B82E4C"/>
    <w:rsid w:val="00B8675C"/>
    <w:rsid w:val="00B86996"/>
    <w:rsid w:val="00B86F65"/>
    <w:rsid w:val="00B912EF"/>
    <w:rsid w:val="00B916AE"/>
    <w:rsid w:val="00B93D56"/>
    <w:rsid w:val="00B95AFA"/>
    <w:rsid w:val="00BA166F"/>
    <w:rsid w:val="00BA1B74"/>
    <w:rsid w:val="00BA7560"/>
    <w:rsid w:val="00BB0249"/>
    <w:rsid w:val="00BB38CE"/>
    <w:rsid w:val="00BB3A89"/>
    <w:rsid w:val="00BB4A46"/>
    <w:rsid w:val="00BB78C5"/>
    <w:rsid w:val="00BB7DB2"/>
    <w:rsid w:val="00BC29CD"/>
    <w:rsid w:val="00BC3098"/>
    <w:rsid w:val="00BC42BC"/>
    <w:rsid w:val="00BC4C24"/>
    <w:rsid w:val="00BC541B"/>
    <w:rsid w:val="00BD04E2"/>
    <w:rsid w:val="00BD253A"/>
    <w:rsid w:val="00BD35B5"/>
    <w:rsid w:val="00BD3802"/>
    <w:rsid w:val="00BD5470"/>
    <w:rsid w:val="00BE0B0A"/>
    <w:rsid w:val="00BE0FE6"/>
    <w:rsid w:val="00BE13A9"/>
    <w:rsid w:val="00BE3137"/>
    <w:rsid w:val="00BE3F93"/>
    <w:rsid w:val="00BE4B4F"/>
    <w:rsid w:val="00BE57E5"/>
    <w:rsid w:val="00BE74BE"/>
    <w:rsid w:val="00BF0EA8"/>
    <w:rsid w:val="00BF32F6"/>
    <w:rsid w:val="00BF3C94"/>
    <w:rsid w:val="00BF444F"/>
    <w:rsid w:val="00BF47BE"/>
    <w:rsid w:val="00BF7797"/>
    <w:rsid w:val="00BF7D62"/>
    <w:rsid w:val="00C036EA"/>
    <w:rsid w:val="00C04407"/>
    <w:rsid w:val="00C04636"/>
    <w:rsid w:val="00C057DF"/>
    <w:rsid w:val="00C05FF3"/>
    <w:rsid w:val="00C0604D"/>
    <w:rsid w:val="00C0614E"/>
    <w:rsid w:val="00C07298"/>
    <w:rsid w:val="00C120A9"/>
    <w:rsid w:val="00C1450C"/>
    <w:rsid w:val="00C1654D"/>
    <w:rsid w:val="00C1704F"/>
    <w:rsid w:val="00C22191"/>
    <w:rsid w:val="00C223C0"/>
    <w:rsid w:val="00C22FAB"/>
    <w:rsid w:val="00C23860"/>
    <w:rsid w:val="00C2457F"/>
    <w:rsid w:val="00C30B06"/>
    <w:rsid w:val="00C31DDF"/>
    <w:rsid w:val="00C35AB2"/>
    <w:rsid w:val="00C35B7A"/>
    <w:rsid w:val="00C36001"/>
    <w:rsid w:val="00C41271"/>
    <w:rsid w:val="00C41770"/>
    <w:rsid w:val="00C453CF"/>
    <w:rsid w:val="00C45C7B"/>
    <w:rsid w:val="00C463B7"/>
    <w:rsid w:val="00C46D3B"/>
    <w:rsid w:val="00C46EE2"/>
    <w:rsid w:val="00C4746D"/>
    <w:rsid w:val="00C51492"/>
    <w:rsid w:val="00C52134"/>
    <w:rsid w:val="00C53F49"/>
    <w:rsid w:val="00C55FC0"/>
    <w:rsid w:val="00C565AD"/>
    <w:rsid w:val="00C57E0C"/>
    <w:rsid w:val="00C6050C"/>
    <w:rsid w:val="00C62C2C"/>
    <w:rsid w:val="00C67D49"/>
    <w:rsid w:val="00C71D2C"/>
    <w:rsid w:val="00C7276E"/>
    <w:rsid w:val="00C75DC8"/>
    <w:rsid w:val="00C75E47"/>
    <w:rsid w:val="00C76D09"/>
    <w:rsid w:val="00C80358"/>
    <w:rsid w:val="00C83F51"/>
    <w:rsid w:val="00C858EB"/>
    <w:rsid w:val="00C869C3"/>
    <w:rsid w:val="00C93A6C"/>
    <w:rsid w:val="00C94555"/>
    <w:rsid w:val="00C948EC"/>
    <w:rsid w:val="00CA0442"/>
    <w:rsid w:val="00CA1391"/>
    <w:rsid w:val="00CA15BD"/>
    <w:rsid w:val="00CA1B9C"/>
    <w:rsid w:val="00CA4854"/>
    <w:rsid w:val="00CA51D0"/>
    <w:rsid w:val="00CA56FC"/>
    <w:rsid w:val="00CA5C79"/>
    <w:rsid w:val="00CA6E18"/>
    <w:rsid w:val="00CB1A45"/>
    <w:rsid w:val="00CB519E"/>
    <w:rsid w:val="00CB5221"/>
    <w:rsid w:val="00CB5EDD"/>
    <w:rsid w:val="00CB6F9E"/>
    <w:rsid w:val="00CB72D3"/>
    <w:rsid w:val="00CB765A"/>
    <w:rsid w:val="00CC13CF"/>
    <w:rsid w:val="00CC6D0B"/>
    <w:rsid w:val="00CD13A8"/>
    <w:rsid w:val="00CD19A2"/>
    <w:rsid w:val="00CD2869"/>
    <w:rsid w:val="00CD40C8"/>
    <w:rsid w:val="00CD5444"/>
    <w:rsid w:val="00CD5E1C"/>
    <w:rsid w:val="00CD6863"/>
    <w:rsid w:val="00CD73B4"/>
    <w:rsid w:val="00CD77F8"/>
    <w:rsid w:val="00CE53F6"/>
    <w:rsid w:val="00CF182C"/>
    <w:rsid w:val="00CF222F"/>
    <w:rsid w:val="00CF4CFA"/>
    <w:rsid w:val="00CF5CAF"/>
    <w:rsid w:val="00CF6B83"/>
    <w:rsid w:val="00D02809"/>
    <w:rsid w:val="00D0375C"/>
    <w:rsid w:val="00D04E5F"/>
    <w:rsid w:val="00D05AC4"/>
    <w:rsid w:val="00D10424"/>
    <w:rsid w:val="00D12D4E"/>
    <w:rsid w:val="00D149F9"/>
    <w:rsid w:val="00D16417"/>
    <w:rsid w:val="00D176D0"/>
    <w:rsid w:val="00D21C0F"/>
    <w:rsid w:val="00D222F3"/>
    <w:rsid w:val="00D26E1D"/>
    <w:rsid w:val="00D33B10"/>
    <w:rsid w:val="00D347D4"/>
    <w:rsid w:val="00D3569B"/>
    <w:rsid w:val="00D37216"/>
    <w:rsid w:val="00D408EF"/>
    <w:rsid w:val="00D41EB0"/>
    <w:rsid w:val="00D42594"/>
    <w:rsid w:val="00D42D00"/>
    <w:rsid w:val="00D42D2F"/>
    <w:rsid w:val="00D44CCF"/>
    <w:rsid w:val="00D44DD9"/>
    <w:rsid w:val="00D45179"/>
    <w:rsid w:val="00D50177"/>
    <w:rsid w:val="00D52C10"/>
    <w:rsid w:val="00D53FF9"/>
    <w:rsid w:val="00D5481D"/>
    <w:rsid w:val="00D60533"/>
    <w:rsid w:val="00D61E20"/>
    <w:rsid w:val="00D636FA"/>
    <w:rsid w:val="00D63C93"/>
    <w:rsid w:val="00D659A5"/>
    <w:rsid w:val="00D7214C"/>
    <w:rsid w:val="00D74674"/>
    <w:rsid w:val="00D7617A"/>
    <w:rsid w:val="00D76661"/>
    <w:rsid w:val="00D8189F"/>
    <w:rsid w:val="00D86AAA"/>
    <w:rsid w:val="00D9267A"/>
    <w:rsid w:val="00D947A4"/>
    <w:rsid w:val="00D9539D"/>
    <w:rsid w:val="00D95977"/>
    <w:rsid w:val="00D972CD"/>
    <w:rsid w:val="00DA1594"/>
    <w:rsid w:val="00DA1D78"/>
    <w:rsid w:val="00DB01D2"/>
    <w:rsid w:val="00DB24EF"/>
    <w:rsid w:val="00DB2802"/>
    <w:rsid w:val="00DB2E20"/>
    <w:rsid w:val="00DB35E4"/>
    <w:rsid w:val="00DB4635"/>
    <w:rsid w:val="00DB4B71"/>
    <w:rsid w:val="00DB7216"/>
    <w:rsid w:val="00DC3181"/>
    <w:rsid w:val="00DC45D2"/>
    <w:rsid w:val="00DD1B31"/>
    <w:rsid w:val="00DD57CF"/>
    <w:rsid w:val="00DD57EB"/>
    <w:rsid w:val="00DE1B54"/>
    <w:rsid w:val="00DE6BCD"/>
    <w:rsid w:val="00DE6C43"/>
    <w:rsid w:val="00DF0FC3"/>
    <w:rsid w:val="00DF6386"/>
    <w:rsid w:val="00DF68D4"/>
    <w:rsid w:val="00E04D69"/>
    <w:rsid w:val="00E054A5"/>
    <w:rsid w:val="00E11256"/>
    <w:rsid w:val="00E11907"/>
    <w:rsid w:val="00E12E1D"/>
    <w:rsid w:val="00E147A6"/>
    <w:rsid w:val="00E14F51"/>
    <w:rsid w:val="00E1615F"/>
    <w:rsid w:val="00E24734"/>
    <w:rsid w:val="00E24DB4"/>
    <w:rsid w:val="00E252AD"/>
    <w:rsid w:val="00E259DB"/>
    <w:rsid w:val="00E25A9B"/>
    <w:rsid w:val="00E27F52"/>
    <w:rsid w:val="00E30080"/>
    <w:rsid w:val="00E345E4"/>
    <w:rsid w:val="00E362F5"/>
    <w:rsid w:val="00E36FCB"/>
    <w:rsid w:val="00E42DA6"/>
    <w:rsid w:val="00E45398"/>
    <w:rsid w:val="00E46252"/>
    <w:rsid w:val="00E5480D"/>
    <w:rsid w:val="00E55E9D"/>
    <w:rsid w:val="00E65F2D"/>
    <w:rsid w:val="00E715C4"/>
    <w:rsid w:val="00E74B9B"/>
    <w:rsid w:val="00E7781C"/>
    <w:rsid w:val="00E77A2D"/>
    <w:rsid w:val="00E81915"/>
    <w:rsid w:val="00E83258"/>
    <w:rsid w:val="00E85B23"/>
    <w:rsid w:val="00E875EB"/>
    <w:rsid w:val="00E93EED"/>
    <w:rsid w:val="00E95A6C"/>
    <w:rsid w:val="00E9613F"/>
    <w:rsid w:val="00E9700D"/>
    <w:rsid w:val="00EA1917"/>
    <w:rsid w:val="00EA4480"/>
    <w:rsid w:val="00EA6920"/>
    <w:rsid w:val="00EB1812"/>
    <w:rsid w:val="00EB1C95"/>
    <w:rsid w:val="00EB452E"/>
    <w:rsid w:val="00EB533E"/>
    <w:rsid w:val="00EB6C99"/>
    <w:rsid w:val="00EB7939"/>
    <w:rsid w:val="00EC016A"/>
    <w:rsid w:val="00EC36C3"/>
    <w:rsid w:val="00EC4066"/>
    <w:rsid w:val="00EC5C6F"/>
    <w:rsid w:val="00ED4513"/>
    <w:rsid w:val="00ED46E8"/>
    <w:rsid w:val="00ED5EC6"/>
    <w:rsid w:val="00ED62B1"/>
    <w:rsid w:val="00ED7EE5"/>
    <w:rsid w:val="00EE43B7"/>
    <w:rsid w:val="00EE59BC"/>
    <w:rsid w:val="00EE60C1"/>
    <w:rsid w:val="00EE669E"/>
    <w:rsid w:val="00EE7001"/>
    <w:rsid w:val="00EF02F1"/>
    <w:rsid w:val="00EF2DB7"/>
    <w:rsid w:val="00EF35F3"/>
    <w:rsid w:val="00EF369B"/>
    <w:rsid w:val="00EF376F"/>
    <w:rsid w:val="00EF42E8"/>
    <w:rsid w:val="00EF699F"/>
    <w:rsid w:val="00EF6EDA"/>
    <w:rsid w:val="00EF74CF"/>
    <w:rsid w:val="00F003FE"/>
    <w:rsid w:val="00F00E39"/>
    <w:rsid w:val="00F01004"/>
    <w:rsid w:val="00F02D16"/>
    <w:rsid w:val="00F0357E"/>
    <w:rsid w:val="00F04773"/>
    <w:rsid w:val="00F062D1"/>
    <w:rsid w:val="00F06B2A"/>
    <w:rsid w:val="00F1177E"/>
    <w:rsid w:val="00F11CB2"/>
    <w:rsid w:val="00F1221B"/>
    <w:rsid w:val="00F17B1D"/>
    <w:rsid w:val="00F17F8F"/>
    <w:rsid w:val="00F211EE"/>
    <w:rsid w:val="00F316EB"/>
    <w:rsid w:val="00F361CC"/>
    <w:rsid w:val="00F40E7B"/>
    <w:rsid w:val="00F47C71"/>
    <w:rsid w:val="00F516CB"/>
    <w:rsid w:val="00F52BC9"/>
    <w:rsid w:val="00F53863"/>
    <w:rsid w:val="00F53E7E"/>
    <w:rsid w:val="00F6102A"/>
    <w:rsid w:val="00F61AB8"/>
    <w:rsid w:val="00F61F08"/>
    <w:rsid w:val="00F622CF"/>
    <w:rsid w:val="00F62A87"/>
    <w:rsid w:val="00F62E14"/>
    <w:rsid w:val="00F63921"/>
    <w:rsid w:val="00F64E73"/>
    <w:rsid w:val="00F65B08"/>
    <w:rsid w:val="00F65F35"/>
    <w:rsid w:val="00F6661E"/>
    <w:rsid w:val="00F66825"/>
    <w:rsid w:val="00F67059"/>
    <w:rsid w:val="00F74141"/>
    <w:rsid w:val="00F8149F"/>
    <w:rsid w:val="00F83337"/>
    <w:rsid w:val="00F844CA"/>
    <w:rsid w:val="00F87CA6"/>
    <w:rsid w:val="00F91E6A"/>
    <w:rsid w:val="00F921DB"/>
    <w:rsid w:val="00FA175D"/>
    <w:rsid w:val="00FA178C"/>
    <w:rsid w:val="00FA1DAF"/>
    <w:rsid w:val="00FA2FDB"/>
    <w:rsid w:val="00FA52BF"/>
    <w:rsid w:val="00FA7128"/>
    <w:rsid w:val="00FB1404"/>
    <w:rsid w:val="00FB3EFD"/>
    <w:rsid w:val="00FB487F"/>
    <w:rsid w:val="00FB51F4"/>
    <w:rsid w:val="00FB5B11"/>
    <w:rsid w:val="00FB69BC"/>
    <w:rsid w:val="00FB7861"/>
    <w:rsid w:val="00FC0499"/>
    <w:rsid w:val="00FC2B3D"/>
    <w:rsid w:val="00FC55A0"/>
    <w:rsid w:val="00FD17BA"/>
    <w:rsid w:val="00FD2D4A"/>
    <w:rsid w:val="00FE1746"/>
    <w:rsid w:val="00FE2948"/>
    <w:rsid w:val="00FE6161"/>
    <w:rsid w:val="00FE63AB"/>
    <w:rsid w:val="00FE66AB"/>
    <w:rsid w:val="00FF14B8"/>
    <w:rsid w:val="00FF1D10"/>
    <w:rsid w:val="00FF2C05"/>
    <w:rsid w:val="00FF4842"/>
    <w:rsid w:val="00FF4D5C"/>
    <w:rsid w:val="00FF5F1B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FA6BA0-77D0-4ED5-B747-2496B127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5E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F444F"/>
    <w:pPr>
      <w:keepNext/>
      <w:tabs>
        <w:tab w:val="center" w:pos="2268"/>
      </w:tabs>
      <w:spacing w:after="0" w:line="240" w:lineRule="auto"/>
      <w:ind w:right="141"/>
      <w:jc w:val="both"/>
      <w:outlineLvl w:val="0"/>
    </w:pPr>
    <w:rPr>
      <w:rFonts w:ascii="Times New Roman" w:eastAsia="Times New Roman" w:hAnsi="Times New Roman"/>
      <w:b/>
      <w:bCs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7EC"/>
  </w:style>
  <w:style w:type="paragraph" w:styleId="Footer">
    <w:name w:val="footer"/>
    <w:basedOn w:val="Normal"/>
    <w:link w:val="Foot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7EC"/>
  </w:style>
  <w:style w:type="paragraph" w:styleId="ListParagraph">
    <w:name w:val="List Paragraph"/>
    <w:basedOn w:val="Normal"/>
    <w:link w:val="ListParagraphChar"/>
    <w:uiPriority w:val="34"/>
    <w:qFormat/>
    <w:rsid w:val="007009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C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D3D7C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BF444F"/>
    <w:rPr>
      <w:rFonts w:ascii="Times New Roman" w:eastAsia="Times New Roman" w:hAnsi="Times New Roman"/>
      <w:b/>
      <w:bCs/>
      <w:spacing w:val="-8"/>
      <w:sz w:val="24"/>
      <w:szCs w:val="24"/>
      <w:lang w:val="sr-Cyrl-CS" w:eastAsia="en-US"/>
    </w:rPr>
  </w:style>
  <w:style w:type="paragraph" w:styleId="BodyText">
    <w:name w:val="Body Text"/>
    <w:basedOn w:val="Normal"/>
    <w:link w:val="BodyTextChar"/>
    <w:uiPriority w:val="99"/>
    <w:unhideWhenUsed/>
    <w:rsid w:val="00BF44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F444F"/>
    <w:rPr>
      <w:sz w:val="22"/>
      <w:szCs w:val="22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F444F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BF4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dulos\AppData\Local\Microsoft\Windows\Temporary%20Internet%20Files\Content.Outlook\J8IZGNL3\PD-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PD-013</Template>
  <TotalTime>1</TotalTime>
  <Pages>3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 Abdulovski</dc:creator>
  <cp:lastModifiedBy>Mirjana Crnjak</cp:lastModifiedBy>
  <cp:revision>2</cp:revision>
  <cp:lastPrinted>2020-02-28T11:05:00Z</cp:lastPrinted>
  <dcterms:created xsi:type="dcterms:W3CDTF">2021-06-28T07:39:00Z</dcterms:created>
  <dcterms:modified xsi:type="dcterms:W3CDTF">2021-06-28T07:39:00Z</dcterms:modified>
</cp:coreProperties>
</file>