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D33" w:rsidRPr="00A474A9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: 01/3-50-3-3-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903D33" w:rsidRPr="00A474A9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/</w:t>
      </w:r>
      <w:r w:rsidR="001D70E1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2</w:t>
      </w:r>
      <w:r w:rsidR="007859E4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1</w:t>
      </w:r>
    </w:p>
    <w:p w:rsidR="00903D33" w:rsidRPr="00C223C0" w:rsidRDefault="00223AE2" w:rsidP="001929BF">
      <w:pPr>
        <w:pStyle w:val="NoSpacing"/>
        <w:spacing w:line="276" w:lineRule="auto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Sarajevo</w:t>
      </w:r>
      <w:r w:rsidR="00903D33" w:rsidRPr="001821F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DE6C43">
        <w:rPr>
          <w:rFonts w:ascii="Times New Roman" w:hAnsi="Times New Roman"/>
          <w:noProof/>
          <w:sz w:val="24"/>
          <w:szCs w:val="24"/>
          <w:lang w:val="sr-Latn-BA"/>
        </w:rPr>
        <w:t>2</w:t>
      </w:r>
      <w:r w:rsidR="004126A9">
        <w:rPr>
          <w:rFonts w:ascii="Times New Roman" w:hAnsi="Times New Roman"/>
          <w:noProof/>
          <w:sz w:val="24"/>
          <w:szCs w:val="24"/>
          <w:lang w:val="sr-Latn-BA"/>
        </w:rPr>
        <w:t>4</w:t>
      </w:r>
      <w:r w:rsidR="00FB7861">
        <w:rPr>
          <w:rFonts w:ascii="Times New Roman" w:hAnsi="Times New Roman"/>
          <w:noProof/>
          <w:sz w:val="24"/>
          <w:szCs w:val="24"/>
          <w:lang w:val="sr-Latn-BA"/>
        </w:rPr>
        <w:t>.</w:t>
      </w:r>
      <w:r w:rsidR="00277350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4126A9">
        <w:rPr>
          <w:rFonts w:ascii="Times New Roman" w:hAnsi="Times New Roman"/>
          <w:noProof/>
          <w:sz w:val="24"/>
          <w:szCs w:val="24"/>
          <w:lang w:val="sr-Latn-BA"/>
        </w:rPr>
        <w:t>5</w:t>
      </w:r>
      <w:r w:rsidR="00840D6E">
        <w:rPr>
          <w:rFonts w:ascii="Times New Roman" w:hAnsi="Times New Roman"/>
          <w:noProof/>
          <w:sz w:val="24"/>
          <w:szCs w:val="24"/>
          <w:lang w:val="sr-Latn-BA"/>
        </w:rPr>
        <w:t>.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597CE5">
        <w:rPr>
          <w:rFonts w:ascii="Times New Roman" w:hAnsi="Times New Roman"/>
          <w:noProof/>
          <w:sz w:val="24"/>
          <w:szCs w:val="24"/>
          <w:lang w:val="sr-Cyrl-BA"/>
        </w:rPr>
        <w:t>202</w:t>
      </w:r>
      <w:r w:rsidR="00C22FAB">
        <w:rPr>
          <w:rFonts w:ascii="Times New Roman" w:hAnsi="Times New Roman"/>
          <w:noProof/>
          <w:sz w:val="24"/>
          <w:szCs w:val="24"/>
          <w:lang w:val="sr-Latn-BA"/>
        </w:rPr>
        <w:t>1</w:t>
      </w:r>
      <w:r w:rsidR="00597CE5">
        <w:rPr>
          <w:rFonts w:ascii="Times New Roman" w:hAnsi="Times New Roman"/>
          <w:noProof/>
          <w:sz w:val="24"/>
          <w:szCs w:val="24"/>
          <w:lang w:val="sr-Cyrl-BA"/>
        </w:rPr>
        <w:t>.</w:t>
      </w:r>
      <w:r w:rsidR="00D37216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</w:p>
    <w:p w:rsidR="00903D33" w:rsidRPr="001929BF" w:rsidRDefault="00903D33" w:rsidP="001929BF">
      <w:pPr>
        <w:pStyle w:val="NoSpacing"/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1821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</w:t>
      </w:r>
    </w:p>
    <w:p w:rsidR="00876FC5" w:rsidRDefault="00876FC5" w:rsidP="00CC70BB">
      <w:pPr>
        <w:pStyle w:val="NoSpacing"/>
        <w:spacing w:line="276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63F3B" w:rsidRDefault="00063F3B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D62B1" w:rsidRDefault="00ED62B1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F444F" w:rsidRPr="00C105EF" w:rsidRDefault="00BF444F" w:rsidP="00BF444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880BB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</w:t>
      </w:r>
    </w:p>
    <w:p w:rsidR="00BF444F" w:rsidRDefault="00FB7861" w:rsidP="002426CB">
      <w:pPr>
        <w:pStyle w:val="Heading1"/>
        <w:tabs>
          <w:tab w:val="clear" w:pos="2268"/>
          <w:tab w:val="center" w:pos="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1</w:t>
      </w:r>
      <w:r w:rsidR="004126A9">
        <w:rPr>
          <w:noProof/>
          <w:lang w:val="sr-Latn-CS"/>
        </w:rPr>
        <w:t>3</w:t>
      </w:r>
      <w:r w:rsidR="00BF444F" w:rsidRPr="00880BB9">
        <w:rPr>
          <w:noProof/>
          <w:lang w:val="sr-Latn-CS"/>
        </w:rPr>
        <w:t xml:space="preserve">. </w:t>
      </w:r>
      <w:r w:rsidR="00BF444F">
        <w:rPr>
          <w:noProof/>
          <w:lang w:val="sr-Latn-CS"/>
        </w:rPr>
        <w:t>sjednice</w:t>
      </w:r>
      <w:r w:rsidR="00BF444F" w:rsidRPr="00880BB9">
        <w:rPr>
          <w:noProof/>
          <w:lang w:val="sr-Latn-CS"/>
        </w:rPr>
        <w:t xml:space="preserve"> </w:t>
      </w:r>
      <w:r w:rsidR="002426CB">
        <w:rPr>
          <w:noProof/>
          <w:lang w:val="sr-Latn-CS"/>
        </w:rPr>
        <w:t>Povjerenstva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za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vanjsku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trgovinu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i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carine</w:t>
      </w:r>
    </w:p>
    <w:p w:rsidR="00BF444F" w:rsidRDefault="002426CB" w:rsidP="002426CB">
      <w:pPr>
        <w:pStyle w:val="Heading1"/>
        <w:tabs>
          <w:tab w:val="clear" w:pos="2268"/>
          <w:tab w:val="center" w:pos="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Zastupnič</w:t>
      </w:r>
      <w:r w:rsidR="00BF444F">
        <w:rPr>
          <w:noProof/>
          <w:lang w:val="sr-Latn-CS"/>
        </w:rPr>
        <w:t>kog</w:t>
      </w:r>
      <w:r w:rsidR="00BF444F" w:rsidRPr="00880BB9">
        <w:rPr>
          <w:noProof/>
          <w:lang w:val="sr-Latn-CS"/>
        </w:rPr>
        <w:t xml:space="preserve"> </w:t>
      </w:r>
      <w:r w:rsidR="002D324B">
        <w:rPr>
          <w:noProof/>
          <w:lang w:val="sr-Latn-CS"/>
        </w:rPr>
        <w:t xml:space="preserve">doma </w:t>
      </w:r>
      <w:r w:rsidR="00BF444F">
        <w:rPr>
          <w:noProof/>
          <w:lang w:val="sr-Latn-CS"/>
        </w:rPr>
        <w:t>Parlamentarne</w:t>
      </w:r>
      <w:r w:rsidR="00BF444F" w:rsidRPr="00880BB9">
        <w:rPr>
          <w:noProof/>
          <w:lang w:val="sr-Latn-CS"/>
        </w:rPr>
        <w:t xml:space="preserve">  </w:t>
      </w:r>
      <w:r w:rsidR="00BF444F">
        <w:rPr>
          <w:noProof/>
          <w:lang w:val="sr-Latn-CS"/>
        </w:rPr>
        <w:t>skupštine</w:t>
      </w:r>
      <w:r w:rsidR="00BF444F" w:rsidRPr="00880BB9">
        <w:rPr>
          <w:noProof/>
          <w:lang w:val="sr-Latn-CS"/>
        </w:rPr>
        <w:t xml:space="preserve"> </w:t>
      </w:r>
      <w:r w:rsidR="00BF444F">
        <w:rPr>
          <w:noProof/>
          <w:lang w:val="sr-Latn-CS"/>
        </w:rPr>
        <w:t>BiH</w:t>
      </w:r>
      <w:r w:rsidR="00BF444F" w:rsidRPr="00880BB9">
        <w:rPr>
          <w:noProof/>
          <w:lang w:val="sr-Latn-CS"/>
        </w:rPr>
        <w:t>,</w:t>
      </w:r>
    </w:p>
    <w:p w:rsidR="00BF444F" w:rsidRPr="00880BB9" w:rsidRDefault="0031072A" w:rsidP="002426CB">
      <w:pPr>
        <w:pStyle w:val="Heading1"/>
        <w:tabs>
          <w:tab w:val="clear" w:pos="2268"/>
          <w:tab w:val="center" w:pos="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C76D09">
        <w:rPr>
          <w:noProof/>
          <w:lang w:val="sr-Latn-CS"/>
        </w:rPr>
        <w:t>držane</w:t>
      </w:r>
      <w:r>
        <w:rPr>
          <w:noProof/>
          <w:lang w:val="sr-Latn-CS"/>
        </w:rPr>
        <w:t xml:space="preserve">  </w:t>
      </w:r>
      <w:r w:rsidR="00DE6C43">
        <w:rPr>
          <w:noProof/>
          <w:lang w:val="sr-Latn-CS"/>
        </w:rPr>
        <w:t>2</w:t>
      </w:r>
      <w:r w:rsidR="004126A9">
        <w:rPr>
          <w:noProof/>
          <w:lang w:val="sr-Latn-CS"/>
        </w:rPr>
        <w:t>4</w:t>
      </w:r>
      <w:r w:rsidR="00BF444F" w:rsidRPr="00880BB9">
        <w:rPr>
          <w:noProof/>
          <w:lang w:val="sr-Latn-CS"/>
        </w:rPr>
        <w:t xml:space="preserve">. </w:t>
      </w:r>
      <w:r w:rsidR="004126A9">
        <w:rPr>
          <w:noProof/>
          <w:lang w:val="sr-Latn-CS"/>
        </w:rPr>
        <w:t>5</w:t>
      </w:r>
      <w:r w:rsidR="00BF444F" w:rsidRPr="00880BB9">
        <w:rPr>
          <w:noProof/>
          <w:lang w:val="sr-Latn-CS"/>
        </w:rPr>
        <w:t>. 20</w:t>
      </w:r>
      <w:r w:rsidR="00BF444F">
        <w:rPr>
          <w:noProof/>
          <w:lang w:val="sr-Latn-CS"/>
        </w:rPr>
        <w:t>2</w:t>
      </w:r>
      <w:r w:rsidR="007859E4">
        <w:rPr>
          <w:noProof/>
          <w:lang w:val="sr-Latn-CS"/>
        </w:rPr>
        <w:t>1</w:t>
      </w:r>
      <w:r w:rsidR="00BF444F" w:rsidRPr="00880BB9">
        <w:rPr>
          <w:noProof/>
          <w:lang w:val="sr-Latn-CS"/>
        </w:rPr>
        <w:t>.</w:t>
      </w:r>
    </w:p>
    <w:p w:rsidR="00BF444F" w:rsidRPr="00880BB9" w:rsidRDefault="00BF444F" w:rsidP="00BF444F">
      <w:pPr>
        <w:rPr>
          <w:noProof/>
          <w:lang w:val="sr-Latn-CS"/>
        </w:rPr>
      </w:pPr>
    </w:p>
    <w:p w:rsidR="000D5AC8" w:rsidRPr="00880BB9" w:rsidRDefault="00EB533E" w:rsidP="000D5AC8">
      <w:pPr>
        <w:tabs>
          <w:tab w:val="left" w:pos="-9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jednicu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za vanjsku trgovinu i carine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Zastupnič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>kog doma Parlamentarne skupštine BiH (u dalj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em tekstu: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Povjerenstvo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) sazvao je Dragan Bogdanić,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predsjedatelj</w:t>
      </w:r>
      <w:r w:rsidR="000D5A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0D5AC8"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1045" w:rsidRPr="00880BB9" w:rsidRDefault="001E1045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počela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DE6C43">
        <w:rPr>
          <w:rFonts w:ascii="Times New Roman" w:hAnsi="Times New Roman"/>
          <w:noProof/>
          <w:sz w:val="24"/>
          <w:szCs w:val="24"/>
          <w:lang w:val="sr-Latn-CS"/>
        </w:rPr>
        <w:t>0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sati</w:t>
      </w:r>
      <w:r w:rsidRPr="00880BB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A7609" w:rsidRDefault="00EB533E" w:rsidP="001E1045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Sjednici su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bi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 xml:space="preserve"> nazočni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Dragan Bogdanić,</w:t>
      </w:r>
      <w:r w:rsidR="00063F3B" w:rsidRPr="00063F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36001">
        <w:rPr>
          <w:rFonts w:ascii="Times New Roman" w:hAnsi="Times New Roman"/>
          <w:noProof/>
          <w:sz w:val="24"/>
          <w:szCs w:val="24"/>
          <w:lang w:val="sr-Latn-CS"/>
        </w:rPr>
        <w:t>Šemsudin Mehmedović, Edin Mušić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Zukan Helez.</w:t>
      </w:r>
      <w:r w:rsidR="004126A9" w:rsidRPr="00D44CC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B7861" w:rsidRDefault="002426CB" w:rsidP="00FB7861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D45179">
        <w:rPr>
          <w:rFonts w:ascii="Times New Roman" w:hAnsi="Times New Roman"/>
          <w:noProof/>
          <w:sz w:val="24"/>
          <w:szCs w:val="24"/>
          <w:lang w:val="sr-Latn-CS"/>
        </w:rPr>
        <w:t>jednic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45179" w:rsidRPr="00880BB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C727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 xml:space="preserve">opravdano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8F1F6F">
        <w:rPr>
          <w:rFonts w:ascii="Times New Roman" w:hAnsi="Times New Roman"/>
          <w:noProof/>
          <w:sz w:val="24"/>
          <w:szCs w:val="24"/>
          <w:lang w:val="sr-Latn-CS"/>
        </w:rPr>
        <w:t xml:space="preserve">su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E0F0B">
        <w:rPr>
          <w:rFonts w:ascii="Times New Roman" w:hAnsi="Times New Roman"/>
          <w:noProof/>
          <w:sz w:val="24"/>
          <w:szCs w:val="24"/>
          <w:lang w:val="sr-Latn-CS"/>
        </w:rPr>
        <w:t>li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nazočni</w:t>
      </w:r>
      <w:r w:rsidR="001E104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>Mijo Matanović</w:t>
      </w:r>
      <w:r w:rsidR="005B570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Nenad Stevandić</w:t>
      </w:r>
      <w:r w:rsidR="00C36001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36001" w:rsidRPr="00C3600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36001">
        <w:rPr>
          <w:rFonts w:ascii="Times New Roman" w:hAnsi="Times New Roman"/>
          <w:noProof/>
          <w:sz w:val="24"/>
          <w:szCs w:val="24"/>
          <w:lang w:val="sr-Latn-CS"/>
        </w:rPr>
        <w:t xml:space="preserve">Mirko Šarović, </w:t>
      </w:r>
      <w:r w:rsidR="004126A9">
        <w:rPr>
          <w:rFonts w:ascii="Times New Roman" w:hAnsi="Times New Roman"/>
          <w:noProof/>
          <w:sz w:val="24"/>
          <w:szCs w:val="24"/>
          <w:lang w:val="sr-Latn-CS"/>
        </w:rPr>
        <w:t xml:space="preserve">Damir Arnaut </w:t>
      </w:r>
      <w:r w:rsidR="00D44CCF">
        <w:rPr>
          <w:rFonts w:ascii="Times New Roman" w:hAnsi="Times New Roman"/>
          <w:noProof/>
          <w:sz w:val="24"/>
          <w:szCs w:val="24"/>
          <w:lang w:val="sr-Latn-CS"/>
        </w:rPr>
        <w:t xml:space="preserve">i 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 xml:space="preserve">Enver Bijedić. </w:t>
      </w:r>
    </w:p>
    <w:p w:rsidR="00171230" w:rsidRDefault="002426CB" w:rsidP="00CC4238">
      <w:pPr>
        <w:spacing w:after="0" w:line="240" w:lineRule="auto"/>
        <w:jc w:val="both"/>
        <w:rPr>
          <w:rFonts w:ascii="Times New Roman" w:hAnsi="Times New Roman"/>
          <w:sz w:val="24"/>
          <w:lang w:val="sr-Latn-BA"/>
        </w:rPr>
      </w:pPr>
      <w:r>
        <w:rPr>
          <w:rFonts w:ascii="Times New Roman" w:hAnsi="Times New Roman"/>
          <w:sz w:val="24"/>
          <w:lang w:val="sr-Latn-BA"/>
        </w:rPr>
        <w:t>Budući</w:t>
      </w:r>
      <w:r w:rsidR="00171230">
        <w:rPr>
          <w:rFonts w:ascii="Times New Roman" w:hAnsi="Times New Roman"/>
          <w:sz w:val="24"/>
          <w:lang w:val="sr-Latn-BA"/>
        </w:rPr>
        <w:t xml:space="preserve"> da </w:t>
      </w:r>
      <w:r>
        <w:rPr>
          <w:rFonts w:ascii="Times New Roman" w:hAnsi="Times New Roman"/>
          <w:sz w:val="24"/>
          <w:lang w:val="sr-Latn-BA"/>
        </w:rPr>
        <w:t>Povjerenstvo nije imalo</w:t>
      </w:r>
      <w:r w:rsidR="00171230">
        <w:rPr>
          <w:rFonts w:ascii="Times New Roman" w:hAnsi="Times New Roman"/>
          <w:sz w:val="24"/>
          <w:lang w:val="sr-Latn-BA"/>
        </w:rPr>
        <w:t xml:space="preserve"> kvorum za rad i odlučivanje, </w:t>
      </w:r>
      <w:r>
        <w:rPr>
          <w:rFonts w:ascii="Times New Roman" w:hAnsi="Times New Roman"/>
          <w:sz w:val="24"/>
          <w:lang w:val="sr-Latn-BA"/>
        </w:rPr>
        <w:t>predsjedatelj</w:t>
      </w:r>
      <w:r w:rsidR="00171230">
        <w:rPr>
          <w:rFonts w:ascii="Times New Roman" w:hAnsi="Times New Roman"/>
          <w:sz w:val="24"/>
          <w:lang w:val="sr-Latn-BA"/>
        </w:rPr>
        <w:t xml:space="preserve"> </w:t>
      </w:r>
      <w:r>
        <w:rPr>
          <w:rFonts w:ascii="Times New Roman" w:hAnsi="Times New Roman"/>
          <w:sz w:val="24"/>
          <w:lang w:val="sr-Latn-BA"/>
        </w:rPr>
        <w:t>Povjerenstva</w:t>
      </w:r>
      <w:r w:rsidR="00171230">
        <w:rPr>
          <w:rFonts w:ascii="Times New Roman" w:hAnsi="Times New Roman"/>
          <w:sz w:val="24"/>
          <w:lang w:val="sr-Latn-BA"/>
        </w:rPr>
        <w:t xml:space="preserve">  predložio </w:t>
      </w:r>
      <w:r w:rsidR="005B5703">
        <w:rPr>
          <w:rFonts w:ascii="Times New Roman" w:hAnsi="Times New Roman"/>
          <w:sz w:val="24"/>
          <w:lang w:val="sr-Latn-BA"/>
        </w:rPr>
        <w:t xml:space="preserve">je </w:t>
      </w:r>
      <w:r>
        <w:rPr>
          <w:rFonts w:ascii="Times New Roman" w:hAnsi="Times New Roman"/>
          <w:sz w:val="24"/>
          <w:lang w:val="sr-Latn-BA"/>
        </w:rPr>
        <w:t>da telefonski pozovu Mirka</w:t>
      </w:r>
      <w:r w:rsidR="00171230">
        <w:rPr>
          <w:rFonts w:ascii="Times New Roman" w:hAnsi="Times New Roman"/>
          <w:sz w:val="24"/>
          <w:lang w:val="sr-Latn-BA"/>
        </w:rPr>
        <w:t xml:space="preserve"> Šarović</w:t>
      </w:r>
      <w:r>
        <w:rPr>
          <w:rFonts w:ascii="Times New Roman" w:hAnsi="Times New Roman"/>
          <w:sz w:val="24"/>
          <w:lang w:val="sr-Latn-BA"/>
        </w:rPr>
        <w:t>a</w:t>
      </w:r>
      <w:r w:rsidR="00171230">
        <w:rPr>
          <w:rFonts w:ascii="Times New Roman" w:hAnsi="Times New Roman"/>
          <w:sz w:val="24"/>
          <w:lang w:val="sr-Latn-BA"/>
        </w:rPr>
        <w:t xml:space="preserve"> i pita</w:t>
      </w:r>
      <w:r>
        <w:rPr>
          <w:rFonts w:ascii="Times New Roman" w:hAnsi="Times New Roman"/>
          <w:sz w:val="24"/>
          <w:lang w:val="sr-Latn-BA"/>
        </w:rPr>
        <w:t>ju je</w:t>
      </w:r>
      <w:r w:rsidR="005B5703">
        <w:rPr>
          <w:rFonts w:ascii="Times New Roman" w:hAnsi="Times New Roman"/>
          <w:sz w:val="24"/>
          <w:lang w:val="sr-Latn-BA"/>
        </w:rPr>
        <w:t xml:space="preserve"> </w:t>
      </w:r>
      <w:r>
        <w:rPr>
          <w:rFonts w:ascii="Times New Roman" w:hAnsi="Times New Roman"/>
          <w:sz w:val="24"/>
          <w:lang w:val="sr-Latn-BA"/>
        </w:rPr>
        <w:t>li su</w:t>
      </w:r>
      <w:r w:rsidR="00E76544">
        <w:rPr>
          <w:rFonts w:ascii="Times New Roman" w:hAnsi="Times New Roman"/>
          <w:sz w:val="24"/>
          <w:lang w:val="sr-Latn-BA"/>
        </w:rPr>
        <w:t>glasan da</w:t>
      </w:r>
      <w:r w:rsidR="00171230">
        <w:rPr>
          <w:rFonts w:ascii="Times New Roman" w:hAnsi="Times New Roman"/>
          <w:sz w:val="24"/>
          <w:lang w:val="sr-Latn-BA"/>
        </w:rPr>
        <w:t xml:space="preserve"> </w:t>
      </w:r>
      <w:r>
        <w:rPr>
          <w:rFonts w:ascii="Times New Roman" w:hAnsi="Times New Roman"/>
          <w:sz w:val="24"/>
          <w:lang w:val="sr-Latn-BA"/>
        </w:rPr>
        <w:t>Povjerenstvo</w:t>
      </w:r>
      <w:r w:rsidR="005B5703">
        <w:rPr>
          <w:rFonts w:ascii="Times New Roman" w:hAnsi="Times New Roman"/>
          <w:sz w:val="24"/>
          <w:lang w:val="sr-Latn-BA"/>
        </w:rPr>
        <w:t xml:space="preserve"> </w:t>
      </w:r>
      <w:r>
        <w:rPr>
          <w:rFonts w:ascii="Times New Roman" w:hAnsi="Times New Roman"/>
          <w:sz w:val="24"/>
          <w:lang w:val="sr-Latn-BA"/>
        </w:rPr>
        <w:t>računa</w:t>
      </w:r>
      <w:r w:rsidR="00171230">
        <w:rPr>
          <w:rFonts w:ascii="Times New Roman" w:hAnsi="Times New Roman"/>
          <w:sz w:val="24"/>
          <w:lang w:val="sr-Latn-BA"/>
        </w:rPr>
        <w:t xml:space="preserve"> na njega</w:t>
      </w:r>
      <w:r>
        <w:rPr>
          <w:rFonts w:ascii="Times New Roman" w:hAnsi="Times New Roman"/>
          <w:sz w:val="24"/>
          <w:lang w:val="sr-Latn-BA"/>
        </w:rPr>
        <w:t xml:space="preserve"> kao petog člana, kako bi moglo</w:t>
      </w:r>
      <w:r w:rsidR="00171230">
        <w:rPr>
          <w:rFonts w:ascii="Times New Roman" w:hAnsi="Times New Roman"/>
          <w:sz w:val="24"/>
          <w:lang w:val="sr-Latn-BA"/>
        </w:rPr>
        <w:t xml:space="preserve"> raditi i odlučivati.</w:t>
      </w:r>
    </w:p>
    <w:p w:rsidR="00171230" w:rsidRDefault="00171230" w:rsidP="00CC4238">
      <w:pPr>
        <w:spacing w:after="0" w:line="240" w:lineRule="auto"/>
        <w:jc w:val="both"/>
        <w:rPr>
          <w:rFonts w:ascii="Times New Roman" w:hAnsi="Times New Roman"/>
          <w:sz w:val="24"/>
          <w:lang w:val="sr-Latn-BA"/>
        </w:rPr>
      </w:pPr>
    </w:p>
    <w:p w:rsidR="005B5703" w:rsidRDefault="002426CB" w:rsidP="00B74A1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sz w:val="24"/>
          <w:lang w:val="sr-Cyrl-BA"/>
        </w:rPr>
        <w:t>Uz suglasnost nazoč</w:t>
      </w:r>
      <w:r w:rsidR="00171230">
        <w:rPr>
          <w:rFonts w:ascii="Times New Roman" w:hAnsi="Times New Roman"/>
          <w:sz w:val="24"/>
          <w:lang w:val="sr-Cyrl-BA"/>
        </w:rPr>
        <w:t xml:space="preserve">nih članova </w:t>
      </w:r>
      <w:r>
        <w:rPr>
          <w:rFonts w:ascii="Times New Roman" w:hAnsi="Times New Roman"/>
          <w:sz w:val="24"/>
          <w:lang w:val="sr-Cyrl-BA"/>
        </w:rPr>
        <w:t>Povjerenstva</w:t>
      </w:r>
      <w:r w:rsidR="000E3561">
        <w:rPr>
          <w:rFonts w:ascii="Times New Roman" w:hAnsi="Times New Roman"/>
          <w:sz w:val="24"/>
          <w:lang w:val="sr-Latn-BA"/>
        </w:rPr>
        <w:t xml:space="preserve">, </w:t>
      </w:r>
      <w:r>
        <w:rPr>
          <w:rFonts w:ascii="Times New Roman" w:hAnsi="Times New Roman"/>
          <w:sz w:val="24"/>
          <w:lang w:val="sr-Latn-BA"/>
        </w:rPr>
        <w:t>predsjedatelj</w:t>
      </w:r>
      <w:r w:rsidR="000E3561">
        <w:rPr>
          <w:rFonts w:ascii="Times New Roman" w:hAnsi="Times New Roman"/>
          <w:sz w:val="24"/>
          <w:lang w:val="sr-Latn-BA"/>
        </w:rPr>
        <w:t xml:space="preserve"> </w:t>
      </w:r>
      <w:r>
        <w:rPr>
          <w:rFonts w:ascii="Times New Roman" w:hAnsi="Times New Roman"/>
          <w:sz w:val="24"/>
          <w:lang w:val="sr-Latn-BA"/>
        </w:rPr>
        <w:t>Povjerenstva</w:t>
      </w:r>
      <w:r w:rsidR="000E3561">
        <w:rPr>
          <w:rFonts w:ascii="Times New Roman" w:hAnsi="Times New Roman"/>
          <w:sz w:val="24"/>
          <w:lang w:val="sr-Latn-BA"/>
        </w:rPr>
        <w:t xml:space="preserve"> </w:t>
      </w:r>
      <w:r>
        <w:rPr>
          <w:rFonts w:ascii="Times New Roman" w:hAnsi="Times New Roman"/>
          <w:sz w:val="24"/>
          <w:lang w:val="sr-Latn-BA"/>
        </w:rPr>
        <w:t xml:space="preserve">telefonom je pozvao </w:t>
      </w:r>
      <w:r w:rsidR="000E3561">
        <w:rPr>
          <w:rFonts w:ascii="Times New Roman" w:hAnsi="Times New Roman"/>
          <w:sz w:val="24"/>
          <w:lang w:val="sr-Latn-BA"/>
        </w:rPr>
        <w:t>Mir</w:t>
      </w:r>
      <w:r w:rsidR="00EC5C6F">
        <w:rPr>
          <w:rFonts w:ascii="Times New Roman" w:hAnsi="Times New Roman"/>
          <w:sz w:val="24"/>
          <w:lang w:val="sr-Latn-BA"/>
        </w:rPr>
        <w:t>ka Šarovića</w:t>
      </w:r>
      <w:r>
        <w:rPr>
          <w:rFonts w:ascii="Times New Roman" w:hAnsi="Times New Roman"/>
          <w:sz w:val="24"/>
          <w:lang w:val="sr-Latn-BA"/>
        </w:rPr>
        <w:t>,</w:t>
      </w:r>
      <w:r w:rsidR="000E3561">
        <w:rPr>
          <w:rFonts w:ascii="Times New Roman" w:hAnsi="Times New Roman"/>
          <w:sz w:val="24"/>
          <w:lang w:val="sr-Latn-BA"/>
        </w:rPr>
        <w:t xml:space="preserve"> člana </w:t>
      </w:r>
      <w:r>
        <w:rPr>
          <w:rFonts w:ascii="Times New Roman" w:hAnsi="Times New Roman"/>
          <w:sz w:val="24"/>
          <w:lang w:val="sr-Latn-BA"/>
        </w:rPr>
        <w:t>Povjerenstva</w:t>
      </w:r>
      <w:r w:rsidR="00EC5C6F">
        <w:rPr>
          <w:rFonts w:ascii="Times New Roman" w:hAnsi="Times New Roman"/>
          <w:sz w:val="24"/>
          <w:lang w:val="sr-Latn-BA"/>
        </w:rPr>
        <w:t>,</w:t>
      </w:r>
      <w:r w:rsidR="00E76544">
        <w:rPr>
          <w:rFonts w:ascii="Times New Roman" w:hAnsi="Times New Roman"/>
          <w:sz w:val="24"/>
          <w:lang w:val="sr-Latn-BA"/>
        </w:rPr>
        <w:t xml:space="preserve"> koji je bio su</w:t>
      </w:r>
      <w:r w:rsidR="000E3561">
        <w:rPr>
          <w:rFonts w:ascii="Times New Roman" w:hAnsi="Times New Roman"/>
          <w:sz w:val="24"/>
          <w:lang w:val="sr-Latn-BA"/>
        </w:rPr>
        <w:t>glas</w:t>
      </w:r>
      <w:r w:rsidR="00E76544">
        <w:rPr>
          <w:rFonts w:ascii="Times New Roman" w:hAnsi="Times New Roman"/>
          <w:sz w:val="24"/>
          <w:lang w:val="sr-Latn-BA"/>
        </w:rPr>
        <w:t>an</w:t>
      </w:r>
      <w:r w:rsidR="000E3561">
        <w:rPr>
          <w:rFonts w:ascii="Times New Roman" w:hAnsi="Times New Roman"/>
          <w:sz w:val="24"/>
          <w:lang w:val="sr-Latn-BA"/>
        </w:rPr>
        <w:t xml:space="preserve"> </w:t>
      </w:r>
      <w:r w:rsidR="00E76544">
        <w:rPr>
          <w:rFonts w:ascii="Times New Roman" w:hAnsi="Times New Roman"/>
          <w:sz w:val="24"/>
          <w:lang w:val="sr-Latn-BA"/>
        </w:rPr>
        <w:t>s time</w:t>
      </w:r>
      <w:r w:rsidR="00EC5C6F">
        <w:rPr>
          <w:rFonts w:ascii="Times New Roman" w:hAnsi="Times New Roman"/>
          <w:sz w:val="24"/>
          <w:lang w:val="sr-Latn-BA"/>
        </w:rPr>
        <w:t xml:space="preserve"> </w:t>
      </w:r>
      <w:r w:rsidR="00E76544">
        <w:rPr>
          <w:rFonts w:ascii="Times New Roman" w:hAnsi="Times New Roman"/>
          <w:sz w:val="24"/>
          <w:lang w:val="sr-Latn-BA"/>
        </w:rPr>
        <w:t>da</w:t>
      </w:r>
      <w:r w:rsidR="000E3561">
        <w:rPr>
          <w:rFonts w:ascii="Times New Roman" w:hAnsi="Times New Roman"/>
          <w:sz w:val="24"/>
          <w:lang w:val="sr-Latn-BA"/>
        </w:rPr>
        <w:t xml:space="preserve"> </w:t>
      </w:r>
      <w:r w:rsidR="00E76544">
        <w:rPr>
          <w:rFonts w:ascii="Times New Roman" w:hAnsi="Times New Roman"/>
          <w:sz w:val="24"/>
          <w:lang w:val="sr-Latn-BA"/>
        </w:rPr>
        <w:t>Povjerenstvo</w:t>
      </w:r>
      <w:r w:rsidR="00E76544">
        <w:rPr>
          <w:rFonts w:ascii="Times New Roman" w:hAnsi="Times New Roman"/>
          <w:sz w:val="24"/>
          <w:lang w:val="sr-Cyrl-BA"/>
        </w:rPr>
        <w:t xml:space="preserve"> računa</w:t>
      </w:r>
      <w:r w:rsidR="00B74A1E">
        <w:rPr>
          <w:rFonts w:ascii="Times New Roman" w:hAnsi="Times New Roman"/>
          <w:sz w:val="24"/>
          <w:lang w:val="sr-Cyrl-BA"/>
        </w:rPr>
        <w:t xml:space="preserve"> </w:t>
      </w:r>
      <w:r w:rsidR="00E76544">
        <w:rPr>
          <w:rFonts w:ascii="Times New Roman" w:hAnsi="Times New Roman"/>
          <w:sz w:val="24"/>
          <w:lang w:val="bs-Latn-BA"/>
        </w:rPr>
        <w:t xml:space="preserve">na njega </w:t>
      </w:r>
      <w:r w:rsidR="00E76544">
        <w:rPr>
          <w:rFonts w:ascii="Times New Roman" w:hAnsi="Times New Roman"/>
          <w:sz w:val="24"/>
          <w:lang w:val="sr-Cyrl-BA"/>
        </w:rPr>
        <w:t>kao petog</w:t>
      </w:r>
      <w:r w:rsidR="00B74A1E">
        <w:rPr>
          <w:rFonts w:ascii="Times New Roman" w:hAnsi="Times New Roman"/>
          <w:sz w:val="24"/>
          <w:lang w:val="sr-Cyrl-BA"/>
        </w:rPr>
        <w:t xml:space="preserve"> član</w:t>
      </w:r>
      <w:r w:rsidR="00E76544">
        <w:rPr>
          <w:rFonts w:ascii="Times New Roman" w:hAnsi="Times New Roman"/>
          <w:sz w:val="24"/>
          <w:lang w:val="bs-Latn-BA"/>
        </w:rPr>
        <w:t>a</w:t>
      </w:r>
      <w:r w:rsidR="00E76544">
        <w:rPr>
          <w:rFonts w:ascii="Times New Roman" w:hAnsi="Times New Roman"/>
          <w:sz w:val="24"/>
          <w:lang w:val="sr-Cyrl-BA"/>
        </w:rPr>
        <w:t xml:space="preserve"> ka</w:t>
      </w:r>
      <w:r w:rsidR="00E76544">
        <w:rPr>
          <w:rFonts w:ascii="Times New Roman" w:hAnsi="Times New Roman"/>
          <w:sz w:val="24"/>
          <w:lang w:val="sr-Latn-BA"/>
        </w:rPr>
        <w:t>ko bi</w:t>
      </w:r>
      <w:r w:rsidR="00B74A1E">
        <w:rPr>
          <w:rFonts w:ascii="Times New Roman" w:hAnsi="Times New Roman"/>
          <w:sz w:val="24"/>
          <w:lang w:val="sr-Cyrl-BA"/>
        </w:rPr>
        <w:t xml:space="preserve"> ima</w:t>
      </w:r>
      <w:r w:rsidR="00E76544">
        <w:rPr>
          <w:rFonts w:ascii="Times New Roman" w:hAnsi="Times New Roman"/>
          <w:sz w:val="24"/>
          <w:lang w:val="sr-Latn-BA"/>
        </w:rPr>
        <w:t>lo</w:t>
      </w:r>
      <w:r w:rsidR="00E76544">
        <w:rPr>
          <w:rFonts w:ascii="Times New Roman" w:hAnsi="Times New Roman"/>
          <w:sz w:val="24"/>
          <w:lang w:val="sr-Cyrl-BA"/>
        </w:rPr>
        <w:t xml:space="preserve"> kvorum i da</w:t>
      </w:r>
      <w:r w:rsidR="00B74A1E">
        <w:rPr>
          <w:rFonts w:ascii="Times New Roman" w:hAnsi="Times New Roman"/>
          <w:sz w:val="24"/>
          <w:lang w:val="sr-Cyrl-BA"/>
        </w:rPr>
        <w:t xml:space="preserve"> za sve </w:t>
      </w:r>
      <w:r>
        <w:rPr>
          <w:rFonts w:ascii="Times New Roman" w:hAnsi="Times New Roman"/>
          <w:sz w:val="24"/>
          <w:lang w:val="sr-Cyrl-BA"/>
        </w:rPr>
        <w:t>točk</w:t>
      </w:r>
      <w:r w:rsidR="00B74A1E">
        <w:rPr>
          <w:rFonts w:ascii="Times New Roman" w:hAnsi="Times New Roman"/>
          <w:sz w:val="24"/>
          <w:lang w:val="sr-Cyrl-BA"/>
        </w:rPr>
        <w:t xml:space="preserve">e </w:t>
      </w:r>
      <w:r w:rsidR="00B74A1E">
        <w:rPr>
          <w:rFonts w:ascii="Times New Roman" w:hAnsi="Times New Roman"/>
          <w:sz w:val="24"/>
          <w:lang w:val="sr-Latn-BA"/>
        </w:rPr>
        <w:t xml:space="preserve">o kojima </w:t>
      </w:r>
      <w:r>
        <w:rPr>
          <w:rFonts w:ascii="Times New Roman" w:hAnsi="Times New Roman"/>
          <w:sz w:val="24"/>
          <w:lang w:val="sr-Latn-BA"/>
        </w:rPr>
        <w:t>Povjerenstvo</w:t>
      </w:r>
      <w:r w:rsidR="00B74A1E">
        <w:rPr>
          <w:rFonts w:ascii="Times New Roman" w:hAnsi="Times New Roman"/>
          <w:sz w:val="24"/>
          <w:lang w:val="sr-Latn-BA"/>
        </w:rPr>
        <w:t xml:space="preserve"> raspravlja </w:t>
      </w:r>
      <w:r w:rsidR="00E76544">
        <w:rPr>
          <w:rFonts w:ascii="Times New Roman" w:hAnsi="Times New Roman"/>
          <w:sz w:val="24"/>
          <w:lang w:val="sr-Cyrl-BA"/>
        </w:rPr>
        <w:t>glasuje</w:t>
      </w:r>
      <w:r w:rsidR="00B74A1E">
        <w:rPr>
          <w:rFonts w:ascii="Times New Roman" w:hAnsi="Times New Roman"/>
          <w:sz w:val="24"/>
          <w:lang w:val="sr-Cyrl-BA"/>
        </w:rPr>
        <w:t xml:space="preserve"> „</w:t>
      </w:r>
      <w:r w:rsidR="00B74A1E">
        <w:rPr>
          <w:rFonts w:ascii="Times New Roman" w:hAnsi="Times New Roman"/>
          <w:sz w:val="24"/>
          <w:lang w:val="sr-Latn-BA"/>
        </w:rPr>
        <w:t>za“.</w:t>
      </w:r>
      <w:r w:rsidR="00171230">
        <w:rPr>
          <w:rFonts w:ascii="Times New Roman" w:hAnsi="Times New Roman"/>
          <w:sz w:val="24"/>
          <w:lang w:val="sr-Cyrl-BA"/>
        </w:rPr>
        <w:t xml:space="preserve"> </w:t>
      </w:r>
    </w:p>
    <w:p w:rsidR="00B74A1E" w:rsidRDefault="00B74A1E" w:rsidP="004B7B39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171230" w:rsidRDefault="00FE1746" w:rsidP="004B7B39">
      <w:pPr>
        <w:rPr>
          <w:rFonts w:ascii="Times New Roman" w:hAnsi="Times New Roman"/>
          <w:noProof/>
          <w:sz w:val="24"/>
          <w:szCs w:val="24"/>
          <w:lang w:val="sr-Latn-CS"/>
        </w:rPr>
      </w:pPr>
      <w:r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Sjednici 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su bi</w:t>
      </w:r>
      <w:r w:rsidR="00100F94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li 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 xml:space="preserve">nazočni </w:t>
      </w:r>
      <w:r w:rsidR="00100F94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predstavnici </w:t>
      </w:r>
      <w:r w:rsidR="00171230">
        <w:rPr>
          <w:rFonts w:ascii="Times New Roman" w:hAnsi="Times New Roman"/>
          <w:noProof/>
          <w:sz w:val="24"/>
          <w:szCs w:val="24"/>
          <w:lang w:val="sr-Latn-CS"/>
        </w:rPr>
        <w:t>Ministarstva vanjske trgovine i ekono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mskih odnosa BiH, pomoćnici ministra</w:t>
      </w:r>
      <w:r w:rsidR="00171230">
        <w:rPr>
          <w:rFonts w:ascii="Times New Roman" w:hAnsi="Times New Roman"/>
          <w:noProof/>
          <w:sz w:val="24"/>
          <w:szCs w:val="24"/>
          <w:lang w:val="sr-Latn-CS"/>
        </w:rPr>
        <w:t xml:space="preserve"> Dragiša Mekić i Midhat Salić.</w:t>
      </w:r>
    </w:p>
    <w:p w:rsidR="009F23B0" w:rsidRPr="00C7276E" w:rsidRDefault="00E76544" w:rsidP="004B7B39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Sjednici su bi</w:t>
      </w:r>
      <w:r w:rsidR="00171230">
        <w:rPr>
          <w:rFonts w:ascii="Times New Roman" w:hAnsi="Times New Roman"/>
          <w:noProof/>
          <w:sz w:val="24"/>
          <w:szCs w:val="24"/>
          <w:lang w:val="sr-Latn-CS"/>
        </w:rPr>
        <w:t xml:space="preserve">li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nazočni </w:t>
      </w:r>
      <w:r w:rsidR="00171230">
        <w:rPr>
          <w:rFonts w:ascii="Times New Roman" w:hAnsi="Times New Roman"/>
          <w:noProof/>
          <w:sz w:val="24"/>
          <w:szCs w:val="24"/>
          <w:lang w:val="sr-Latn-CS"/>
        </w:rPr>
        <w:t xml:space="preserve">predstavnici 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 xml:space="preserve">Guma </w:t>
      </w:r>
      <w:r>
        <w:rPr>
          <w:rFonts w:ascii="Times New Roman" w:hAnsi="Times New Roman"/>
          <w:noProof/>
          <w:sz w:val="24"/>
          <w:szCs w:val="24"/>
          <w:lang w:val="sr-Latn-CS"/>
        </w:rPr>
        <w:t>M d.o.o. Mostar i PJ Banja Luka: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 xml:space="preserve"> Mario Vujević, direktor, Slaviša Pe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lić, voditelj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 xml:space="preserve"> Podružnice</w:t>
      </w:r>
      <w:r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 xml:space="preserve"> i Željko Raguž, računovođa.</w:t>
      </w:r>
      <w:r w:rsidR="00366F42" w:rsidRPr="00C7276E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187D1D" w:rsidRPr="00366F42" w:rsidRDefault="00A149DB" w:rsidP="00366F42">
      <w:pPr>
        <w:tabs>
          <w:tab w:val="left" w:pos="709"/>
        </w:tabs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Sjednici su takođe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 xml:space="preserve"> bi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 xml:space="preserve"> nazočni Mirjana Crnjak, tajnic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 xml:space="preserve"> za </w:t>
      </w:r>
      <w:r w:rsidR="00721B54">
        <w:rPr>
          <w:rFonts w:ascii="Times New Roman" w:hAnsi="Times New Roman"/>
          <w:noProof/>
          <w:sz w:val="24"/>
          <w:szCs w:val="24"/>
          <w:lang w:val="sr-Latn-CS"/>
        </w:rPr>
        <w:t xml:space="preserve">vanjsku </w:t>
      </w:r>
      <w:r w:rsidR="000A7609">
        <w:rPr>
          <w:rFonts w:ascii="Times New Roman" w:hAnsi="Times New Roman"/>
          <w:noProof/>
          <w:sz w:val="24"/>
          <w:szCs w:val="24"/>
          <w:lang w:val="sr-Latn-CS"/>
        </w:rPr>
        <w:t>trgovinu i carine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7276E">
        <w:rPr>
          <w:rFonts w:ascii="Times New Roman" w:hAnsi="Times New Roman"/>
          <w:noProof/>
          <w:sz w:val="24"/>
          <w:szCs w:val="24"/>
          <w:lang w:val="sr-Latn-CS"/>
        </w:rPr>
        <w:t xml:space="preserve"> i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B7B39">
        <w:rPr>
          <w:rFonts w:ascii="Times New Roman" w:hAnsi="Times New Roman"/>
          <w:noProof/>
          <w:sz w:val="24"/>
          <w:szCs w:val="24"/>
          <w:lang w:val="sr-Latn-CS"/>
        </w:rPr>
        <w:t xml:space="preserve">Zoran 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Žuža</w:t>
      </w:r>
      <w:r w:rsidR="004B7B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voditelj</w:t>
      </w:r>
      <w:r w:rsidR="004B7B39" w:rsidRPr="00697B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87D1D" w:rsidRPr="00697B2F">
        <w:rPr>
          <w:rFonts w:ascii="Times New Roman" w:hAnsi="Times New Roman"/>
          <w:noProof/>
          <w:sz w:val="24"/>
          <w:szCs w:val="24"/>
          <w:lang w:val="sr-Latn-CS"/>
        </w:rPr>
        <w:t xml:space="preserve">Odjela za </w:t>
      </w:r>
      <w:r w:rsidR="00B74A1E" w:rsidRPr="00697B2F">
        <w:rPr>
          <w:rFonts w:ascii="Times New Roman" w:hAnsi="Times New Roman"/>
          <w:noProof/>
          <w:sz w:val="24"/>
          <w:szCs w:val="24"/>
          <w:lang w:val="sr-Latn-CS"/>
        </w:rPr>
        <w:t>informi</w:t>
      </w:r>
      <w:r w:rsidR="00697B2F" w:rsidRPr="00697B2F">
        <w:rPr>
          <w:rFonts w:ascii="Times New Roman" w:hAnsi="Times New Roman"/>
          <w:noProof/>
          <w:sz w:val="24"/>
          <w:szCs w:val="24"/>
          <w:lang w:val="sr-Latn-CS"/>
        </w:rPr>
        <w:t>ranje</w:t>
      </w:r>
      <w:r w:rsidR="00697B2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187D1D">
        <w:rPr>
          <w:rFonts w:ascii="Times New Roman" w:hAnsi="Times New Roman"/>
          <w:noProof/>
          <w:sz w:val="24"/>
          <w:szCs w:val="24"/>
          <w:lang w:val="sr-Latn-CS"/>
        </w:rPr>
        <w:t>u Sektoru za odnose s javnošću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 xml:space="preserve"> Tajništv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87D1D">
        <w:rPr>
          <w:rFonts w:ascii="Times New Roman" w:hAnsi="Times New Roman"/>
          <w:noProof/>
          <w:sz w:val="24"/>
          <w:szCs w:val="24"/>
          <w:lang w:val="sr-Latn-CS"/>
        </w:rPr>
        <w:t xml:space="preserve">  Parlamentarne skupštine B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H</w:t>
      </w:r>
      <w:r w:rsidR="004B7B3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65FE7" w:rsidRPr="00D45179" w:rsidRDefault="00187D1D" w:rsidP="00D45179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4517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BB38CE" w:rsidRPr="00B4255B" w:rsidRDefault="002426CB" w:rsidP="00BB38CE">
      <w:pPr>
        <w:tabs>
          <w:tab w:val="left" w:pos="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Predsjedatelj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430AA">
        <w:rPr>
          <w:rFonts w:ascii="Times New Roman" w:hAnsi="Times New Roman"/>
          <w:noProof/>
          <w:sz w:val="24"/>
          <w:szCs w:val="24"/>
          <w:lang w:val="sr-Latn-CS"/>
        </w:rPr>
        <w:t xml:space="preserve">Dragan Bogdanić 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otvorio je 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 xml:space="preserve">. sjednicu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i konstat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ira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da 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>postoji k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vorum</w:t>
      </w:r>
      <w:r w:rsidR="00B571F2" w:rsidRPr="00B4255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 xml:space="preserve">jer 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su sjednici nazočna</w:t>
      </w:r>
      <w:r w:rsidR="00EB53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četiri i jedan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član putem telefona</w:t>
      </w:r>
      <w:r w:rsidR="005B570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 xml:space="preserve">što je </w:t>
      </w:r>
      <w:r w:rsidR="004B7B39">
        <w:rPr>
          <w:rFonts w:ascii="Times New Roman" w:hAnsi="Times New Roman"/>
          <w:noProof/>
          <w:sz w:val="24"/>
          <w:szCs w:val="24"/>
          <w:lang w:val="sr-Latn-CS"/>
        </w:rPr>
        <w:t xml:space="preserve">pet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B38CE" w:rsidRPr="00B4255B">
        <w:rPr>
          <w:rFonts w:ascii="Times New Roman" w:hAnsi="Times New Roman"/>
          <w:noProof/>
          <w:sz w:val="24"/>
          <w:szCs w:val="24"/>
          <w:lang w:val="sr-Latn-CS"/>
        </w:rPr>
        <w:t xml:space="preserve"> ukupno </w:t>
      </w:r>
      <w:r w:rsidR="00223AE2">
        <w:rPr>
          <w:rFonts w:ascii="Times New Roman" w:hAnsi="Times New Roman"/>
          <w:noProof/>
          <w:sz w:val="24"/>
          <w:szCs w:val="24"/>
          <w:lang w:val="sr-Latn-CS"/>
        </w:rPr>
        <w:t>devet članova</w:t>
      </w:r>
      <w:r w:rsidR="00A430A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40E7B" w:rsidRDefault="002426CB" w:rsidP="00A5127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Predsjedatelj</w:t>
      </w:r>
      <w:r w:rsidR="00A512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="00A5127F">
        <w:rPr>
          <w:rFonts w:ascii="Times New Roman" w:hAnsi="Times New Roman"/>
          <w:noProof/>
          <w:sz w:val="24"/>
          <w:szCs w:val="24"/>
          <w:lang w:val="sr-Latn-CS"/>
        </w:rPr>
        <w:t xml:space="preserve"> pročitao je predloženi dnevni red 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A5127F">
        <w:rPr>
          <w:rFonts w:ascii="Times New Roman" w:hAnsi="Times New Roman"/>
          <w:noProof/>
          <w:sz w:val="24"/>
          <w:szCs w:val="24"/>
          <w:lang w:val="sr-Latn-CS"/>
        </w:rPr>
        <w:t xml:space="preserve">. sjednice. </w:t>
      </w:r>
    </w:p>
    <w:p w:rsidR="00A5127F" w:rsidRPr="00880BB9" w:rsidRDefault="00A5127F" w:rsidP="00A5127F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Budući da nije</w:t>
      </w:r>
      <w:r w:rsidR="00C7276E">
        <w:rPr>
          <w:rFonts w:ascii="Times New Roman" w:hAnsi="Times New Roman"/>
          <w:noProof/>
          <w:sz w:val="24"/>
          <w:szCs w:val="24"/>
          <w:lang w:val="sr-Latn-CS"/>
        </w:rPr>
        <w:t xml:space="preserve"> bilo izmjena ni dopuna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predsjedatelj</w:t>
      </w:r>
      <w:r w:rsidR="005120F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konstat</w:t>
      </w:r>
      <w:r w:rsidR="00277350">
        <w:rPr>
          <w:rFonts w:ascii="Times New Roman" w:hAnsi="Times New Roman"/>
          <w:noProof/>
          <w:sz w:val="24"/>
          <w:szCs w:val="24"/>
          <w:lang w:val="sr-Latn-CS"/>
        </w:rPr>
        <w:t>ir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ao je z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FB7861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F40E7B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 xml:space="preserve">. sjednicu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sljedeći </w:t>
      </w:r>
    </w:p>
    <w:p w:rsidR="00F91E6A" w:rsidRDefault="00F91E6A" w:rsidP="00F40E7B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 N E V N I   R E D</w:t>
      </w:r>
    </w:p>
    <w:p w:rsidR="00B227E4" w:rsidRDefault="00B227E4" w:rsidP="00F40E7B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227E4" w:rsidRPr="00A674E5" w:rsidRDefault="00B227E4" w:rsidP="00B227E4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674E5">
        <w:rPr>
          <w:rFonts w:ascii="Times New Roman" w:hAnsi="Times New Roman"/>
          <w:noProof/>
          <w:sz w:val="24"/>
          <w:szCs w:val="24"/>
          <w:lang w:val="sr-Latn-CS"/>
        </w:rPr>
        <w:t xml:space="preserve">Usvajanje Zapisnika 12. </w:t>
      </w:r>
      <w:r w:rsidRPr="00A674E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sjednice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Pr="00A674E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B227E4" w:rsidRPr="00A674E5" w:rsidRDefault="00B227E4" w:rsidP="00B227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bs-Latn-BA"/>
        </w:rPr>
      </w:pPr>
      <w:r w:rsidRPr="00A674E5">
        <w:rPr>
          <w:rFonts w:ascii="Times New Roman" w:hAnsi="Times New Roman"/>
          <w:sz w:val="24"/>
          <w:szCs w:val="24"/>
          <w:lang w:val="bs-Latn-BA"/>
        </w:rPr>
        <w:t xml:space="preserve">Razmatranje </w:t>
      </w:r>
      <w:r w:rsidR="00E76544">
        <w:rPr>
          <w:rFonts w:ascii="Times New Roman" w:eastAsia="Times New Roman" w:hAnsi="Times New Roman"/>
          <w:sz w:val="24"/>
          <w:szCs w:val="24"/>
          <w:lang w:val="hr-BA"/>
        </w:rPr>
        <w:t>Izvješća</w:t>
      </w:r>
      <w:r w:rsidRPr="00A674E5">
        <w:rPr>
          <w:rFonts w:ascii="Times New Roman" w:eastAsia="Times New Roman" w:hAnsi="Times New Roman"/>
          <w:sz w:val="24"/>
          <w:szCs w:val="24"/>
          <w:lang w:val="hr-BA"/>
        </w:rPr>
        <w:t xml:space="preserve"> o realizaciji </w:t>
      </w:r>
      <w:r w:rsidR="00E76544">
        <w:rPr>
          <w:rFonts w:ascii="Times New Roman" w:eastAsia="Times New Roman" w:hAnsi="Times New Roman"/>
          <w:sz w:val="24"/>
          <w:szCs w:val="24"/>
          <w:lang w:val="hr-BA"/>
        </w:rPr>
        <w:t>izdanih</w:t>
      </w:r>
      <w:r w:rsidRPr="00A674E5">
        <w:rPr>
          <w:rFonts w:ascii="Times New Roman" w:eastAsia="Times New Roman" w:hAnsi="Times New Roman"/>
          <w:sz w:val="24"/>
          <w:szCs w:val="24"/>
          <w:lang w:val="hr-BA"/>
        </w:rPr>
        <w:t xml:space="preserve"> isprava za vanjskotrgovinski pr</w:t>
      </w:r>
      <w:r w:rsidR="00E76544">
        <w:rPr>
          <w:rFonts w:ascii="Times New Roman" w:eastAsia="Times New Roman" w:hAnsi="Times New Roman"/>
          <w:sz w:val="24"/>
          <w:szCs w:val="24"/>
          <w:lang w:val="hr-BA"/>
        </w:rPr>
        <w:t>omet oružja, vojne opreme i roba</w:t>
      </w:r>
      <w:r w:rsidRPr="00A674E5">
        <w:rPr>
          <w:rFonts w:ascii="Times New Roman" w:eastAsia="Times New Roman" w:hAnsi="Times New Roman"/>
          <w:sz w:val="24"/>
          <w:szCs w:val="24"/>
          <w:lang w:val="hr-BA"/>
        </w:rPr>
        <w:t xml:space="preserve"> posebne namjene u 2018</w:t>
      </w:r>
      <w:r w:rsidR="00E76544">
        <w:rPr>
          <w:rFonts w:ascii="Times New Roman" w:eastAsia="Times New Roman" w:hAnsi="Times New Roman"/>
          <w:sz w:val="24"/>
          <w:szCs w:val="24"/>
          <w:lang w:val="hr-BA"/>
        </w:rPr>
        <w:t>. godini</w:t>
      </w:r>
      <w:r w:rsidRPr="00A674E5">
        <w:rPr>
          <w:rFonts w:ascii="Times New Roman" w:eastAsia="Times New Roman" w:hAnsi="Times New Roman"/>
          <w:sz w:val="24"/>
          <w:szCs w:val="24"/>
          <w:lang w:val="hr-BA"/>
        </w:rPr>
        <w:t xml:space="preserve">, </w:t>
      </w:r>
      <w:r w:rsidR="00E76544">
        <w:rPr>
          <w:rFonts w:ascii="Times New Roman" w:eastAsia="Times New Roman" w:hAnsi="Times New Roman"/>
          <w:sz w:val="24"/>
          <w:szCs w:val="24"/>
          <w:lang w:val="hr-BA"/>
        </w:rPr>
        <w:t>podnositelj</w:t>
      </w:r>
      <w:r w:rsidRPr="00A674E5">
        <w:rPr>
          <w:rFonts w:ascii="Times New Roman" w:eastAsia="Times New Roman" w:hAnsi="Times New Roman"/>
          <w:sz w:val="24"/>
          <w:szCs w:val="24"/>
          <w:lang w:val="hr-BA"/>
        </w:rPr>
        <w:t>: Ministarstvo vanjske trgovine i ekonomskih odnosa BiH, broj: 01,02-50-18-926/21 od 28. 4. 2021</w:t>
      </w:r>
      <w:r w:rsidR="00E76544">
        <w:rPr>
          <w:rFonts w:ascii="Times New Roman" w:eastAsia="Times New Roman" w:hAnsi="Times New Roman"/>
          <w:sz w:val="24"/>
          <w:szCs w:val="24"/>
          <w:lang w:val="hr-BA"/>
        </w:rPr>
        <w:t>.</w:t>
      </w:r>
      <w:r w:rsidRPr="00A674E5">
        <w:rPr>
          <w:rFonts w:ascii="Times New Roman" w:eastAsia="Times New Roman" w:hAnsi="Times New Roman"/>
          <w:sz w:val="24"/>
          <w:szCs w:val="24"/>
          <w:lang w:val="hr-BA"/>
        </w:rPr>
        <w:t>;</w:t>
      </w:r>
    </w:p>
    <w:p w:rsidR="00B227E4" w:rsidRPr="00652665" w:rsidRDefault="00B227E4" w:rsidP="00B227E4">
      <w:pPr>
        <w:pStyle w:val="ListParagraph"/>
        <w:numPr>
          <w:ilvl w:val="0"/>
          <w:numId w:val="1"/>
        </w:num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Razmatranje </w:t>
      </w:r>
      <w:r w:rsidRPr="00652665">
        <w:rPr>
          <w:rFonts w:ascii="Times New Roman" w:hAnsi="Times New Roman"/>
          <w:noProof/>
          <w:sz w:val="24"/>
          <w:szCs w:val="24"/>
          <w:lang w:val="sr-Latn-CS"/>
        </w:rPr>
        <w:t>Inicijativ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652665">
        <w:rPr>
          <w:rFonts w:ascii="Times New Roman" w:hAnsi="Times New Roman"/>
          <w:noProof/>
          <w:sz w:val="24"/>
          <w:szCs w:val="24"/>
          <w:lang w:val="sr-Latn-CS"/>
        </w:rPr>
        <w:t xml:space="preserve"> za sklapanje bilateralnog sporazuma s Ujedinjenim Kraljevstvom kojim će biti regulirane carine između BiH i UK, 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podnositelj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812850">
        <w:rPr>
          <w:rFonts w:ascii="Times New Roman" w:hAnsi="Times New Roman"/>
          <w:i/>
          <w:noProof/>
          <w:sz w:val="24"/>
          <w:szCs w:val="24"/>
          <w:lang w:val="sr-Latn-CS"/>
        </w:rPr>
        <w:t>Guma M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Pr="00652665">
        <w:rPr>
          <w:rFonts w:ascii="Times New Roman" w:hAnsi="Times New Roman"/>
          <w:noProof/>
          <w:sz w:val="24"/>
          <w:szCs w:val="24"/>
          <w:lang w:val="sr-Latn-CS"/>
        </w:rPr>
        <w:t>broj: 01/3-50-18-1015/21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od 12.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5.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2021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227E4" w:rsidRPr="00332AE0" w:rsidRDefault="00B227E4" w:rsidP="00B227E4">
      <w:pPr>
        <w:pStyle w:val="ListParagraph"/>
        <w:numPr>
          <w:ilvl w:val="0"/>
          <w:numId w:val="1"/>
        </w:numPr>
      </w:pPr>
      <w:r w:rsidRPr="00332AE0">
        <w:rPr>
          <w:rFonts w:ascii="Times New Roman" w:hAnsi="Times New Roman"/>
          <w:noProof/>
          <w:sz w:val="24"/>
          <w:szCs w:val="24"/>
          <w:lang w:val="sr-Latn-CS"/>
        </w:rPr>
        <w:t>Tekuća pitanja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227E4" w:rsidRDefault="00B227E4" w:rsidP="00B227E4">
      <w:pPr>
        <w:pStyle w:val="NoSpacing"/>
        <w:spacing w:line="27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F444F" w:rsidRPr="00C7276E" w:rsidRDefault="00E76544" w:rsidP="00BF444F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Ad.</w:t>
      </w:r>
      <w:r w:rsidR="00B171A3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 w:rsidR="00F66825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BF444F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Usvajanje Zapisnika </w:t>
      </w:r>
      <w:r w:rsidR="00031BB0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1</w:t>
      </w:r>
      <w:r w:rsidR="00B227E4">
        <w:rPr>
          <w:rFonts w:ascii="Times New Roman" w:hAnsi="Times New Roman"/>
          <w:b/>
          <w:noProof/>
          <w:sz w:val="24"/>
          <w:szCs w:val="24"/>
          <w:lang w:val="sr-Latn-CS"/>
        </w:rPr>
        <w:t>2</w:t>
      </w:r>
      <w:r w:rsidR="00B171A3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080156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sjednice </w:t>
      </w:r>
      <w:r w:rsidR="002426CB">
        <w:rPr>
          <w:rFonts w:ascii="Times New Roman" w:hAnsi="Times New Roman"/>
          <w:b/>
          <w:noProof/>
          <w:sz w:val="24"/>
          <w:szCs w:val="24"/>
          <w:lang w:val="sr-Latn-CS"/>
        </w:rPr>
        <w:t>Povjerenstva</w:t>
      </w:r>
    </w:p>
    <w:p w:rsidR="00080156" w:rsidRPr="00C7276E" w:rsidRDefault="00080156" w:rsidP="00080156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171A3" w:rsidRPr="00C7276E" w:rsidRDefault="00EB533E" w:rsidP="00B171A3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7276E">
        <w:rPr>
          <w:rFonts w:ascii="Times New Roman" w:hAnsi="Times New Roman"/>
          <w:noProof/>
          <w:sz w:val="24"/>
          <w:szCs w:val="24"/>
          <w:lang w:val="sr-Latn-CS"/>
        </w:rPr>
        <w:t>Na Z</w:t>
      </w:r>
      <w:r w:rsidR="00B171A3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apisnik </w:t>
      </w:r>
      <w:r w:rsidR="00031BB0" w:rsidRPr="00C7276E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B227E4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B171A3" w:rsidRPr="00C7276E">
        <w:rPr>
          <w:rFonts w:ascii="Times New Roman" w:hAnsi="Times New Roman"/>
          <w:noProof/>
          <w:sz w:val="24"/>
          <w:szCs w:val="24"/>
          <w:lang w:val="sr-Latn-CS"/>
        </w:rPr>
        <w:t>. sjedni</w:t>
      </w:r>
      <w:r w:rsidR="00DB24EF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ce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Povjerenstva</w:t>
      </w:r>
      <w:r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nije bilo primjed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aba</w:t>
      </w:r>
      <w:r w:rsidR="007C5E05" w:rsidRPr="00C727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te</w:t>
      </w:r>
      <w:r w:rsidR="00DB24EF"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>jednoglasno</w:t>
      </w:r>
      <w:r w:rsidRPr="00C7276E">
        <w:rPr>
          <w:rFonts w:ascii="Times New Roman" w:hAnsi="Times New Roman"/>
          <w:noProof/>
          <w:sz w:val="24"/>
          <w:szCs w:val="24"/>
          <w:lang w:val="sr-Latn-CS"/>
        </w:rPr>
        <w:t xml:space="preserve"> usvojen.</w:t>
      </w:r>
      <w:r w:rsidR="00C76D09" w:rsidRPr="00C7276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BF444F" w:rsidRPr="00C7276E" w:rsidRDefault="00BF444F" w:rsidP="00BF444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B0249" w:rsidRDefault="00BB0249" w:rsidP="00B227E4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</w:pPr>
    </w:p>
    <w:p w:rsidR="00B227E4" w:rsidRPr="00812850" w:rsidRDefault="00BF444F" w:rsidP="00812850">
      <w:pPr>
        <w:spacing w:after="0" w:line="240" w:lineRule="auto"/>
        <w:ind w:left="720" w:hanging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hr-BA"/>
        </w:rPr>
      </w:pPr>
      <w:r w:rsidRPr="00C7276E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A</w:t>
      </w:r>
      <w:r w:rsidR="008F13F7" w:rsidRPr="00C7276E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d</w:t>
      </w:r>
      <w:r w:rsidR="00E7654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.</w:t>
      </w:r>
      <w:r w:rsidR="00B171A3" w:rsidRPr="00C7276E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>2</w:t>
      </w:r>
      <w:r w:rsidRPr="00C7276E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. </w:t>
      </w:r>
      <w:r w:rsidR="00E76544">
        <w:rPr>
          <w:rFonts w:ascii="Times New Roman" w:hAnsi="Times New Roman"/>
          <w:b/>
          <w:noProof/>
          <w:spacing w:val="-8"/>
          <w:sz w:val="24"/>
          <w:szCs w:val="24"/>
          <w:lang w:val="sr-Latn-CS"/>
        </w:rPr>
        <w:t xml:space="preserve">  </w:t>
      </w:r>
      <w:r w:rsidR="00B227E4" w:rsidRPr="00B227E4">
        <w:rPr>
          <w:rFonts w:ascii="Times New Roman" w:hAnsi="Times New Roman"/>
          <w:b/>
          <w:sz w:val="24"/>
          <w:szCs w:val="24"/>
          <w:lang w:val="bs-Latn-BA"/>
        </w:rPr>
        <w:t xml:space="preserve">Razmatranje </w:t>
      </w:r>
      <w:r w:rsidR="00E76544">
        <w:rPr>
          <w:rFonts w:ascii="Times New Roman" w:eastAsia="Times New Roman" w:hAnsi="Times New Roman"/>
          <w:b/>
          <w:sz w:val="24"/>
          <w:szCs w:val="24"/>
          <w:lang w:val="hr-BA"/>
        </w:rPr>
        <w:t>Izvješća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o realizaciji </w:t>
      </w:r>
      <w:r w:rsidR="00E76544">
        <w:rPr>
          <w:rFonts w:ascii="Times New Roman" w:eastAsia="Times New Roman" w:hAnsi="Times New Roman"/>
          <w:b/>
          <w:sz w:val="24"/>
          <w:szCs w:val="24"/>
          <w:lang w:val="hr-BA"/>
        </w:rPr>
        <w:t>izdanih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isprava za vanjskotrgovinski promet</w:t>
      </w:r>
      <w:r w:rsidR="00812850"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</w:t>
      </w:r>
      <w:r w:rsidR="00E76544">
        <w:rPr>
          <w:rFonts w:ascii="Times New Roman" w:eastAsia="Times New Roman" w:hAnsi="Times New Roman"/>
          <w:b/>
          <w:sz w:val="24"/>
          <w:szCs w:val="24"/>
          <w:lang w:val="hr-BA"/>
        </w:rPr>
        <w:t>oružja, vojne opreme i roba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 posebne namjene u 2018</w:t>
      </w:r>
      <w:r w:rsidR="00E76544">
        <w:rPr>
          <w:rFonts w:ascii="Times New Roman" w:eastAsia="Times New Roman" w:hAnsi="Times New Roman"/>
          <w:b/>
          <w:sz w:val="24"/>
          <w:szCs w:val="24"/>
          <w:lang w:val="hr-BA"/>
        </w:rPr>
        <w:t>. godini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, </w:t>
      </w:r>
      <w:r w:rsidR="00E76544">
        <w:rPr>
          <w:rFonts w:ascii="Times New Roman" w:eastAsia="Times New Roman" w:hAnsi="Times New Roman"/>
          <w:b/>
          <w:sz w:val="24"/>
          <w:szCs w:val="24"/>
          <w:lang w:val="hr-BA"/>
        </w:rPr>
        <w:t>podnositelj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: </w:t>
      </w:r>
      <w:r w:rsidR="00E7654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 xml:space="preserve">Ministarstvo </w:t>
      </w:r>
      <w:r w:rsidR="00B227E4" w:rsidRPr="00B227E4">
        <w:rPr>
          <w:rFonts w:ascii="Times New Roman" w:eastAsia="Times New Roman" w:hAnsi="Times New Roman"/>
          <w:b/>
          <w:sz w:val="24"/>
          <w:szCs w:val="24"/>
          <w:lang w:val="hr-BA"/>
        </w:rPr>
        <w:t>vanjske trgovine i ekonomskih odnosa BiH, broj: 01</w:t>
      </w:r>
      <w:r w:rsidR="00B227E4">
        <w:rPr>
          <w:rFonts w:ascii="Times New Roman" w:eastAsia="Times New Roman" w:hAnsi="Times New Roman"/>
          <w:b/>
          <w:sz w:val="24"/>
          <w:szCs w:val="24"/>
          <w:lang w:val="hr-BA"/>
        </w:rPr>
        <w:t>,02-50-18-926/21 od 28. 4. 2021.</w:t>
      </w:r>
    </w:p>
    <w:p w:rsidR="00D10424" w:rsidRPr="00B227E4" w:rsidRDefault="00D10424" w:rsidP="00B227E4">
      <w:pPr>
        <w:spacing w:after="0"/>
        <w:contextualSpacing/>
        <w:jc w:val="both"/>
        <w:rPr>
          <w:rFonts w:asciiTheme="minorHAnsi" w:hAnsiTheme="minorHAnsi" w:cs="Cambria"/>
          <w:b/>
          <w:sz w:val="24"/>
          <w:szCs w:val="24"/>
          <w:lang w:val="sr-Cyrl-BA"/>
        </w:rPr>
      </w:pPr>
    </w:p>
    <w:p w:rsidR="0057038A" w:rsidRDefault="002426CB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>Predsjedatelj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noProof/>
          <w:spacing w:val="-8"/>
          <w:sz w:val="24"/>
          <w:szCs w:val="24"/>
          <w:lang w:val="sr-Latn-BA"/>
        </w:rPr>
        <w:t>Povjerenstva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Latn-BA"/>
        </w:rPr>
        <w:t xml:space="preserve"> podsjetio je da je Vije</w:t>
      </w:r>
      <w:r w:rsidR="00812850">
        <w:rPr>
          <w:rFonts w:ascii="Times New Roman" w:hAnsi="Times New Roman"/>
          <w:noProof/>
          <w:spacing w:val="-8"/>
          <w:sz w:val="24"/>
          <w:szCs w:val="24"/>
          <w:lang w:val="sr-Latn-BA"/>
        </w:rPr>
        <w:t>će ministara BiH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Latn-BA"/>
        </w:rPr>
        <w:t xml:space="preserve"> na 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Cyrl-BA"/>
        </w:rPr>
        <w:t xml:space="preserve">24. 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Latn-BA"/>
        </w:rPr>
        <w:t xml:space="preserve">sjednici, održanoj 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Cyrl-BA"/>
        </w:rPr>
        <w:t>28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Latn-BA"/>
        </w:rPr>
        <w:t>.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Cyrl-BA"/>
        </w:rPr>
        <w:t xml:space="preserve"> 1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Latn-BA"/>
        </w:rPr>
        <w:t>.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Cyrl-BA"/>
        </w:rPr>
        <w:t xml:space="preserve"> 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Latn-BA"/>
        </w:rPr>
        <w:t>20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Cyrl-BA"/>
        </w:rPr>
        <w:t>21</w:t>
      </w:r>
      <w:r w:rsidR="00812850">
        <w:rPr>
          <w:rFonts w:ascii="Times New Roman" w:hAnsi="Times New Roman"/>
          <w:noProof/>
          <w:spacing w:val="-8"/>
          <w:sz w:val="24"/>
          <w:szCs w:val="24"/>
          <w:lang w:val="sr-Latn-BA"/>
        </w:rPr>
        <w:t>.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Cyrl-BA"/>
        </w:rPr>
        <w:t>, razmotri</w:t>
      </w:r>
      <w:r w:rsidR="00630CA7">
        <w:rPr>
          <w:rFonts w:ascii="Times New Roman" w:hAnsi="Times New Roman"/>
          <w:noProof/>
          <w:spacing w:val="-8"/>
          <w:sz w:val="24"/>
          <w:szCs w:val="24"/>
          <w:lang w:val="sr-Latn-BA"/>
        </w:rPr>
        <w:t>l</w:t>
      </w:r>
      <w:r w:rsidR="00812850">
        <w:rPr>
          <w:rFonts w:ascii="Times New Roman" w:hAnsi="Times New Roman"/>
          <w:noProof/>
          <w:spacing w:val="-8"/>
          <w:sz w:val="24"/>
          <w:szCs w:val="24"/>
          <w:lang w:val="sr-Cyrl-BA"/>
        </w:rPr>
        <w:t xml:space="preserve">o i 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Latn-BA"/>
        </w:rPr>
        <w:t>usvoji</w:t>
      </w:r>
      <w:r w:rsidR="00630CA7">
        <w:rPr>
          <w:rFonts w:ascii="Times New Roman" w:hAnsi="Times New Roman"/>
          <w:noProof/>
          <w:spacing w:val="-8"/>
          <w:sz w:val="24"/>
          <w:szCs w:val="24"/>
          <w:lang w:val="sr-Latn-BA"/>
        </w:rPr>
        <w:t>l</w:t>
      </w:r>
      <w:r w:rsidR="0057038A">
        <w:rPr>
          <w:rFonts w:ascii="Times New Roman" w:hAnsi="Times New Roman"/>
          <w:noProof/>
          <w:spacing w:val="-8"/>
          <w:sz w:val="24"/>
          <w:szCs w:val="24"/>
          <w:lang w:val="sr-Latn-BA"/>
        </w:rPr>
        <w:t>o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 xml:space="preserve"> Izvješće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realizaciji </w:t>
      </w:r>
      <w:r w:rsidR="00E76544">
        <w:rPr>
          <w:rFonts w:ascii="Times New Roman" w:hAnsi="Times New Roman"/>
          <w:noProof/>
          <w:sz w:val="24"/>
          <w:szCs w:val="24"/>
          <w:lang w:val="sr-Cyrl-BA"/>
        </w:rPr>
        <w:t>izdanih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 xml:space="preserve">isprava za 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>vanjsko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>trgovinski promet oružja, vojne opreme i rob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 xml:space="preserve"> posebne namjene za 201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8</w:t>
      </w:r>
      <w:r w:rsidR="0057038A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godinu. </w:t>
      </w:r>
    </w:p>
    <w:p w:rsidR="0057038A" w:rsidRDefault="0057038A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57038A" w:rsidRDefault="00812850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>
        <w:rPr>
          <w:rFonts w:ascii="Times New Roman" w:hAnsi="Times New Roman"/>
          <w:noProof/>
          <w:sz w:val="24"/>
          <w:szCs w:val="24"/>
          <w:lang w:val="sr-Cyrl-BA"/>
        </w:rPr>
        <w:t>Za predmetno izvješće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pribavljena su mišljenja Ministarstva 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sigurnosti </w:t>
      </w:r>
      <w:r>
        <w:rPr>
          <w:rFonts w:ascii="Times New Roman" w:hAnsi="Times New Roman"/>
          <w:noProof/>
          <w:sz w:val="24"/>
          <w:szCs w:val="24"/>
          <w:lang w:val="sr-Cyrl-BA"/>
        </w:rPr>
        <w:t>BiH, Ministarstva obrane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BiH i 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Ureda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za zakonodavstvo BiH.</w:t>
      </w:r>
    </w:p>
    <w:p w:rsidR="00630CA7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57038A" w:rsidRPr="0034108E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 xml:space="preserve">U skladu s </w:t>
      </w:r>
      <w:r w:rsidR="00812850">
        <w:rPr>
          <w:rFonts w:ascii="Times New Roman" w:hAnsi="Times New Roman"/>
          <w:noProof/>
          <w:sz w:val="24"/>
          <w:szCs w:val="24"/>
          <w:lang w:val="sr-Cyrl-BA"/>
        </w:rPr>
        <w:t>ob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vezama propisanim Zakonom o kontroli </w:t>
      </w:r>
      <w:r>
        <w:rPr>
          <w:rFonts w:ascii="Times New Roman" w:hAnsi="Times New Roman"/>
          <w:noProof/>
          <w:sz w:val="24"/>
          <w:szCs w:val="24"/>
          <w:lang w:val="sr-Latn-BA"/>
        </w:rPr>
        <w:t>vanjsko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trgovinskog prometa oružja, vojne opreme i roba posebne namjen</w:t>
      </w:r>
      <w:r w:rsidR="00812850">
        <w:rPr>
          <w:rFonts w:ascii="Times New Roman" w:hAnsi="Times New Roman"/>
          <w:noProof/>
          <w:sz w:val="24"/>
          <w:szCs w:val="24"/>
          <w:lang w:val="sr-Cyrl-BA"/>
        </w:rPr>
        <w:t>e („Službeni glasnik BiH“, broj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53/16)</w:t>
      </w:r>
      <w:r>
        <w:rPr>
          <w:rFonts w:ascii="Times New Roman" w:hAnsi="Times New Roman"/>
          <w:noProof/>
          <w:sz w:val="24"/>
          <w:szCs w:val="24"/>
          <w:lang w:val="sr-Latn-BA"/>
        </w:rPr>
        <w:t>,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Ministarstvo 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vanjske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trgovine i ekonomskih odnosa BiH </w:t>
      </w:r>
      <w:r w:rsidR="00812850">
        <w:rPr>
          <w:rFonts w:ascii="Times New Roman" w:hAnsi="Times New Roman"/>
          <w:noProof/>
          <w:sz w:val="24"/>
          <w:szCs w:val="24"/>
          <w:lang w:val="bs-Latn-BA"/>
        </w:rPr>
        <w:t xml:space="preserve">je </w:t>
      </w:r>
      <w:r w:rsidR="00812850">
        <w:rPr>
          <w:rFonts w:ascii="Times New Roman" w:hAnsi="Times New Roman"/>
          <w:noProof/>
          <w:sz w:val="24"/>
          <w:szCs w:val="24"/>
          <w:lang w:val="sr-Cyrl-BA"/>
        </w:rPr>
        <w:t>28.</w:t>
      </w:r>
      <w:r w:rsidR="00812850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812850">
        <w:rPr>
          <w:rFonts w:ascii="Times New Roman" w:hAnsi="Times New Roman"/>
          <w:noProof/>
          <w:sz w:val="24"/>
          <w:szCs w:val="24"/>
          <w:lang w:val="sr-Cyrl-BA"/>
        </w:rPr>
        <w:t>4.2021. dostavilo navedeno izvješće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 xml:space="preserve"> Parlamentarnoj skupštini </w:t>
      </w:r>
      <w:r w:rsidR="00812850">
        <w:rPr>
          <w:rFonts w:ascii="Times New Roman" w:hAnsi="Times New Roman"/>
          <w:noProof/>
          <w:sz w:val="24"/>
          <w:szCs w:val="24"/>
          <w:lang w:val="bs-Latn-BA"/>
        </w:rPr>
        <w:t xml:space="preserve">BiH </w:t>
      </w:r>
      <w:r w:rsidR="0057038A">
        <w:rPr>
          <w:rFonts w:ascii="Times New Roman" w:hAnsi="Times New Roman"/>
          <w:noProof/>
          <w:sz w:val="24"/>
          <w:szCs w:val="24"/>
          <w:lang w:val="sr-Cyrl-BA"/>
        </w:rPr>
        <w:t>na usvajanje.</w:t>
      </w:r>
    </w:p>
    <w:p w:rsidR="0057038A" w:rsidRDefault="0057038A" w:rsidP="00C07218">
      <w:pPr>
        <w:pStyle w:val="NoSpacing"/>
        <w:jc w:val="both"/>
        <w:rPr>
          <w:rFonts w:ascii="Times New Roman" w:hAnsi="Times New Roman"/>
          <w:b/>
          <w:noProof/>
          <w:spacing w:val="-8"/>
          <w:sz w:val="24"/>
          <w:szCs w:val="24"/>
          <w:lang w:val="sr-Latn-BA"/>
        </w:rPr>
      </w:pPr>
    </w:p>
    <w:p w:rsidR="0057038A" w:rsidRPr="00812850" w:rsidRDefault="0057038A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Kolegij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Zastupnič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kog doma Parlamentarne skupštine BiH je na </w:t>
      </w:r>
      <w:r>
        <w:rPr>
          <w:rFonts w:ascii="Times New Roman" w:hAnsi="Times New Roman"/>
          <w:noProof/>
          <w:sz w:val="24"/>
          <w:szCs w:val="24"/>
          <w:lang w:val="sr-Cyrl-BA"/>
        </w:rPr>
        <w:t>40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. sjednici, održanoj 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</w:t>
      </w:r>
      <w:r>
        <w:rPr>
          <w:rFonts w:ascii="Times New Roman" w:hAnsi="Times New Roman"/>
          <w:noProof/>
          <w:sz w:val="24"/>
          <w:szCs w:val="24"/>
          <w:lang w:val="sr-Cyrl-BA"/>
        </w:rPr>
        <w:t>5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5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20</w:t>
      </w:r>
      <w:r>
        <w:rPr>
          <w:rFonts w:ascii="Times New Roman" w:hAnsi="Times New Roman"/>
          <w:noProof/>
          <w:sz w:val="24"/>
          <w:szCs w:val="24"/>
          <w:lang w:val="sr-Cyrl-BA"/>
        </w:rPr>
        <w:t>21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12850">
        <w:rPr>
          <w:rFonts w:ascii="Times New Roman" w:hAnsi="Times New Roman"/>
          <w:noProof/>
          <w:sz w:val="24"/>
          <w:szCs w:val="24"/>
          <w:lang w:val="sr-Cyrl-BA"/>
        </w:rPr>
        <w:t>,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nadležn</w:t>
      </w:r>
      <w:r w:rsidR="00812850">
        <w:rPr>
          <w:rFonts w:ascii="Times New Roman" w:hAnsi="Times New Roman"/>
          <w:noProof/>
          <w:sz w:val="24"/>
          <w:szCs w:val="24"/>
          <w:lang w:val="sr-Latn-BA"/>
        </w:rPr>
        <w:t>ima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za razmatranje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Izvješća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realizaciji </w:t>
      </w:r>
      <w:r w:rsidR="00E76544">
        <w:rPr>
          <w:rFonts w:ascii="Times New Roman" w:hAnsi="Times New Roman"/>
          <w:noProof/>
          <w:sz w:val="24"/>
          <w:szCs w:val="24"/>
          <w:lang w:val="sr-Cyrl-BA"/>
        </w:rPr>
        <w:t>izdanih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isprava za 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>vanjsko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trgovinski pr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>omet oružja, vojne opreme i roba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posebne namjene za 201</w:t>
      </w:r>
      <w:r>
        <w:rPr>
          <w:rFonts w:ascii="Times New Roman" w:hAnsi="Times New Roman"/>
          <w:noProof/>
          <w:sz w:val="24"/>
          <w:szCs w:val="24"/>
          <w:lang w:val="sr-Cyrl-BA"/>
        </w:rPr>
        <w:t>8</w:t>
      </w:r>
      <w:r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12850">
        <w:rPr>
          <w:rFonts w:ascii="Times New Roman" w:hAnsi="Times New Roman"/>
          <w:noProof/>
          <w:sz w:val="24"/>
          <w:szCs w:val="24"/>
          <w:lang w:val="sr-Cyrl-BA"/>
        </w:rPr>
        <w:t>godini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, čiji je </w:t>
      </w:r>
      <w:r w:rsidR="00E76544">
        <w:rPr>
          <w:rFonts w:ascii="Times New Roman" w:hAnsi="Times New Roman"/>
          <w:noProof/>
          <w:sz w:val="24"/>
          <w:szCs w:val="24"/>
          <w:lang w:val="sr-Cyrl-BA"/>
        </w:rPr>
        <w:t>podnositelj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 Ministarstvo 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vanjske </w:t>
      </w:r>
      <w:r>
        <w:rPr>
          <w:rFonts w:ascii="Times New Roman" w:hAnsi="Times New Roman"/>
          <w:noProof/>
          <w:sz w:val="24"/>
          <w:szCs w:val="24"/>
          <w:lang w:val="sr-Cyrl-BA"/>
        </w:rPr>
        <w:t xml:space="preserve">trgovine i ekonomskih odnosa BiH, odredio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Povjerenstvo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za 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 xml:space="preserve">vanjsku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trgovinu i carine 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Zastupnič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kog 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>doma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i Zajedničk</w:t>
      </w:r>
      <w:r w:rsidR="00812850">
        <w:rPr>
          <w:rFonts w:ascii="Times New Roman" w:hAnsi="Times New Roman"/>
          <w:noProof/>
          <w:sz w:val="24"/>
          <w:szCs w:val="24"/>
          <w:lang w:val="sr-Cyrl-BA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426CB">
        <w:rPr>
          <w:rFonts w:ascii="Times New Roman" w:hAnsi="Times New Roman"/>
          <w:noProof/>
          <w:sz w:val="24"/>
          <w:szCs w:val="24"/>
          <w:lang w:val="sr-Latn-CS"/>
        </w:rPr>
        <w:t>ovjerenstvo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 xml:space="preserve"> za obranu i sigurnost BiH</w:t>
      </w:r>
      <w:r>
        <w:rPr>
          <w:rFonts w:ascii="Times New Roman" w:hAnsi="Times New Roman"/>
          <w:noProof/>
          <w:sz w:val="24"/>
          <w:szCs w:val="24"/>
          <w:lang w:val="sr-Cyrl-BA"/>
        </w:rPr>
        <w:t>.</w:t>
      </w:r>
    </w:p>
    <w:p w:rsidR="00630CA7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630CA7" w:rsidRDefault="00812850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 xml:space="preserve">Nakon toga 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>je riječ dao prestavniku Ministarstva vanjske t</w:t>
      </w:r>
      <w:r>
        <w:rPr>
          <w:rFonts w:ascii="Times New Roman" w:hAnsi="Times New Roman"/>
          <w:noProof/>
          <w:sz w:val="24"/>
          <w:szCs w:val="24"/>
          <w:lang w:val="sr-Latn-BA"/>
        </w:rPr>
        <w:t>rgovine i ekonomskih odnosa BiH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 Dragiši Mekiću, koji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je ukratko obrazložio Izvješće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>.</w:t>
      </w:r>
    </w:p>
    <w:p w:rsidR="00630CA7" w:rsidRDefault="00630CA7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630CA7" w:rsidRDefault="00812850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Budući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 da nije bilo prijavljenih za raspravu, </w:t>
      </w:r>
      <w:r w:rsidR="002426CB">
        <w:rPr>
          <w:rFonts w:ascii="Times New Roman" w:hAnsi="Times New Roman"/>
          <w:noProof/>
          <w:sz w:val="24"/>
          <w:szCs w:val="24"/>
          <w:lang w:val="sr-Latn-BA"/>
        </w:rPr>
        <w:t>predsjedatelj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2426CB">
        <w:rPr>
          <w:rFonts w:ascii="Times New Roman" w:hAnsi="Times New Roman"/>
          <w:noProof/>
          <w:sz w:val="24"/>
          <w:szCs w:val="24"/>
          <w:lang w:val="sr-Latn-BA"/>
        </w:rPr>
        <w:t>Povjerenstva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 stavio </w:t>
      </w:r>
      <w:r w:rsidR="00BB0249">
        <w:rPr>
          <w:rFonts w:ascii="Times New Roman" w:hAnsi="Times New Roman"/>
          <w:noProof/>
          <w:sz w:val="24"/>
          <w:szCs w:val="24"/>
          <w:lang w:val="sr-Latn-BA"/>
        </w:rPr>
        <w:t xml:space="preserve">je </w:t>
      </w:r>
      <w:r>
        <w:rPr>
          <w:rFonts w:ascii="Times New Roman" w:hAnsi="Times New Roman"/>
          <w:noProof/>
          <w:sz w:val="24"/>
          <w:szCs w:val="24"/>
          <w:lang w:val="sr-Latn-BA"/>
        </w:rPr>
        <w:t>Izvješće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 na glas</w:t>
      </w:r>
      <w:r>
        <w:rPr>
          <w:rFonts w:ascii="Times New Roman" w:hAnsi="Times New Roman"/>
          <w:noProof/>
          <w:sz w:val="24"/>
          <w:szCs w:val="24"/>
          <w:lang w:val="sr-Latn-BA"/>
        </w:rPr>
        <w:t>ov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>anje.</w:t>
      </w:r>
    </w:p>
    <w:p w:rsidR="00BB0249" w:rsidRDefault="00BB0249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630CA7" w:rsidRDefault="002426CB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Povjerenstvo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 je jednogla</w:t>
      </w:r>
      <w:r w:rsidR="00812850">
        <w:rPr>
          <w:rFonts w:ascii="Times New Roman" w:hAnsi="Times New Roman"/>
          <w:noProof/>
          <w:sz w:val="24"/>
          <w:szCs w:val="24"/>
          <w:lang w:val="sr-Latn-BA"/>
        </w:rPr>
        <w:t>sno usvojilo</w:t>
      </w:r>
      <w:r w:rsidR="00630CA7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>Izvješće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 w:rsidR="00630CA7">
        <w:rPr>
          <w:rFonts w:ascii="Times New Roman" w:hAnsi="Times New Roman"/>
          <w:noProof/>
          <w:sz w:val="24"/>
          <w:szCs w:val="24"/>
          <w:lang w:val="sr-Cyrl-BA"/>
        </w:rPr>
        <w:t xml:space="preserve">realizaciji </w:t>
      </w:r>
      <w:r w:rsidR="00E76544">
        <w:rPr>
          <w:rFonts w:ascii="Times New Roman" w:hAnsi="Times New Roman"/>
          <w:noProof/>
          <w:sz w:val="24"/>
          <w:szCs w:val="24"/>
          <w:lang w:val="sr-Cyrl-BA"/>
        </w:rPr>
        <w:t>izdanih</w:t>
      </w:r>
      <w:r w:rsidR="00630CA7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>isprava za vanjskotrgovinski pr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>omet oružja, vojne opreme i roba posebne namjene u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630CA7">
        <w:rPr>
          <w:rFonts w:ascii="Times New Roman" w:hAnsi="Times New Roman"/>
          <w:noProof/>
          <w:sz w:val="24"/>
          <w:szCs w:val="24"/>
          <w:lang w:val="sr-Cyrl-BA"/>
        </w:rPr>
        <w:t>8</w:t>
      </w:r>
      <w:r w:rsidR="00630CA7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12850">
        <w:rPr>
          <w:rFonts w:ascii="Times New Roman" w:hAnsi="Times New Roman"/>
          <w:noProof/>
          <w:sz w:val="24"/>
          <w:szCs w:val="24"/>
          <w:lang w:val="sr-Cyrl-BA"/>
        </w:rPr>
        <w:t>godini</w:t>
      </w:r>
      <w:r w:rsidR="00A1265E">
        <w:rPr>
          <w:rFonts w:ascii="Times New Roman" w:hAnsi="Times New Roman"/>
          <w:noProof/>
          <w:sz w:val="24"/>
          <w:szCs w:val="24"/>
          <w:lang w:val="sr-Latn-BA"/>
        </w:rPr>
        <w:t xml:space="preserve"> i predlaže </w:t>
      </w:r>
      <w:r>
        <w:rPr>
          <w:rFonts w:ascii="Times New Roman" w:hAnsi="Times New Roman"/>
          <w:noProof/>
          <w:sz w:val="24"/>
          <w:szCs w:val="24"/>
          <w:lang w:val="sr-Latn-BA"/>
        </w:rPr>
        <w:t>Zastupnič</w:t>
      </w:r>
      <w:r w:rsidR="00A1265E">
        <w:rPr>
          <w:rFonts w:ascii="Times New Roman" w:hAnsi="Times New Roman"/>
          <w:noProof/>
          <w:sz w:val="24"/>
          <w:szCs w:val="24"/>
          <w:lang w:val="sr-Latn-BA"/>
        </w:rPr>
        <w:t>kom domu PSBiH njegovo usvajanje.</w:t>
      </w:r>
    </w:p>
    <w:p w:rsidR="00A1265E" w:rsidRDefault="00A1265E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812850" w:rsidRDefault="00812850" w:rsidP="00C0721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A1265E" w:rsidRDefault="00A1265E" w:rsidP="00812850">
      <w:pPr>
        <w:ind w:left="720" w:hanging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1265E">
        <w:rPr>
          <w:rFonts w:ascii="Times New Roman" w:hAnsi="Times New Roman"/>
          <w:b/>
          <w:noProof/>
          <w:sz w:val="24"/>
          <w:szCs w:val="24"/>
          <w:lang w:val="sr-Latn-BA"/>
        </w:rPr>
        <w:t xml:space="preserve">Ad.3. 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>Razmatranje Inicijative za sklapanje bilateralnog sporazuma s Ujedinjenim</w:t>
      </w:r>
      <w:r w:rsidR="0081285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Kraljevstvom kojim će biti regulirane carine između BiH i UK, </w:t>
      </w:r>
      <w:r w:rsidR="00E76544">
        <w:rPr>
          <w:rFonts w:ascii="Times New Roman" w:hAnsi="Times New Roman"/>
          <w:b/>
          <w:noProof/>
          <w:sz w:val="24"/>
          <w:szCs w:val="24"/>
          <w:lang w:val="sr-Latn-CS"/>
        </w:rPr>
        <w:t>podnositelj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 w:rsidR="0081285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</w:t>
      </w:r>
      <w:r w:rsidRPr="00812850">
        <w:rPr>
          <w:rFonts w:ascii="Times New Roman" w:hAnsi="Times New Roman"/>
          <w:b/>
          <w:i/>
          <w:noProof/>
          <w:sz w:val="24"/>
          <w:szCs w:val="24"/>
          <w:lang w:val="sr-Latn-CS"/>
        </w:rPr>
        <w:t>Guma</w:t>
      </w:r>
      <w:r w:rsidR="00812850" w:rsidRPr="00812850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M</w:t>
      </w:r>
      <w:r w:rsidR="00812850">
        <w:rPr>
          <w:rFonts w:ascii="Times New Roman" w:hAnsi="Times New Roman"/>
          <w:b/>
          <w:noProof/>
          <w:sz w:val="24"/>
          <w:szCs w:val="24"/>
          <w:lang w:val="sr-Latn-CS"/>
        </w:rPr>
        <w:t>, broj: 01/3-50-18-1015/21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od 12.</w:t>
      </w:r>
      <w:r w:rsidR="0081285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>5.</w:t>
      </w:r>
      <w:r w:rsidR="0081285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A1265E">
        <w:rPr>
          <w:rFonts w:ascii="Times New Roman" w:hAnsi="Times New Roman"/>
          <w:b/>
          <w:noProof/>
          <w:sz w:val="24"/>
          <w:szCs w:val="24"/>
          <w:lang w:val="sr-Latn-CS"/>
        </w:rPr>
        <w:t>2021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</w:p>
    <w:p w:rsidR="00551AEA" w:rsidRDefault="002426CB" w:rsidP="00BB0249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Predsjedatelj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BA"/>
        </w:rPr>
        <w:t>Povjerenstva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812850">
        <w:rPr>
          <w:rFonts w:ascii="Times New Roman" w:hAnsi="Times New Roman"/>
          <w:noProof/>
          <w:sz w:val="24"/>
          <w:szCs w:val="24"/>
          <w:lang w:val="sr-Latn-BA"/>
        </w:rPr>
        <w:t xml:space="preserve">rekao je 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da su članovi </w:t>
      </w:r>
      <w:r>
        <w:rPr>
          <w:rFonts w:ascii="Times New Roman" w:hAnsi="Times New Roman"/>
          <w:noProof/>
          <w:sz w:val="24"/>
          <w:szCs w:val="24"/>
          <w:lang w:val="sr-Latn-BA"/>
        </w:rPr>
        <w:t>Povjerenstva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dobili </w:t>
      </w:r>
      <w:r w:rsidR="00551AEA" w:rsidRPr="00BB0249">
        <w:rPr>
          <w:rFonts w:ascii="Times New Roman" w:hAnsi="Times New Roman"/>
          <w:noProof/>
          <w:sz w:val="24"/>
          <w:szCs w:val="24"/>
          <w:lang w:val="sr-Latn-CS"/>
        </w:rPr>
        <w:t>Inicijativ</w:t>
      </w:r>
      <w:r w:rsidR="005B570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51AEA"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za sklapanje bilateralnog sporazuma s Ujedinjenim Kraljevstvom kojim će biti regulirane carine između BiH i UK, 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 xml:space="preserve">a čiji je </w:t>
      </w:r>
      <w:r w:rsidR="00E76544">
        <w:rPr>
          <w:rFonts w:ascii="Times New Roman" w:hAnsi="Times New Roman"/>
          <w:noProof/>
          <w:sz w:val="24"/>
          <w:szCs w:val="24"/>
          <w:lang w:val="sr-Latn-CS"/>
        </w:rPr>
        <w:t>podnositelj</w:t>
      </w:r>
      <w:r w:rsidR="00551AEA"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51AEA" w:rsidRPr="00812850">
        <w:rPr>
          <w:rFonts w:ascii="Times New Roman" w:hAnsi="Times New Roman"/>
          <w:i/>
          <w:noProof/>
          <w:sz w:val="24"/>
          <w:szCs w:val="24"/>
          <w:lang w:val="sr-Latn-CS"/>
        </w:rPr>
        <w:t>Guma M</w:t>
      </w:r>
      <w:r w:rsidR="00551AEA"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d.o.o.</w:t>
      </w:r>
      <w:r w:rsidR="00812850">
        <w:rPr>
          <w:rFonts w:ascii="Times New Roman" w:hAnsi="Times New Roman"/>
          <w:noProof/>
          <w:sz w:val="24"/>
          <w:szCs w:val="24"/>
          <w:lang w:val="sr-Latn-CS"/>
        </w:rPr>
        <w:t>, s kojom su upoznat</w:t>
      </w:r>
      <w:r w:rsidR="005B5703">
        <w:rPr>
          <w:rFonts w:ascii="Times New Roman" w:hAnsi="Times New Roman"/>
          <w:noProof/>
          <w:sz w:val="24"/>
          <w:szCs w:val="24"/>
          <w:lang w:val="sr-Latn-CS"/>
        </w:rPr>
        <w:t>i.</w:t>
      </w:r>
    </w:p>
    <w:p w:rsidR="00551AEA" w:rsidRDefault="00812850" w:rsidP="0081285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Poto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m je dao 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riječ predstavniku </w:t>
      </w:r>
      <w:r w:rsidRPr="00812850">
        <w:rPr>
          <w:rFonts w:ascii="Times New Roman" w:hAnsi="Times New Roman"/>
          <w:i/>
          <w:noProof/>
          <w:sz w:val="24"/>
          <w:szCs w:val="24"/>
          <w:lang w:val="sr-Latn-BA"/>
        </w:rPr>
        <w:t>Guma M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d.o.o. Slaviši Peuliću</w:t>
      </w:r>
      <w:r>
        <w:rPr>
          <w:rFonts w:ascii="Times New Roman" w:hAnsi="Times New Roman"/>
          <w:noProof/>
          <w:sz w:val="24"/>
          <w:szCs w:val="24"/>
          <w:lang w:val="sr-Latn-BA"/>
        </w:rPr>
        <w:t>,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koji je ukratko obrazložio razloge 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za 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>podnošen</w:t>
      </w:r>
      <w:r>
        <w:rPr>
          <w:rFonts w:ascii="Times New Roman" w:hAnsi="Times New Roman"/>
          <w:noProof/>
          <w:sz w:val="24"/>
          <w:szCs w:val="24"/>
          <w:lang w:val="sr-Latn-BA"/>
        </w:rPr>
        <w:t>je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Inicijative.</w:t>
      </w:r>
    </w:p>
    <w:p w:rsidR="00551AEA" w:rsidRDefault="00551AEA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</w:p>
    <w:p w:rsidR="00551AEA" w:rsidRDefault="00812850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U raspravi su sudjelovali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Šemsudin Mehmedović i Zukan Helez.</w:t>
      </w:r>
    </w:p>
    <w:p w:rsidR="00551AEA" w:rsidRDefault="00551AEA" w:rsidP="00812850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 xml:space="preserve">Dodatno pojašnjenje </w:t>
      </w:r>
      <w:r w:rsidR="00812850">
        <w:rPr>
          <w:rFonts w:ascii="Times New Roman" w:hAnsi="Times New Roman"/>
          <w:noProof/>
          <w:sz w:val="24"/>
          <w:szCs w:val="24"/>
          <w:lang w:val="sr-Latn-BA"/>
        </w:rPr>
        <w:t>u vezi s predmetnom inicijativom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dao je </w:t>
      </w:r>
      <w:r w:rsidR="00812850">
        <w:rPr>
          <w:rFonts w:ascii="Times New Roman" w:hAnsi="Times New Roman"/>
          <w:noProof/>
          <w:sz w:val="24"/>
          <w:szCs w:val="24"/>
          <w:lang w:val="sr-Latn-BA"/>
        </w:rPr>
        <w:t>Mithad Salić, pomoćnik ministra za vanjsku trgovinu i ekonomskih odnosa</w:t>
      </w:r>
      <w:r>
        <w:rPr>
          <w:rFonts w:ascii="Times New Roman" w:hAnsi="Times New Roman"/>
          <w:noProof/>
          <w:sz w:val="24"/>
          <w:szCs w:val="24"/>
          <w:lang w:val="sr-Latn-BA"/>
        </w:rPr>
        <w:t xml:space="preserve"> BiH.</w:t>
      </w:r>
    </w:p>
    <w:p w:rsidR="00BB0249" w:rsidRDefault="00BB0249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</w:p>
    <w:p w:rsidR="00551AEA" w:rsidRDefault="00812850" w:rsidP="00551AEA">
      <w:pPr>
        <w:spacing w:after="0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Nakon toga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se pristupilo glas</w:t>
      </w:r>
      <w:r>
        <w:rPr>
          <w:rFonts w:ascii="Times New Roman" w:hAnsi="Times New Roman"/>
          <w:noProof/>
          <w:sz w:val="24"/>
          <w:szCs w:val="24"/>
          <w:lang w:val="sr-Latn-BA"/>
        </w:rPr>
        <w:t>ov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>anju.</w:t>
      </w:r>
    </w:p>
    <w:p w:rsidR="00BB0249" w:rsidRDefault="002426CB" w:rsidP="004B3F7A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  <w:r>
        <w:rPr>
          <w:rFonts w:ascii="Times New Roman" w:hAnsi="Times New Roman"/>
          <w:noProof/>
          <w:sz w:val="24"/>
          <w:szCs w:val="24"/>
          <w:lang w:val="sr-Latn-BA"/>
        </w:rPr>
        <w:t>Povjerenstvo</w:t>
      </w:r>
      <w:r w:rsidR="00881F74">
        <w:rPr>
          <w:rFonts w:ascii="Times New Roman" w:hAnsi="Times New Roman"/>
          <w:noProof/>
          <w:sz w:val="24"/>
          <w:szCs w:val="24"/>
          <w:lang w:val="sr-Latn-BA"/>
        </w:rPr>
        <w:t xml:space="preserve"> je jednoglasno podržalo</w:t>
      </w:r>
      <w:r w:rsidR="00551AEA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551AEA" w:rsidRPr="00BB0249">
        <w:rPr>
          <w:rFonts w:ascii="Times New Roman" w:hAnsi="Times New Roman"/>
          <w:noProof/>
          <w:sz w:val="24"/>
          <w:szCs w:val="24"/>
          <w:lang w:val="sr-Latn-CS"/>
        </w:rPr>
        <w:t>Inicijativ</w:t>
      </w:r>
      <w:r w:rsidR="00BB024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51AEA"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za sklapanje bilateralnog sporazuma s Ujedinjenim  Kraljevstvom kojim će biti regulirane carine između BiH i UK i dostavlja je nadležnim </w:t>
      </w:r>
      <w:r w:rsidR="009734A7" w:rsidRPr="00BB0249">
        <w:rPr>
          <w:rFonts w:ascii="Times New Roman" w:hAnsi="Times New Roman"/>
          <w:noProof/>
          <w:sz w:val="24"/>
          <w:szCs w:val="24"/>
          <w:lang w:val="sr-Latn-CS"/>
        </w:rPr>
        <w:t>institucijama</w:t>
      </w:r>
      <w:r w:rsidR="00BB0249"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(Ministarstvu vanjskih poslova BiH i Ministarstvu vanjske trgovine i ekonomskih odnosa BiH</w:t>
      </w:r>
      <w:r w:rsidR="00BB0249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BB0249"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na nadležno postupanje</w:t>
      </w:r>
      <w:r w:rsidR="00957D7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B0249" w:rsidRPr="00BB0249">
        <w:rPr>
          <w:rFonts w:ascii="Times New Roman" w:hAnsi="Times New Roman"/>
          <w:noProof/>
          <w:sz w:val="24"/>
          <w:szCs w:val="24"/>
          <w:lang w:val="sr-Latn-CS"/>
        </w:rPr>
        <w:t xml:space="preserve"> u</w:t>
      </w:r>
      <w:r w:rsidR="00BB02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57D72">
        <w:rPr>
          <w:rFonts w:ascii="Times New Roman" w:hAnsi="Times New Roman"/>
          <w:noProof/>
          <w:sz w:val="24"/>
          <w:szCs w:val="24"/>
          <w:lang w:val="sr-Cyrl-BA"/>
        </w:rPr>
        <w:t>skladu s</w:t>
      </w:r>
      <w:r w:rsidR="00BB0249">
        <w:rPr>
          <w:rFonts w:ascii="Times New Roman" w:hAnsi="Times New Roman"/>
          <w:noProof/>
          <w:sz w:val="24"/>
          <w:szCs w:val="24"/>
          <w:lang w:val="sr-Cyrl-BA"/>
        </w:rPr>
        <w:t xml:space="preserve"> član</w:t>
      </w:r>
      <w:r w:rsidR="00957D72">
        <w:rPr>
          <w:rFonts w:ascii="Times New Roman" w:hAnsi="Times New Roman"/>
          <w:noProof/>
          <w:sz w:val="24"/>
          <w:szCs w:val="24"/>
          <w:lang w:val="bs-Latn-BA"/>
        </w:rPr>
        <w:t>k</w:t>
      </w:r>
      <w:r w:rsidR="00BB0249">
        <w:rPr>
          <w:rFonts w:ascii="Times New Roman" w:hAnsi="Times New Roman"/>
          <w:noProof/>
          <w:sz w:val="24"/>
          <w:szCs w:val="24"/>
          <w:lang w:val="sr-Cyrl-BA"/>
        </w:rPr>
        <w:t>om 4.</w:t>
      </w:r>
      <w:r w:rsidR="00957D72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BB0249">
        <w:rPr>
          <w:rFonts w:ascii="Times New Roman" w:hAnsi="Times New Roman"/>
          <w:noProof/>
          <w:sz w:val="24"/>
          <w:szCs w:val="24"/>
          <w:lang w:val="sr-Cyrl-BA"/>
        </w:rPr>
        <w:t>stav</w:t>
      </w:r>
      <w:r w:rsidR="00957D72">
        <w:rPr>
          <w:rFonts w:ascii="Times New Roman" w:hAnsi="Times New Roman"/>
          <w:noProof/>
          <w:sz w:val="24"/>
          <w:szCs w:val="24"/>
          <w:lang w:val="bs-Latn-BA"/>
        </w:rPr>
        <w:t>ak</w:t>
      </w:r>
      <w:r w:rsidR="00BB0249">
        <w:rPr>
          <w:rFonts w:ascii="Times New Roman" w:hAnsi="Times New Roman"/>
          <w:noProof/>
          <w:sz w:val="24"/>
          <w:szCs w:val="24"/>
          <w:lang w:val="sr-Cyrl-BA"/>
        </w:rPr>
        <w:t xml:space="preserve"> (2) Zakona o p</w:t>
      </w:r>
      <w:r w:rsidR="00957D72">
        <w:rPr>
          <w:rFonts w:ascii="Times New Roman" w:hAnsi="Times New Roman"/>
          <w:noProof/>
          <w:sz w:val="24"/>
          <w:szCs w:val="24"/>
          <w:lang w:val="sr-Cyrl-BA"/>
        </w:rPr>
        <w:t>ostupku zaključivanja i provođe</w:t>
      </w:r>
      <w:r w:rsidR="00BB0249">
        <w:rPr>
          <w:rFonts w:ascii="Times New Roman" w:hAnsi="Times New Roman"/>
          <w:noProof/>
          <w:sz w:val="24"/>
          <w:szCs w:val="24"/>
          <w:lang w:val="sr-Cyrl-BA"/>
        </w:rPr>
        <w:t>nja međunarodnih ugovora („Službeni glasnik BiH“, br.</w:t>
      </w:r>
      <w:r w:rsidR="00957D72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BB0249">
        <w:rPr>
          <w:rFonts w:ascii="Times New Roman" w:hAnsi="Times New Roman"/>
          <w:noProof/>
          <w:sz w:val="24"/>
          <w:szCs w:val="24"/>
          <w:lang w:val="sr-Cyrl-BA"/>
        </w:rPr>
        <w:t>29/00 i 32/13)</w:t>
      </w:r>
      <w:r w:rsidR="00BB0249">
        <w:rPr>
          <w:rFonts w:ascii="Times New Roman" w:hAnsi="Times New Roman"/>
          <w:noProof/>
          <w:sz w:val="24"/>
          <w:szCs w:val="24"/>
          <w:lang w:val="sr-Latn-BA"/>
        </w:rPr>
        <w:t>.</w:t>
      </w:r>
    </w:p>
    <w:p w:rsidR="004B3F7A" w:rsidRDefault="004B3F7A" w:rsidP="004B3F7A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4B3F7A" w:rsidRDefault="004B3F7A" w:rsidP="004B3F7A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6A3CF1" w:rsidRDefault="00521928" w:rsidP="004B3F7A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A3CF1">
        <w:rPr>
          <w:rFonts w:ascii="Times New Roman" w:hAnsi="Times New Roman"/>
          <w:b/>
          <w:noProof/>
          <w:sz w:val="24"/>
          <w:lang w:val="sr-Latn-CS"/>
        </w:rPr>
        <w:t>Ad.</w:t>
      </w:r>
      <w:r w:rsidR="00BB0249">
        <w:rPr>
          <w:rFonts w:ascii="Times New Roman" w:hAnsi="Times New Roman"/>
          <w:b/>
          <w:noProof/>
          <w:sz w:val="24"/>
          <w:lang w:val="sr-Latn-CS"/>
        </w:rPr>
        <w:t>4</w:t>
      </w:r>
      <w:r w:rsidRPr="006A3CF1">
        <w:rPr>
          <w:rFonts w:ascii="Times New Roman" w:hAnsi="Times New Roman"/>
          <w:b/>
          <w:noProof/>
          <w:sz w:val="24"/>
          <w:lang w:val="sr-Latn-CS"/>
        </w:rPr>
        <w:t xml:space="preserve">. </w:t>
      </w:r>
      <w:r w:rsidR="006A3CF1" w:rsidRPr="006A3CF1">
        <w:rPr>
          <w:rFonts w:ascii="Times New Roman" w:hAnsi="Times New Roman"/>
          <w:b/>
          <w:noProof/>
          <w:sz w:val="24"/>
          <w:szCs w:val="24"/>
          <w:lang w:val="sr-Latn-CS"/>
        </w:rPr>
        <w:t>Tekuća pitanja</w:t>
      </w:r>
    </w:p>
    <w:p w:rsidR="00DC7510" w:rsidRPr="00BB0249" w:rsidRDefault="00DC7510" w:rsidP="004B3F7A">
      <w:pPr>
        <w:spacing w:after="0"/>
        <w:rPr>
          <w:rFonts w:ascii="Times New Roman" w:hAnsi="Times New Roman"/>
          <w:noProof/>
          <w:sz w:val="24"/>
          <w:szCs w:val="24"/>
          <w:lang w:val="sr-Cyrl-BA"/>
        </w:rPr>
      </w:pPr>
    </w:p>
    <w:p w:rsidR="0006041C" w:rsidRDefault="004B3F7A" w:rsidP="00DC7510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Pod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 xml:space="preserve"> ov</w:t>
      </w:r>
      <w:r>
        <w:rPr>
          <w:rFonts w:ascii="Times New Roman" w:hAnsi="Times New Roman"/>
          <w:noProof/>
          <w:sz w:val="24"/>
          <w:szCs w:val="24"/>
          <w:lang w:val="bs-Latn-BA"/>
        </w:rPr>
        <w:t>om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 xml:space="preserve"> </w:t>
      </w:r>
      <w:r w:rsidR="002426CB">
        <w:rPr>
          <w:rFonts w:ascii="Times New Roman" w:hAnsi="Times New Roman"/>
          <w:noProof/>
          <w:sz w:val="24"/>
          <w:szCs w:val="24"/>
          <w:lang w:val="bs-Latn-BA"/>
        </w:rPr>
        <w:t>točk</w:t>
      </w:r>
      <w:r>
        <w:rPr>
          <w:rFonts w:ascii="Times New Roman" w:hAnsi="Times New Roman"/>
          <w:noProof/>
          <w:sz w:val="24"/>
          <w:szCs w:val="24"/>
          <w:lang w:val="bs-Latn-BA"/>
        </w:rPr>
        <w:t>om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 xml:space="preserve"> nije bilo prijedloga</w:t>
      </w:r>
      <w:r>
        <w:rPr>
          <w:rFonts w:ascii="Times New Roman" w:hAnsi="Times New Roman"/>
          <w:noProof/>
          <w:sz w:val="24"/>
          <w:szCs w:val="24"/>
          <w:lang w:val="bs-Latn-BA"/>
        </w:rPr>
        <w:t>,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 xml:space="preserve"> pa je </w:t>
      </w:r>
      <w:r w:rsidR="002426CB">
        <w:rPr>
          <w:rFonts w:ascii="Times New Roman" w:hAnsi="Times New Roman"/>
          <w:noProof/>
          <w:sz w:val="24"/>
          <w:szCs w:val="24"/>
          <w:lang w:val="bs-Latn-BA"/>
        </w:rPr>
        <w:t>predsjedatelj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 xml:space="preserve"> Dragan Bogdanić zaključio sjednicu.</w:t>
      </w:r>
    </w:p>
    <w:p w:rsidR="0006041C" w:rsidRDefault="0006041C" w:rsidP="00DC7510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</w:p>
    <w:p w:rsidR="004D6902" w:rsidRPr="00DC7510" w:rsidRDefault="00897C66" w:rsidP="00DC7510">
      <w:pPr>
        <w:pStyle w:val="NoSpacing"/>
        <w:spacing w:after="240" w:line="276" w:lineRule="auto"/>
        <w:jc w:val="both"/>
        <w:rPr>
          <w:rFonts w:ascii="Times New Roman" w:hAnsi="Times New Roman"/>
          <w:noProof/>
          <w:sz w:val="24"/>
          <w:szCs w:val="24"/>
          <w:lang w:val="bs-Latn-BA"/>
        </w:rPr>
      </w:pPr>
      <w:r>
        <w:rPr>
          <w:rFonts w:ascii="Times New Roman" w:hAnsi="Times New Roman"/>
          <w:noProof/>
          <w:sz w:val="24"/>
          <w:szCs w:val="24"/>
          <w:lang w:val="bs-Latn-BA"/>
        </w:rPr>
        <w:t>Sjednica je završena u 1</w:t>
      </w:r>
      <w:r w:rsidR="0006041C">
        <w:rPr>
          <w:rFonts w:ascii="Times New Roman" w:hAnsi="Times New Roman"/>
          <w:noProof/>
          <w:sz w:val="24"/>
          <w:szCs w:val="24"/>
          <w:lang w:val="bs-Latn-BA"/>
        </w:rPr>
        <w:t>0</w:t>
      </w:r>
      <w:r w:rsidR="00EB533E">
        <w:rPr>
          <w:rFonts w:ascii="Times New Roman" w:hAnsi="Times New Roman"/>
          <w:noProof/>
          <w:sz w:val="24"/>
          <w:szCs w:val="24"/>
          <w:lang w:val="bs-Latn-BA"/>
        </w:rPr>
        <w:t>.</w:t>
      </w:r>
      <w:r w:rsidR="00BB0249">
        <w:rPr>
          <w:rFonts w:ascii="Times New Roman" w:hAnsi="Times New Roman"/>
          <w:noProof/>
          <w:sz w:val="24"/>
          <w:szCs w:val="24"/>
          <w:lang w:val="bs-Latn-BA"/>
        </w:rPr>
        <w:t>15</w:t>
      </w:r>
      <w:r w:rsidR="001A42DB">
        <w:rPr>
          <w:rFonts w:ascii="Times New Roman" w:hAnsi="Times New Roman"/>
          <w:noProof/>
          <w:sz w:val="24"/>
          <w:szCs w:val="24"/>
          <w:lang w:val="bs-Latn-BA"/>
        </w:rPr>
        <w:t xml:space="preserve"> sati.</w:t>
      </w:r>
    </w:p>
    <w:p w:rsidR="004B3F7A" w:rsidRPr="004B3F7A" w:rsidRDefault="004B3F7A" w:rsidP="00762558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1A42DB" w:rsidRPr="00762558" w:rsidRDefault="002426CB" w:rsidP="00762558">
      <w:pPr>
        <w:rPr>
          <w:rFonts w:ascii="Times New Roman" w:hAnsi="Times New Roman"/>
          <w:noProof/>
          <w:spacing w:val="-8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Tajnic</w:t>
      </w:r>
      <w:r w:rsidR="00BF444F"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Povjerenstva</w:t>
      </w:r>
      <w:r w:rsidR="00BF444F" w:rsidRPr="00BF444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Predsjedatelj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Povjerenstva</w:t>
      </w:r>
      <w:r w:rsidR="001A42DB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BF444F" w:rsidRPr="001A42D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</w:t>
      </w:r>
    </w:p>
    <w:p w:rsidR="00BF444F" w:rsidRPr="004B2496" w:rsidRDefault="001A42DB" w:rsidP="001A42D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152EEA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Mirjana Crnjak                                                                           </w:t>
      </w:r>
      <w:r w:rsidR="00152EEA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BF444F" w:rsidRPr="00BF444F">
        <w:rPr>
          <w:rFonts w:ascii="Times New Roman" w:hAnsi="Times New Roman"/>
          <w:noProof/>
          <w:sz w:val="24"/>
          <w:szCs w:val="24"/>
          <w:lang w:val="sr-Latn-CS"/>
        </w:rPr>
        <w:t xml:space="preserve">Dr. Dragan Bogdanić                                           </w:t>
      </w:r>
    </w:p>
    <w:sectPr w:rsidR="00BF444F" w:rsidRPr="004B2496" w:rsidSect="008210EF">
      <w:footerReference w:type="default" r:id="rId7"/>
      <w:headerReference w:type="first" r:id="rId8"/>
      <w:footerReference w:type="first" r:id="rId9"/>
      <w:pgSz w:w="11907" w:h="16839" w:code="9"/>
      <w:pgMar w:top="1440" w:right="1440" w:bottom="1440" w:left="1440" w:header="567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CE2" w:rsidRDefault="00EA0CE2" w:rsidP="00A617EC">
      <w:pPr>
        <w:spacing w:after="0" w:line="240" w:lineRule="auto"/>
      </w:pPr>
      <w:r>
        <w:separator/>
      </w:r>
    </w:p>
  </w:endnote>
  <w:endnote w:type="continuationSeparator" w:id="0">
    <w:p w:rsidR="00EA0CE2" w:rsidRDefault="00EA0CE2" w:rsidP="00A6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Default="009C4FEA">
    <w:pPr>
      <w:pStyle w:val="Footer"/>
      <w:jc w:val="right"/>
    </w:pPr>
    <w:r>
      <w:fldChar w:fldCharType="begin"/>
    </w:r>
    <w:r w:rsidR="00703762">
      <w:instrText xml:space="preserve"> PAGE   \* MERGEFORMAT </w:instrText>
    </w:r>
    <w:r>
      <w:fldChar w:fldCharType="separate"/>
    </w:r>
    <w:r w:rsidR="00021EDA">
      <w:rPr>
        <w:noProof/>
      </w:rPr>
      <w:t>3</w:t>
    </w:r>
    <w:r>
      <w:rPr>
        <w:noProof/>
      </w:rPr>
      <w:fldChar w:fldCharType="end"/>
    </w:r>
  </w:p>
  <w:p w:rsidR="008C6C75" w:rsidRPr="00C30B06" w:rsidRDefault="008C6C75" w:rsidP="00C30B06">
    <w:pPr>
      <w:pStyle w:val="Footer"/>
      <w:jc w:val="center"/>
      <w:rPr>
        <w:rFonts w:ascii="Times New Roman" w:hAnsi="Times New Roman"/>
        <w:b/>
        <w:lang w:val="bs-Latn-B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Pr="00E46252" w:rsidRDefault="00E46252" w:rsidP="00E46252">
    <w:pPr>
      <w:pStyle w:val="Footer"/>
      <w:rPr>
        <w:rFonts w:ascii="Times New Roman" w:hAnsi="Times New Roman"/>
        <w:sz w:val="18"/>
        <w:szCs w:val="18"/>
        <w:lang w:val="bs-Latn-BA"/>
      </w:rPr>
    </w:pPr>
    <w:r>
      <w:rPr>
        <w:rFonts w:ascii="Times New Roman" w:hAnsi="Times New Roman"/>
        <w:sz w:val="18"/>
        <w:szCs w:val="18"/>
        <w:lang w:val="bs-Latn-BA"/>
      </w:rPr>
      <w:t xml:space="preserve">Трг БиХ 1, 71000 Сарајево/ Trg BiH 1, 71000 Sarajevo, тел/tel. +387 (0) 33 28 44 </w:t>
    </w:r>
    <w:r w:rsidR="001821F3">
      <w:rPr>
        <w:rFonts w:ascii="Times New Roman" w:hAnsi="Times New Roman"/>
        <w:sz w:val="18"/>
        <w:szCs w:val="18"/>
        <w:lang w:val="bs-Latn-BA"/>
      </w:rPr>
      <w:t>19</w:t>
    </w:r>
    <w:r>
      <w:rPr>
        <w:rFonts w:ascii="Times New Roman" w:hAnsi="Times New Roman"/>
        <w:sz w:val="18"/>
        <w:szCs w:val="18"/>
        <w:lang w:val="bs-Latn-BA"/>
      </w:rPr>
      <w:t>, факс/fax +387 (0) 33 22 68 41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CE2" w:rsidRDefault="00EA0CE2" w:rsidP="00A617EC">
      <w:pPr>
        <w:spacing w:after="0" w:line="240" w:lineRule="auto"/>
      </w:pPr>
      <w:r>
        <w:separator/>
      </w:r>
    </w:p>
  </w:footnote>
  <w:footnote w:type="continuationSeparator" w:id="0">
    <w:p w:rsidR="00EA0CE2" w:rsidRDefault="00EA0CE2" w:rsidP="00A6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C75" w:rsidRDefault="00E65F2D">
    <w:pPr>
      <w:pStyle w:val="Header"/>
    </w:pPr>
    <w:r>
      <w:rPr>
        <w:noProof/>
      </w:rPr>
      <w:drawing>
        <wp:inline distT="0" distB="0" distL="0" distR="0" wp14:anchorId="21C0A790" wp14:editId="76E8F598">
          <wp:extent cx="5734050" cy="1076325"/>
          <wp:effectExtent l="19050" t="0" r="0" b="0"/>
          <wp:docPr id="1" name="Picture 0" descr="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01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33D7C"/>
    <w:multiLevelType w:val="hybridMultilevel"/>
    <w:tmpl w:val="DFF4157E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A761C"/>
    <w:multiLevelType w:val="hybridMultilevel"/>
    <w:tmpl w:val="073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173"/>
    <w:multiLevelType w:val="hybridMultilevel"/>
    <w:tmpl w:val="44EEAF58"/>
    <w:lvl w:ilvl="0" w:tplc="42DA0A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355C"/>
    <w:multiLevelType w:val="hybridMultilevel"/>
    <w:tmpl w:val="E0A4B2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A3201"/>
    <w:multiLevelType w:val="hybridMultilevel"/>
    <w:tmpl w:val="59ACA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A4201"/>
    <w:multiLevelType w:val="hybridMultilevel"/>
    <w:tmpl w:val="F08236B8"/>
    <w:lvl w:ilvl="0" w:tplc="54CA4A4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40396"/>
    <w:multiLevelType w:val="hybridMultilevel"/>
    <w:tmpl w:val="2AA0C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253437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D675D"/>
    <w:multiLevelType w:val="hybridMultilevel"/>
    <w:tmpl w:val="88C43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5098A"/>
    <w:multiLevelType w:val="hybridMultilevel"/>
    <w:tmpl w:val="1C703614"/>
    <w:lvl w:ilvl="0" w:tplc="11241126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85666"/>
    <w:multiLevelType w:val="hybridMultilevel"/>
    <w:tmpl w:val="7F58EED0"/>
    <w:lvl w:ilvl="0" w:tplc="0E86A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6341E0"/>
    <w:multiLevelType w:val="hybridMultilevel"/>
    <w:tmpl w:val="D11E0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417F2"/>
    <w:multiLevelType w:val="hybridMultilevel"/>
    <w:tmpl w:val="46F6D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67C7E"/>
    <w:multiLevelType w:val="hybridMultilevel"/>
    <w:tmpl w:val="7BD06754"/>
    <w:lvl w:ilvl="0" w:tplc="2786A6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17D18"/>
    <w:multiLevelType w:val="hybridMultilevel"/>
    <w:tmpl w:val="A0742E66"/>
    <w:lvl w:ilvl="0" w:tplc="1A60148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724DA"/>
    <w:multiLevelType w:val="hybridMultilevel"/>
    <w:tmpl w:val="D54A1E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B2D4F"/>
    <w:multiLevelType w:val="hybridMultilevel"/>
    <w:tmpl w:val="9DA6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2"/>
  </w:num>
  <w:num w:numId="6">
    <w:abstractNumId w:val="2"/>
  </w:num>
  <w:num w:numId="7">
    <w:abstractNumId w:val="9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</w:num>
  <w:num w:numId="11">
    <w:abstractNumId w:val="1"/>
  </w:num>
  <w:num w:numId="12">
    <w:abstractNumId w:val="4"/>
  </w:num>
  <w:num w:numId="13">
    <w:abstractNumId w:val="3"/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5"/>
  </w:num>
  <w:num w:numId="2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A6"/>
    <w:rsid w:val="00014500"/>
    <w:rsid w:val="000152CB"/>
    <w:rsid w:val="00015D87"/>
    <w:rsid w:val="00016F6A"/>
    <w:rsid w:val="000208B5"/>
    <w:rsid w:val="00021102"/>
    <w:rsid w:val="00021EDA"/>
    <w:rsid w:val="00025703"/>
    <w:rsid w:val="000306D6"/>
    <w:rsid w:val="00031BB0"/>
    <w:rsid w:val="000340EB"/>
    <w:rsid w:val="0003766D"/>
    <w:rsid w:val="00037AEF"/>
    <w:rsid w:val="00043EE2"/>
    <w:rsid w:val="00051EDD"/>
    <w:rsid w:val="00055C07"/>
    <w:rsid w:val="0005611C"/>
    <w:rsid w:val="0005619E"/>
    <w:rsid w:val="000579CA"/>
    <w:rsid w:val="0006041C"/>
    <w:rsid w:val="00063F3B"/>
    <w:rsid w:val="00065FF5"/>
    <w:rsid w:val="000728A4"/>
    <w:rsid w:val="00073036"/>
    <w:rsid w:val="000770B9"/>
    <w:rsid w:val="00080156"/>
    <w:rsid w:val="00080518"/>
    <w:rsid w:val="00082543"/>
    <w:rsid w:val="00083202"/>
    <w:rsid w:val="0009272D"/>
    <w:rsid w:val="000A3695"/>
    <w:rsid w:val="000A3DC4"/>
    <w:rsid w:val="000A43AC"/>
    <w:rsid w:val="000A7609"/>
    <w:rsid w:val="000A78F0"/>
    <w:rsid w:val="000A7987"/>
    <w:rsid w:val="000B0282"/>
    <w:rsid w:val="000B3081"/>
    <w:rsid w:val="000C03FC"/>
    <w:rsid w:val="000C6528"/>
    <w:rsid w:val="000C68F9"/>
    <w:rsid w:val="000D18FF"/>
    <w:rsid w:val="000D3D03"/>
    <w:rsid w:val="000D5AC8"/>
    <w:rsid w:val="000D7310"/>
    <w:rsid w:val="000D77B5"/>
    <w:rsid w:val="000E2887"/>
    <w:rsid w:val="000E2C8C"/>
    <w:rsid w:val="000E3561"/>
    <w:rsid w:val="000F3181"/>
    <w:rsid w:val="000F454A"/>
    <w:rsid w:val="00100D6E"/>
    <w:rsid w:val="00100F94"/>
    <w:rsid w:val="00101D55"/>
    <w:rsid w:val="00102180"/>
    <w:rsid w:val="0010490A"/>
    <w:rsid w:val="00110922"/>
    <w:rsid w:val="00120C41"/>
    <w:rsid w:val="001240BD"/>
    <w:rsid w:val="00130460"/>
    <w:rsid w:val="00130757"/>
    <w:rsid w:val="00132E01"/>
    <w:rsid w:val="001338FA"/>
    <w:rsid w:val="00134EF3"/>
    <w:rsid w:val="00136551"/>
    <w:rsid w:val="00137D25"/>
    <w:rsid w:val="001407B6"/>
    <w:rsid w:val="001443D5"/>
    <w:rsid w:val="00150A12"/>
    <w:rsid w:val="00152EEA"/>
    <w:rsid w:val="00153404"/>
    <w:rsid w:val="001542C6"/>
    <w:rsid w:val="00154F36"/>
    <w:rsid w:val="001614BC"/>
    <w:rsid w:val="00161E99"/>
    <w:rsid w:val="00162C19"/>
    <w:rsid w:val="00162C7B"/>
    <w:rsid w:val="001633A0"/>
    <w:rsid w:val="00163D61"/>
    <w:rsid w:val="00165AF2"/>
    <w:rsid w:val="00170334"/>
    <w:rsid w:val="00171230"/>
    <w:rsid w:val="001712B0"/>
    <w:rsid w:val="00172C7C"/>
    <w:rsid w:val="001730DE"/>
    <w:rsid w:val="00173FDA"/>
    <w:rsid w:val="00176B70"/>
    <w:rsid w:val="001821F3"/>
    <w:rsid w:val="001867FF"/>
    <w:rsid w:val="00187D1D"/>
    <w:rsid w:val="00190BCF"/>
    <w:rsid w:val="001964AD"/>
    <w:rsid w:val="00197018"/>
    <w:rsid w:val="00197088"/>
    <w:rsid w:val="001978BD"/>
    <w:rsid w:val="001A089E"/>
    <w:rsid w:val="001A1E30"/>
    <w:rsid w:val="001A2515"/>
    <w:rsid w:val="001A2B5D"/>
    <w:rsid w:val="001A42DB"/>
    <w:rsid w:val="001A46F4"/>
    <w:rsid w:val="001A5D6D"/>
    <w:rsid w:val="001A666E"/>
    <w:rsid w:val="001A6CC4"/>
    <w:rsid w:val="001B11DB"/>
    <w:rsid w:val="001B6F4C"/>
    <w:rsid w:val="001B7B6F"/>
    <w:rsid w:val="001C1828"/>
    <w:rsid w:val="001C214D"/>
    <w:rsid w:val="001C2B5C"/>
    <w:rsid w:val="001C407F"/>
    <w:rsid w:val="001C420B"/>
    <w:rsid w:val="001C4C58"/>
    <w:rsid w:val="001C5D06"/>
    <w:rsid w:val="001D1FF0"/>
    <w:rsid w:val="001D2CDE"/>
    <w:rsid w:val="001D70E1"/>
    <w:rsid w:val="001E1045"/>
    <w:rsid w:val="001E50D1"/>
    <w:rsid w:val="001F0FBC"/>
    <w:rsid w:val="001F2DD5"/>
    <w:rsid w:val="001F3604"/>
    <w:rsid w:val="001F467E"/>
    <w:rsid w:val="00206801"/>
    <w:rsid w:val="00211404"/>
    <w:rsid w:val="00215251"/>
    <w:rsid w:val="00217157"/>
    <w:rsid w:val="002210B6"/>
    <w:rsid w:val="00221F73"/>
    <w:rsid w:val="00223357"/>
    <w:rsid w:val="00223AE2"/>
    <w:rsid w:val="00224C4C"/>
    <w:rsid w:val="00224D94"/>
    <w:rsid w:val="00227730"/>
    <w:rsid w:val="00240D0A"/>
    <w:rsid w:val="00241776"/>
    <w:rsid w:val="002426CB"/>
    <w:rsid w:val="002441F7"/>
    <w:rsid w:val="00250D46"/>
    <w:rsid w:val="00250FA3"/>
    <w:rsid w:val="0025323E"/>
    <w:rsid w:val="00262255"/>
    <w:rsid w:val="00266B91"/>
    <w:rsid w:val="002715DA"/>
    <w:rsid w:val="00272836"/>
    <w:rsid w:val="00277350"/>
    <w:rsid w:val="002920CD"/>
    <w:rsid w:val="002928F4"/>
    <w:rsid w:val="00292A2C"/>
    <w:rsid w:val="00293EB5"/>
    <w:rsid w:val="00295715"/>
    <w:rsid w:val="00296BC6"/>
    <w:rsid w:val="00296F2B"/>
    <w:rsid w:val="00297435"/>
    <w:rsid w:val="002A12E5"/>
    <w:rsid w:val="002A4FC4"/>
    <w:rsid w:val="002A5B99"/>
    <w:rsid w:val="002A62E6"/>
    <w:rsid w:val="002A6AF4"/>
    <w:rsid w:val="002B1425"/>
    <w:rsid w:val="002B410C"/>
    <w:rsid w:val="002B65DE"/>
    <w:rsid w:val="002B6610"/>
    <w:rsid w:val="002B7433"/>
    <w:rsid w:val="002B75EA"/>
    <w:rsid w:val="002B7636"/>
    <w:rsid w:val="002C1AF2"/>
    <w:rsid w:val="002C40FC"/>
    <w:rsid w:val="002D0C82"/>
    <w:rsid w:val="002D2A21"/>
    <w:rsid w:val="002D324B"/>
    <w:rsid w:val="002D43F6"/>
    <w:rsid w:val="002D48C8"/>
    <w:rsid w:val="002E1017"/>
    <w:rsid w:val="002E1262"/>
    <w:rsid w:val="002E69E9"/>
    <w:rsid w:val="00303EE6"/>
    <w:rsid w:val="00305115"/>
    <w:rsid w:val="00305CD9"/>
    <w:rsid w:val="00305EE4"/>
    <w:rsid w:val="0030738A"/>
    <w:rsid w:val="0031072A"/>
    <w:rsid w:val="00311486"/>
    <w:rsid w:val="00311765"/>
    <w:rsid w:val="0031287C"/>
    <w:rsid w:val="003129F6"/>
    <w:rsid w:val="00313952"/>
    <w:rsid w:val="003172C8"/>
    <w:rsid w:val="0032172A"/>
    <w:rsid w:val="00322343"/>
    <w:rsid w:val="00322DF6"/>
    <w:rsid w:val="00324258"/>
    <w:rsid w:val="00334276"/>
    <w:rsid w:val="00334DA5"/>
    <w:rsid w:val="003406D7"/>
    <w:rsid w:val="00344ECC"/>
    <w:rsid w:val="003503EA"/>
    <w:rsid w:val="0036047D"/>
    <w:rsid w:val="00361EC6"/>
    <w:rsid w:val="00364A23"/>
    <w:rsid w:val="00365628"/>
    <w:rsid w:val="00366F42"/>
    <w:rsid w:val="003701AF"/>
    <w:rsid w:val="00375044"/>
    <w:rsid w:val="00384BFA"/>
    <w:rsid w:val="00386969"/>
    <w:rsid w:val="00386E9D"/>
    <w:rsid w:val="0039071C"/>
    <w:rsid w:val="003A0166"/>
    <w:rsid w:val="003A1230"/>
    <w:rsid w:val="003B07DA"/>
    <w:rsid w:val="003B2EC4"/>
    <w:rsid w:val="003B3F66"/>
    <w:rsid w:val="003B67E5"/>
    <w:rsid w:val="003B69F5"/>
    <w:rsid w:val="003C4000"/>
    <w:rsid w:val="003D1718"/>
    <w:rsid w:val="003D40A6"/>
    <w:rsid w:val="003D4B8F"/>
    <w:rsid w:val="003D7791"/>
    <w:rsid w:val="003E036A"/>
    <w:rsid w:val="003E42E6"/>
    <w:rsid w:val="003F371E"/>
    <w:rsid w:val="003F4EE3"/>
    <w:rsid w:val="003F5A90"/>
    <w:rsid w:val="003F7343"/>
    <w:rsid w:val="00401D44"/>
    <w:rsid w:val="00406ECE"/>
    <w:rsid w:val="00407A4F"/>
    <w:rsid w:val="00407E98"/>
    <w:rsid w:val="00411779"/>
    <w:rsid w:val="004126A9"/>
    <w:rsid w:val="00413FBF"/>
    <w:rsid w:val="00416F02"/>
    <w:rsid w:val="004204E8"/>
    <w:rsid w:val="00421A18"/>
    <w:rsid w:val="00422B6D"/>
    <w:rsid w:val="00425DDE"/>
    <w:rsid w:val="00427910"/>
    <w:rsid w:val="00427E48"/>
    <w:rsid w:val="00430586"/>
    <w:rsid w:val="00430B79"/>
    <w:rsid w:val="004311FD"/>
    <w:rsid w:val="00431D9B"/>
    <w:rsid w:val="00435165"/>
    <w:rsid w:val="00444024"/>
    <w:rsid w:val="004476C8"/>
    <w:rsid w:val="00447893"/>
    <w:rsid w:val="00450602"/>
    <w:rsid w:val="00452927"/>
    <w:rsid w:val="00452CC2"/>
    <w:rsid w:val="0045493F"/>
    <w:rsid w:val="0045505D"/>
    <w:rsid w:val="00456727"/>
    <w:rsid w:val="00460679"/>
    <w:rsid w:val="00462B96"/>
    <w:rsid w:val="00464D4A"/>
    <w:rsid w:val="004670BB"/>
    <w:rsid w:val="00470EDD"/>
    <w:rsid w:val="00473F6F"/>
    <w:rsid w:val="00475CF5"/>
    <w:rsid w:val="0048094B"/>
    <w:rsid w:val="004852DC"/>
    <w:rsid w:val="0049339A"/>
    <w:rsid w:val="00493A4F"/>
    <w:rsid w:val="004941F3"/>
    <w:rsid w:val="00496DF2"/>
    <w:rsid w:val="004A057C"/>
    <w:rsid w:val="004A13EC"/>
    <w:rsid w:val="004A30CD"/>
    <w:rsid w:val="004A4106"/>
    <w:rsid w:val="004A42EF"/>
    <w:rsid w:val="004A4809"/>
    <w:rsid w:val="004A5B97"/>
    <w:rsid w:val="004A65AA"/>
    <w:rsid w:val="004B2416"/>
    <w:rsid w:val="004B2496"/>
    <w:rsid w:val="004B306D"/>
    <w:rsid w:val="004B3F7A"/>
    <w:rsid w:val="004B54DD"/>
    <w:rsid w:val="004B7B39"/>
    <w:rsid w:val="004C0005"/>
    <w:rsid w:val="004C05E5"/>
    <w:rsid w:val="004C1B44"/>
    <w:rsid w:val="004C52DF"/>
    <w:rsid w:val="004D1F8A"/>
    <w:rsid w:val="004D3875"/>
    <w:rsid w:val="004D488F"/>
    <w:rsid w:val="004D6902"/>
    <w:rsid w:val="004E0255"/>
    <w:rsid w:val="004E12C0"/>
    <w:rsid w:val="004E3823"/>
    <w:rsid w:val="004F1AB1"/>
    <w:rsid w:val="004F2E84"/>
    <w:rsid w:val="004F3326"/>
    <w:rsid w:val="004F6441"/>
    <w:rsid w:val="004F6CC3"/>
    <w:rsid w:val="0050371C"/>
    <w:rsid w:val="00505990"/>
    <w:rsid w:val="00511655"/>
    <w:rsid w:val="00511BE9"/>
    <w:rsid w:val="005120FE"/>
    <w:rsid w:val="00512184"/>
    <w:rsid w:val="00513BCC"/>
    <w:rsid w:val="00515456"/>
    <w:rsid w:val="00520DAC"/>
    <w:rsid w:val="00521928"/>
    <w:rsid w:val="00521C62"/>
    <w:rsid w:val="00523514"/>
    <w:rsid w:val="00525C97"/>
    <w:rsid w:val="00526F61"/>
    <w:rsid w:val="00527064"/>
    <w:rsid w:val="00527B5A"/>
    <w:rsid w:val="00533167"/>
    <w:rsid w:val="00533C94"/>
    <w:rsid w:val="0053514A"/>
    <w:rsid w:val="00535F9D"/>
    <w:rsid w:val="005374DD"/>
    <w:rsid w:val="00542AB3"/>
    <w:rsid w:val="00542B77"/>
    <w:rsid w:val="00542E01"/>
    <w:rsid w:val="00543C7F"/>
    <w:rsid w:val="00544F02"/>
    <w:rsid w:val="00545BC3"/>
    <w:rsid w:val="00546541"/>
    <w:rsid w:val="005503F8"/>
    <w:rsid w:val="00550CB4"/>
    <w:rsid w:val="00550FDA"/>
    <w:rsid w:val="00551AEA"/>
    <w:rsid w:val="00552A59"/>
    <w:rsid w:val="00552EB6"/>
    <w:rsid w:val="0055561E"/>
    <w:rsid w:val="00557331"/>
    <w:rsid w:val="005601CB"/>
    <w:rsid w:val="00560AF4"/>
    <w:rsid w:val="0057038A"/>
    <w:rsid w:val="0057141B"/>
    <w:rsid w:val="005739C7"/>
    <w:rsid w:val="00575B77"/>
    <w:rsid w:val="00577881"/>
    <w:rsid w:val="005801F5"/>
    <w:rsid w:val="00580E28"/>
    <w:rsid w:val="00586CE6"/>
    <w:rsid w:val="0058792B"/>
    <w:rsid w:val="005909E4"/>
    <w:rsid w:val="00593364"/>
    <w:rsid w:val="00595670"/>
    <w:rsid w:val="00596166"/>
    <w:rsid w:val="00597CE5"/>
    <w:rsid w:val="005B1149"/>
    <w:rsid w:val="005B3098"/>
    <w:rsid w:val="005B378D"/>
    <w:rsid w:val="005B5703"/>
    <w:rsid w:val="005C0DA7"/>
    <w:rsid w:val="005C22F9"/>
    <w:rsid w:val="005C2A0F"/>
    <w:rsid w:val="005C44D6"/>
    <w:rsid w:val="005C5E2E"/>
    <w:rsid w:val="005C7617"/>
    <w:rsid w:val="005D0D45"/>
    <w:rsid w:val="005D1A83"/>
    <w:rsid w:val="005D3D7C"/>
    <w:rsid w:val="005D7B3D"/>
    <w:rsid w:val="005E3D2C"/>
    <w:rsid w:val="005E4EE8"/>
    <w:rsid w:val="005E63D8"/>
    <w:rsid w:val="005F11F5"/>
    <w:rsid w:val="005F14A6"/>
    <w:rsid w:val="005F3264"/>
    <w:rsid w:val="005F6B15"/>
    <w:rsid w:val="00603F20"/>
    <w:rsid w:val="00604504"/>
    <w:rsid w:val="00604F53"/>
    <w:rsid w:val="0060645C"/>
    <w:rsid w:val="00606CCA"/>
    <w:rsid w:val="0061223B"/>
    <w:rsid w:val="00612E7E"/>
    <w:rsid w:val="00614B51"/>
    <w:rsid w:val="00617A50"/>
    <w:rsid w:val="00620834"/>
    <w:rsid w:val="006211BE"/>
    <w:rsid w:val="0063033E"/>
    <w:rsid w:val="00630CA7"/>
    <w:rsid w:val="0063103D"/>
    <w:rsid w:val="0063275C"/>
    <w:rsid w:val="0063329E"/>
    <w:rsid w:val="00634BC3"/>
    <w:rsid w:val="00636BD8"/>
    <w:rsid w:val="00640081"/>
    <w:rsid w:val="0064173F"/>
    <w:rsid w:val="006425F9"/>
    <w:rsid w:val="00642907"/>
    <w:rsid w:val="00647F1E"/>
    <w:rsid w:val="00650362"/>
    <w:rsid w:val="006546D6"/>
    <w:rsid w:val="00657122"/>
    <w:rsid w:val="00657298"/>
    <w:rsid w:val="006577AF"/>
    <w:rsid w:val="00661E03"/>
    <w:rsid w:val="006620FC"/>
    <w:rsid w:val="006629A8"/>
    <w:rsid w:val="006639B4"/>
    <w:rsid w:val="00664741"/>
    <w:rsid w:val="00665A50"/>
    <w:rsid w:val="00665DA1"/>
    <w:rsid w:val="006714B2"/>
    <w:rsid w:val="00677439"/>
    <w:rsid w:val="006805D2"/>
    <w:rsid w:val="00681584"/>
    <w:rsid w:val="00682D04"/>
    <w:rsid w:val="006832B7"/>
    <w:rsid w:val="00691E44"/>
    <w:rsid w:val="00693E64"/>
    <w:rsid w:val="00694CE9"/>
    <w:rsid w:val="00695183"/>
    <w:rsid w:val="00695511"/>
    <w:rsid w:val="00696CCA"/>
    <w:rsid w:val="00697B2F"/>
    <w:rsid w:val="00697ECC"/>
    <w:rsid w:val="006A29CD"/>
    <w:rsid w:val="006A3CF1"/>
    <w:rsid w:val="006A53E5"/>
    <w:rsid w:val="006A6520"/>
    <w:rsid w:val="006A7126"/>
    <w:rsid w:val="006B1ED8"/>
    <w:rsid w:val="006B26C1"/>
    <w:rsid w:val="006B5179"/>
    <w:rsid w:val="006B5528"/>
    <w:rsid w:val="006B73F9"/>
    <w:rsid w:val="006C018E"/>
    <w:rsid w:val="006C17C4"/>
    <w:rsid w:val="006C1F96"/>
    <w:rsid w:val="006C61CE"/>
    <w:rsid w:val="006C79B1"/>
    <w:rsid w:val="006D1ADA"/>
    <w:rsid w:val="006D4D61"/>
    <w:rsid w:val="006D59E9"/>
    <w:rsid w:val="006D70BC"/>
    <w:rsid w:val="006D74E1"/>
    <w:rsid w:val="006E3C6F"/>
    <w:rsid w:val="006F4E04"/>
    <w:rsid w:val="00700969"/>
    <w:rsid w:val="00703762"/>
    <w:rsid w:val="0070403A"/>
    <w:rsid w:val="00706EC9"/>
    <w:rsid w:val="00707DAE"/>
    <w:rsid w:val="007113DE"/>
    <w:rsid w:val="00712158"/>
    <w:rsid w:val="00712472"/>
    <w:rsid w:val="00712E9E"/>
    <w:rsid w:val="00715B95"/>
    <w:rsid w:val="00716C21"/>
    <w:rsid w:val="00721B54"/>
    <w:rsid w:val="00722048"/>
    <w:rsid w:val="00722951"/>
    <w:rsid w:val="007249D4"/>
    <w:rsid w:val="00727458"/>
    <w:rsid w:val="00727F09"/>
    <w:rsid w:val="007328EB"/>
    <w:rsid w:val="0073332B"/>
    <w:rsid w:val="00734D3A"/>
    <w:rsid w:val="00734E20"/>
    <w:rsid w:val="0073748D"/>
    <w:rsid w:val="00737B43"/>
    <w:rsid w:val="00741708"/>
    <w:rsid w:val="00743B00"/>
    <w:rsid w:val="00746267"/>
    <w:rsid w:val="007477A7"/>
    <w:rsid w:val="00750296"/>
    <w:rsid w:val="00751DB8"/>
    <w:rsid w:val="007610B0"/>
    <w:rsid w:val="00761EFA"/>
    <w:rsid w:val="00762558"/>
    <w:rsid w:val="007639C2"/>
    <w:rsid w:val="00764CC6"/>
    <w:rsid w:val="00765720"/>
    <w:rsid w:val="00765FE7"/>
    <w:rsid w:val="00767E5B"/>
    <w:rsid w:val="007712A4"/>
    <w:rsid w:val="007760FA"/>
    <w:rsid w:val="00782F88"/>
    <w:rsid w:val="00783ADF"/>
    <w:rsid w:val="00783B61"/>
    <w:rsid w:val="00785248"/>
    <w:rsid w:val="007859E4"/>
    <w:rsid w:val="00786FD9"/>
    <w:rsid w:val="00787AAE"/>
    <w:rsid w:val="007903DD"/>
    <w:rsid w:val="007A4C9B"/>
    <w:rsid w:val="007A6D04"/>
    <w:rsid w:val="007A6EA3"/>
    <w:rsid w:val="007B01D7"/>
    <w:rsid w:val="007C15CF"/>
    <w:rsid w:val="007C1F96"/>
    <w:rsid w:val="007C21A1"/>
    <w:rsid w:val="007C5404"/>
    <w:rsid w:val="007C5E05"/>
    <w:rsid w:val="007C7B29"/>
    <w:rsid w:val="007D127F"/>
    <w:rsid w:val="007D2089"/>
    <w:rsid w:val="007D49EB"/>
    <w:rsid w:val="007D7331"/>
    <w:rsid w:val="007E15F4"/>
    <w:rsid w:val="007E3116"/>
    <w:rsid w:val="007E7BCC"/>
    <w:rsid w:val="007F08E0"/>
    <w:rsid w:val="007F13D0"/>
    <w:rsid w:val="007F51B1"/>
    <w:rsid w:val="007F7C0A"/>
    <w:rsid w:val="00801DE7"/>
    <w:rsid w:val="00805968"/>
    <w:rsid w:val="00807960"/>
    <w:rsid w:val="0081039A"/>
    <w:rsid w:val="0081114E"/>
    <w:rsid w:val="00811157"/>
    <w:rsid w:val="008124A2"/>
    <w:rsid w:val="00812850"/>
    <w:rsid w:val="00812B8B"/>
    <w:rsid w:val="008146EF"/>
    <w:rsid w:val="00814CF2"/>
    <w:rsid w:val="00814EC0"/>
    <w:rsid w:val="00820FEF"/>
    <w:rsid w:val="00821042"/>
    <w:rsid w:val="008210EF"/>
    <w:rsid w:val="008222AA"/>
    <w:rsid w:val="00823538"/>
    <w:rsid w:val="00824401"/>
    <w:rsid w:val="0082776D"/>
    <w:rsid w:val="00831F5A"/>
    <w:rsid w:val="00834BA8"/>
    <w:rsid w:val="008355BA"/>
    <w:rsid w:val="00840D6E"/>
    <w:rsid w:val="00841A20"/>
    <w:rsid w:val="00841D16"/>
    <w:rsid w:val="0084568F"/>
    <w:rsid w:val="008503AE"/>
    <w:rsid w:val="008540EC"/>
    <w:rsid w:val="00855260"/>
    <w:rsid w:val="00857A71"/>
    <w:rsid w:val="00857D17"/>
    <w:rsid w:val="00860DBA"/>
    <w:rsid w:val="00862446"/>
    <w:rsid w:val="0086355B"/>
    <w:rsid w:val="00863B2F"/>
    <w:rsid w:val="00864D93"/>
    <w:rsid w:val="00865710"/>
    <w:rsid w:val="00872F2C"/>
    <w:rsid w:val="008743FD"/>
    <w:rsid w:val="00876CF2"/>
    <w:rsid w:val="00876FC5"/>
    <w:rsid w:val="00877592"/>
    <w:rsid w:val="00881F74"/>
    <w:rsid w:val="00893105"/>
    <w:rsid w:val="008934EE"/>
    <w:rsid w:val="0089577D"/>
    <w:rsid w:val="00897C66"/>
    <w:rsid w:val="008A070C"/>
    <w:rsid w:val="008B0564"/>
    <w:rsid w:val="008B2FB9"/>
    <w:rsid w:val="008B49BD"/>
    <w:rsid w:val="008B5918"/>
    <w:rsid w:val="008B5FEF"/>
    <w:rsid w:val="008C513A"/>
    <w:rsid w:val="008C5565"/>
    <w:rsid w:val="008C6B25"/>
    <w:rsid w:val="008C6C75"/>
    <w:rsid w:val="008E024D"/>
    <w:rsid w:val="008E0F0B"/>
    <w:rsid w:val="008E13A4"/>
    <w:rsid w:val="008F0592"/>
    <w:rsid w:val="008F13F7"/>
    <w:rsid w:val="008F1652"/>
    <w:rsid w:val="008F17CA"/>
    <w:rsid w:val="008F1F6F"/>
    <w:rsid w:val="008F3565"/>
    <w:rsid w:val="008F67F9"/>
    <w:rsid w:val="00901805"/>
    <w:rsid w:val="00903D33"/>
    <w:rsid w:val="00906869"/>
    <w:rsid w:val="00906996"/>
    <w:rsid w:val="0091029E"/>
    <w:rsid w:val="00920463"/>
    <w:rsid w:val="00920C5E"/>
    <w:rsid w:val="0092154D"/>
    <w:rsid w:val="00924821"/>
    <w:rsid w:val="009274D3"/>
    <w:rsid w:val="00931DC0"/>
    <w:rsid w:val="0093782D"/>
    <w:rsid w:val="00937E51"/>
    <w:rsid w:val="00940901"/>
    <w:rsid w:val="00954791"/>
    <w:rsid w:val="009578DC"/>
    <w:rsid w:val="00957D72"/>
    <w:rsid w:val="009608BE"/>
    <w:rsid w:val="009633F9"/>
    <w:rsid w:val="00967AAD"/>
    <w:rsid w:val="00967CC7"/>
    <w:rsid w:val="009706EC"/>
    <w:rsid w:val="0097157C"/>
    <w:rsid w:val="009734A7"/>
    <w:rsid w:val="0098234E"/>
    <w:rsid w:val="00983795"/>
    <w:rsid w:val="009837CF"/>
    <w:rsid w:val="00983B75"/>
    <w:rsid w:val="009919ED"/>
    <w:rsid w:val="009938D3"/>
    <w:rsid w:val="00993AC5"/>
    <w:rsid w:val="009953A6"/>
    <w:rsid w:val="0099562E"/>
    <w:rsid w:val="00997099"/>
    <w:rsid w:val="0099750B"/>
    <w:rsid w:val="009A1D5B"/>
    <w:rsid w:val="009A25A8"/>
    <w:rsid w:val="009A66D8"/>
    <w:rsid w:val="009B050C"/>
    <w:rsid w:val="009B05C9"/>
    <w:rsid w:val="009B3D5C"/>
    <w:rsid w:val="009C0175"/>
    <w:rsid w:val="009C179E"/>
    <w:rsid w:val="009C4FEA"/>
    <w:rsid w:val="009C60D1"/>
    <w:rsid w:val="009C6945"/>
    <w:rsid w:val="009D0D2A"/>
    <w:rsid w:val="009E13C0"/>
    <w:rsid w:val="009E1D00"/>
    <w:rsid w:val="009E1F50"/>
    <w:rsid w:val="009E2B8C"/>
    <w:rsid w:val="009E4014"/>
    <w:rsid w:val="009E7068"/>
    <w:rsid w:val="009E7854"/>
    <w:rsid w:val="009F23B0"/>
    <w:rsid w:val="009F5FAB"/>
    <w:rsid w:val="009F7B6A"/>
    <w:rsid w:val="009F7E40"/>
    <w:rsid w:val="00A044B8"/>
    <w:rsid w:val="00A046FE"/>
    <w:rsid w:val="00A1178C"/>
    <w:rsid w:val="00A1265E"/>
    <w:rsid w:val="00A13B7B"/>
    <w:rsid w:val="00A149DB"/>
    <w:rsid w:val="00A300D5"/>
    <w:rsid w:val="00A340E6"/>
    <w:rsid w:val="00A35235"/>
    <w:rsid w:val="00A3751F"/>
    <w:rsid w:val="00A413A2"/>
    <w:rsid w:val="00A42A2F"/>
    <w:rsid w:val="00A430AA"/>
    <w:rsid w:val="00A443EC"/>
    <w:rsid w:val="00A470F6"/>
    <w:rsid w:val="00A474A9"/>
    <w:rsid w:val="00A5127F"/>
    <w:rsid w:val="00A52CA3"/>
    <w:rsid w:val="00A53559"/>
    <w:rsid w:val="00A54C79"/>
    <w:rsid w:val="00A57351"/>
    <w:rsid w:val="00A57950"/>
    <w:rsid w:val="00A617EC"/>
    <w:rsid w:val="00A62408"/>
    <w:rsid w:val="00A6274B"/>
    <w:rsid w:val="00A62B55"/>
    <w:rsid w:val="00A630A5"/>
    <w:rsid w:val="00A64247"/>
    <w:rsid w:val="00A64B2F"/>
    <w:rsid w:val="00A6508E"/>
    <w:rsid w:val="00A66755"/>
    <w:rsid w:val="00A667A6"/>
    <w:rsid w:val="00A71F9C"/>
    <w:rsid w:val="00A73283"/>
    <w:rsid w:val="00A73B3D"/>
    <w:rsid w:val="00A73F62"/>
    <w:rsid w:val="00A745E9"/>
    <w:rsid w:val="00A76046"/>
    <w:rsid w:val="00A76065"/>
    <w:rsid w:val="00A76615"/>
    <w:rsid w:val="00A7735A"/>
    <w:rsid w:val="00A77C68"/>
    <w:rsid w:val="00A8019B"/>
    <w:rsid w:val="00A80766"/>
    <w:rsid w:val="00A81407"/>
    <w:rsid w:val="00A81BDA"/>
    <w:rsid w:val="00A826B2"/>
    <w:rsid w:val="00A8474C"/>
    <w:rsid w:val="00A84D27"/>
    <w:rsid w:val="00A90883"/>
    <w:rsid w:val="00A90B36"/>
    <w:rsid w:val="00A91C37"/>
    <w:rsid w:val="00A9282C"/>
    <w:rsid w:val="00A9317E"/>
    <w:rsid w:val="00A94C7F"/>
    <w:rsid w:val="00AA0F09"/>
    <w:rsid w:val="00AA6463"/>
    <w:rsid w:val="00AB083B"/>
    <w:rsid w:val="00AB0E86"/>
    <w:rsid w:val="00AB4682"/>
    <w:rsid w:val="00AC3C1D"/>
    <w:rsid w:val="00AD6881"/>
    <w:rsid w:val="00AE6FE7"/>
    <w:rsid w:val="00AE748F"/>
    <w:rsid w:val="00AE7FF4"/>
    <w:rsid w:val="00AF36F6"/>
    <w:rsid w:val="00AF3B4E"/>
    <w:rsid w:val="00AF6D4C"/>
    <w:rsid w:val="00AF7A44"/>
    <w:rsid w:val="00B02E15"/>
    <w:rsid w:val="00B0476E"/>
    <w:rsid w:val="00B04DAD"/>
    <w:rsid w:val="00B05330"/>
    <w:rsid w:val="00B07723"/>
    <w:rsid w:val="00B12C72"/>
    <w:rsid w:val="00B14193"/>
    <w:rsid w:val="00B171A3"/>
    <w:rsid w:val="00B21F71"/>
    <w:rsid w:val="00B225D2"/>
    <w:rsid w:val="00B227E4"/>
    <w:rsid w:val="00B334A0"/>
    <w:rsid w:val="00B3362A"/>
    <w:rsid w:val="00B36955"/>
    <w:rsid w:val="00B36B19"/>
    <w:rsid w:val="00B4255B"/>
    <w:rsid w:val="00B45C55"/>
    <w:rsid w:val="00B46C47"/>
    <w:rsid w:val="00B475AB"/>
    <w:rsid w:val="00B54583"/>
    <w:rsid w:val="00B56645"/>
    <w:rsid w:val="00B56FC8"/>
    <w:rsid w:val="00B5710E"/>
    <w:rsid w:val="00B571F2"/>
    <w:rsid w:val="00B602E5"/>
    <w:rsid w:val="00B6082E"/>
    <w:rsid w:val="00B61DCA"/>
    <w:rsid w:val="00B6372A"/>
    <w:rsid w:val="00B726D8"/>
    <w:rsid w:val="00B72E03"/>
    <w:rsid w:val="00B74A1E"/>
    <w:rsid w:val="00B755FC"/>
    <w:rsid w:val="00B82E4C"/>
    <w:rsid w:val="00B8675C"/>
    <w:rsid w:val="00B86996"/>
    <w:rsid w:val="00B86F65"/>
    <w:rsid w:val="00B912EF"/>
    <w:rsid w:val="00B916AE"/>
    <w:rsid w:val="00B93D56"/>
    <w:rsid w:val="00B95AFA"/>
    <w:rsid w:val="00BA166F"/>
    <w:rsid w:val="00BA1B74"/>
    <w:rsid w:val="00BA7560"/>
    <w:rsid w:val="00BB0249"/>
    <w:rsid w:val="00BB38CE"/>
    <w:rsid w:val="00BB3A89"/>
    <w:rsid w:val="00BB4A46"/>
    <w:rsid w:val="00BB78C5"/>
    <w:rsid w:val="00BB7DB2"/>
    <w:rsid w:val="00BC29CD"/>
    <w:rsid w:val="00BC3098"/>
    <w:rsid w:val="00BC42BC"/>
    <w:rsid w:val="00BC4C24"/>
    <w:rsid w:val="00BC541B"/>
    <w:rsid w:val="00BD04E2"/>
    <w:rsid w:val="00BD253A"/>
    <w:rsid w:val="00BD35B5"/>
    <w:rsid w:val="00BD3802"/>
    <w:rsid w:val="00BD5470"/>
    <w:rsid w:val="00BE0B0A"/>
    <w:rsid w:val="00BE0FE6"/>
    <w:rsid w:val="00BE13A9"/>
    <w:rsid w:val="00BE3137"/>
    <w:rsid w:val="00BE4B4F"/>
    <w:rsid w:val="00BE57E5"/>
    <w:rsid w:val="00BE74BE"/>
    <w:rsid w:val="00BF0EA8"/>
    <w:rsid w:val="00BF32F6"/>
    <w:rsid w:val="00BF3C94"/>
    <w:rsid w:val="00BF444F"/>
    <w:rsid w:val="00BF47BE"/>
    <w:rsid w:val="00BF7797"/>
    <w:rsid w:val="00BF7D62"/>
    <w:rsid w:val="00C036EA"/>
    <w:rsid w:val="00C04407"/>
    <w:rsid w:val="00C04636"/>
    <w:rsid w:val="00C057DF"/>
    <w:rsid w:val="00C05FF3"/>
    <w:rsid w:val="00C0604D"/>
    <w:rsid w:val="00C0614E"/>
    <w:rsid w:val="00C07298"/>
    <w:rsid w:val="00C120A9"/>
    <w:rsid w:val="00C1450C"/>
    <w:rsid w:val="00C1654D"/>
    <w:rsid w:val="00C1704F"/>
    <w:rsid w:val="00C22191"/>
    <w:rsid w:val="00C223C0"/>
    <w:rsid w:val="00C22FAB"/>
    <w:rsid w:val="00C23860"/>
    <w:rsid w:val="00C2457F"/>
    <w:rsid w:val="00C30B06"/>
    <w:rsid w:val="00C31DDF"/>
    <w:rsid w:val="00C35AB2"/>
    <w:rsid w:val="00C35B7A"/>
    <w:rsid w:val="00C36001"/>
    <w:rsid w:val="00C41271"/>
    <w:rsid w:val="00C41770"/>
    <w:rsid w:val="00C453CF"/>
    <w:rsid w:val="00C45C7B"/>
    <w:rsid w:val="00C463B7"/>
    <w:rsid w:val="00C46D3B"/>
    <w:rsid w:val="00C46EE2"/>
    <w:rsid w:val="00C4746D"/>
    <w:rsid w:val="00C51492"/>
    <w:rsid w:val="00C52134"/>
    <w:rsid w:val="00C53F49"/>
    <w:rsid w:val="00C55FC0"/>
    <w:rsid w:val="00C565AD"/>
    <w:rsid w:val="00C57E0C"/>
    <w:rsid w:val="00C6050C"/>
    <w:rsid w:val="00C62C2C"/>
    <w:rsid w:val="00C67D49"/>
    <w:rsid w:val="00C71D2C"/>
    <w:rsid w:val="00C7276E"/>
    <w:rsid w:val="00C75DC8"/>
    <w:rsid w:val="00C75E47"/>
    <w:rsid w:val="00C76D09"/>
    <w:rsid w:val="00C80358"/>
    <w:rsid w:val="00C83F51"/>
    <w:rsid w:val="00C858EB"/>
    <w:rsid w:val="00C869C3"/>
    <w:rsid w:val="00C93A6C"/>
    <w:rsid w:val="00C94555"/>
    <w:rsid w:val="00C948EC"/>
    <w:rsid w:val="00CA0442"/>
    <w:rsid w:val="00CA1391"/>
    <w:rsid w:val="00CA15BD"/>
    <w:rsid w:val="00CA1B9C"/>
    <w:rsid w:val="00CA4854"/>
    <w:rsid w:val="00CA51D0"/>
    <w:rsid w:val="00CA56FC"/>
    <w:rsid w:val="00CA5C79"/>
    <w:rsid w:val="00CA6E18"/>
    <w:rsid w:val="00CB1A45"/>
    <w:rsid w:val="00CB519E"/>
    <w:rsid w:val="00CB5221"/>
    <w:rsid w:val="00CB5EDD"/>
    <w:rsid w:val="00CB6F9E"/>
    <w:rsid w:val="00CB72D3"/>
    <w:rsid w:val="00CB765A"/>
    <w:rsid w:val="00CC13CF"/>
    <w:rsid w:val="00CC6D0B"/>
    <w:rsid w:val="00CD13A8"/>
    <w:rsid w:val="00CD19A2"/>
    <w:rsid w:val="00CD2869"/>
    <w:rsid w:val="00CD40C8"/>
    <w:rsid w:val="00CD5444"/>
    <w:rsid w:val="00CD5E1C"/>
    <w:rsid w:val="00CD6863"/>
    <w:rsid w:val="00CD73B4"/>
    <w:rsid w:val="00CD77F8"/>
    <w:rsid w:val="00CE53F6"/>
    <w:rsid w:val="00CF182C"/>
    <w:rsid w:val="00CF222F"/>
    <w:rsid w:val="00CF4CFA"/>
    <w:rsid w:val="00CF5CAF"/>
    <w:rsid w:val="00CF6B83"/>
    <w:rsid w:val="00D0375C"/>
    <w:rsid w:val="00D04E5F"/>
    <w:rsid w:val="00D05AC4"/>
    <w:rsid w:val="00D10424"/>
    <w:rsid w:val="00D12D4E"/>
    <w:rsid w:val="00D149F9"/>
    <w:rsid w:val="00D16417"/>
    <w:rsid w:val="00D176D0"/>
    <w:rsid w:val="00D21C0F"/>
    <w:rsid w:val="00D222F3"/>
    <w:rsid w:val="00D26E1D"/>
    <w:rsid w:val="00D33B10"/>
    <w:rsid w:val="00D347D4"/>
    <w:rsid w:val="00D3569B"/>
    <w:rsid w:val="00D37216"/>
    <w:rsid w:val="00D408EF"/>
    <w:rsid w:val="00D41EB0"/>
    <w:rsid w:val="00D42594"/>
    <w:rsid w:val="00D42D00"/>
    <w:rsid w:val="00D42D2F"/>
    <w:rsid w:val="00D44CCF"/>
    <w:rsid w:val="00D44DD9"/>
    <w:rsid w:val="00D45179"/>
    <w:rsid w:val="00D50177"/>
    <w:rsid w:val="00D52C10"/>
    <w:rsid w:val="00D53FF9"/>
    <w:rsid w:val="00D5481D"/>
    <w:rsid w:val="00D60533"/>
    <w:rsid w:val="00D61E20"/>
    <w:rsid w:val="00D636FA"/>
    <w:rsid w:val="00D63C93"/>
    <w:rsid w:val="00D659A5"/>
    <w:rsid w:val="00D7214C"/>
    <w:rsid w:val="00D74674"/>
    <w:rsid w:val="00D7617A"/>
    <w:rsid w:val="00D76661"/>
    <w:rsid w:val="00D8189F"/>
    <w:rsid w:val="00D86AAA"/>
    <w:rsid w:val="00D9267A"/>
    <w:rsid w:val="00D947A4"/>
    <w:rsid w:val="00D9539D"/>
    <w:rsid w:val="00D95977"/>
    <w:rsid w:val="00D972CD"/>
    <w:rsid w:val="00DA1594"/>
    <w:rsid w:val="00DA1D78"/>
    <w:rsid w:val="00DB01D2"/>
    <w:rsid w:val="00DB24EF"/>
    <w:rsid w:val="00DB2802"/>
    <w:rsid w:val="00DB2E20"/>
    <w:rsid w:val="00DB35E4"/>
    <w:rsid w:val="00DB4635"/>
    <w:rsid w:val="00DB4B71"/>
    <w:rsid w:val="00DB7216"/>
    <w:rsid w:val="00DC3181"/>
    <w:rsid w:val="00DC45D2"/>
    <w:rsid w:val="00DC7510"/>
    <w:rsid w:val="00DD1B31"/>
    <w:rsid w:val="00DD57CF"/>
    <w:rsid w:val="00DD57EB"/>
    <w:rsid w:val="00DE1B54"/>
    <w:rsid w:val="00DE6BCD"/>
    <w:rsid w:val="00DE6C43"/>
    <w:rsid w:val="00DF0FC3"/>
    <w:rsid w:val="00DF6386"/>
    <w:rsid w:val="00DF68D4"/>
    <w:rsid w:val="00E04D69"/>
    <w:rsid w:val="00E054A5"/>
    <w:rsid w:val="00E11256"/>
    <w:rsid w:val="00E11907"/>
    <w:rsid w:val="00E12E1D"/>
    <w:rsid w:val="00E147A6"/>
    <w:rsid w:val="00E14F51"/>
    <w:rsid w:val="00E1615F"/>
    <w:rsid w:val="00E24734"/>
    <w:rsid w:val="00E24DB4"/>
    <w:rsid w:val="00E252AD"/>
    <w:rsid w:val="00E259DB"/>
    <w:rsid w:val="00E25A9B"/>
    <w:rsid w:val="00E27F52"/>
    <w:rsid w:val="00E30080"/>
    <w:rsid w:val="00E345E4"/>
    <w:rsid w:val="00E362F5"/>
    <w:rsid w:val="00E36FCB"/>
    <w:rsid w:val="00E42DA6"/>
    <w:rsid w:val="00E45398"/>
    <w:rsid w:val="00E46252"/>
    <w:rsid w:val="00E5480D"/>
    <w:rsid w:val="00E55E9D"/>
    <w:rsid w:val="00E65F2D"/>
    <w:rsid w:val="00E715C4"/>
    <w:rsid w:val="00E74B9B"/>
    <w:rsid w:val="00E76544"/>
    <w:rsid w:val="00E7781C"/>
    <w:rsid w:val="00E77A2D"/>
    <w:rsid w:val="00E81915"/>
    <w:rsid w:val="00E83258"/>
    <w:rsid w:val="00E85B23"/>
    <w:rsid w:val="00E875EB"/>
    <w:rsid w:val="00E93EED"/>
    <w:rsid w:val="00E95A6C"/>
    <w:rsid w:val="00E9613F"/>
    <w:rsid w:val="00E9700D"/>
    <w:rsid w:val="00EA0CE2"/>
    <w:rsid w:val="00EA1917"/>
    <w:rsid w:val="00EA4480"/>
    <w:rsid w:val="00EA6920"/>
    <w:rsid w:val="00EB1812"/>
    <w:rsid w:val="00EB1C95"/>
    <w:rsid w:val="00EB452E"/>
    <w:rsid w:val="00EB533E"/>
    <w:rsid w:val="00EB6C99"/>
    <w:rsid w:val="00EB7939"/>
    <w:rsid w:val="00EC016A"/>
    <w:rsid w:val="00EC36C3"/>
    <w:rsid w:val="00EC4066"/>
    <w:rsid w:val="00EC5C6F"/>
    <w:rsid w:val="00ED4513"/>
    <w:rsid w:val="00ED46E8"/>
    <w:rsid w:val="00ED5EC6"/>
    <w:rsid w:val="00ED62B1"/>
    <w:rsid w:val="00ED7EE5"/>
    <w:rsid w:val="00EE43B7"/>
    <w:rsid w:val="00EE59BC"/>
    <w:rsid w:val="00EE60C1"/>
    <w:rsid w:val="00EE669E"/>
    <w:rsid w:val="00EE7001"/>
    <w:rsid w:val="00EF02F1"/>
    <w:rsid w:val="00EF2DB7"/>
    <w:rsid w:val="00EF35F3"/>
    <w:rsid w:val="00EF369B"/>
    <w:rsid w:val="00EF376F"/>
    <w:rsid w:val="00EF42E8"/>
    <w:rsid w:val="00EF699F"/>
    <w:rsid w:val="00EF6EDA"/>
    <w:rsid w:val="00EF74CF"/>
    <w:rsid w:val="00F003FE"/>
    <w:rsid w:val="00F00E39"/>
    <w:rsid w:val="00F01004"/>
    <w:rsid w:val="00F02D16"/>
    <w:rsid w:val="00F0357E"/>
    <w:rsid w:val="00F04773"/>
    <w:rsid w:val="00F062D1"/>
    <w:rsid w:val="00F06B2A"/>
    <w:rsid w:val="00F1177E"/>
    <w:rsid w:val="00F11CB2"/>
    <w:rsid w:val="00F1221B"/>
    <w:rsid w:val="00F14570"/>
    <w:rsid w:val="00F17B1D"/>
    <w:rsid w:val="00F17F8F"/>
    <w:rsid w:val="00F211EE"/>
    <w:rsid w:val="00F316EB"/>
    <w:rsid w:val="00F40E7B"/>
    <w:rsid w:val="00F47C71"/>
    <w:rsid w:val="00F516CB"/>
    <w:rsid w:val="00F52BC9"/>
    <w:rsid w:val="00F53863"/>
    <w:rsid w:val="00F53E7E"/>
    <w:rsid w:val="00F6102A"/>
    <w:rsid w:val="00F61AB8"/>
    <w:rsid w:val="00F61F08"/>
    <w:rsid w:val="00F622CF"/>
    <w:rsid w:val="00F62A87"/>
    <w:rsid w:val="00F62E14"/>
    <w:rsid w:val="00F63921"/>
    <w:rsid w:val="00F64E73"/>
    <w:rsid w:val="00F65B08"/>
    <w:rsid w:val="00F65F35"/>
    <w:rsid w:val="00F6661E"/>
    <w:rsid w:val="00F66825"/>
    <w:rsid w:val="00F67059"/>
    <w:rsid w:val="00F74141"/>
    <w:rsid w:val="00F8149F"/>
    <w:rsid w:val="00F83337"/>
    <w:rsid w:val="00F844CA"/>
    <w:rsid w:val="00F87CA6"/>
    <w:rsid w:val="00F91E6A"/>
    <w:rsid w:val="00F921DB"/>
    <w:rsid w:val="00FA175D"/>
    <w:rsid w:val="00FA178C"/>
    <w:rsid w:val="00FA1DAF"/>
    <w:rsid w:val="00FA2FDB"/>
    <w:rsid w:val="00FA52BF"/>
    <w:rsid w:val="00FA7128"/>
    <w:rsid w:val="00FB1404"/>
    <w:rsid w:val="00FB3EFD"/>
    <w:rsid w:val="00FB487F"/>
    <w:rsid w:val="00FB51F4"/>
    <w:rsid w:val="00FB5B11"/>
    <w:rsid w:val="00FB69BC"/>
    <w:rsid w:val="00FB7861"/>
    <w:rsid w:val="00FC0499"/>
    <w:rsid w:val="00FC2B3D"/>
    <w:rsid w:val="00FC55A0"/>
    <w:rsid w:val="00FD17BA"/>
    <w:rsid w:val="00FD2D4A"/>
    <w:rsid w:val="00FE1746"/>
    <w:rsid w:val="00FE2948"/>
    <w:rsid w:val="00FE6161"/>
    <w:rsid w:val="00FE63AB"/>
    <w:rsid w:val="00FE66AB"/>
    <w:rsid w:val="00FF14B8"/>
    <w:rsid w:val="00FF1D10"/>
    <w:rsid w:val="00FF2C05"/>
    <w:rsid w:val="00FF4842"/>
    <w:rsid w:val="00FF4D5C"/>
    <w:rsid w:val="00FF5F1B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FA6BA0-77D0-4ED5-B747-2496B127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5E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F444F"/>
    <w:pPr>
      <w:keepNext/>
      <w:tabs>
        <w:tab w:val="center" w:pos="2268"/>
      </w:tabs>
      <w:spacing w:after="0" w:line="240" w:lineRule="auto"/>
      <w:ind w:right="141"/>
      <w:jc w:val="both"/>
      <w:outlineLvl w:val="0"/>
    </w:pPr>
    <w:rPr>
      <w:rFonts w:ascii="Times New Roman" w:eastAsia="Times New Roman" w:hAnsi="Times New Roman"/>
      <w:b/>
      <w:bCs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7EC"/>
  </w:style>
  <w:style w:type="paragraph" w:styleId="Footer">
    <w:name w:val="footer"/>
    <w:basedOn w:val="Normal"/>
    <w:link w:val="FooterChar"/>
    <w:uiPriority w:val="99"/>
    <w:unhideWhenUsed/>
    <w:rsid w:val="00A61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7EC"/>
  </w:style>
  <w:style w:type="paragraph" w:styleId="ListParagraph">
    <w:name w:val="List Paragraph"/>
    <w:basedOn w:val="Normal"/>
    <w:link w:val="ListParagraphChar"/>
    <w:uiPriority w:val="34"/>
    <w:qFormat/>
    <w:rsid w:val="007009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C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D3D7C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BF444F"/>
    <w:rPr>
      <w:rFonts w:ascii="Times New Roman" w:eastAsia="Times New Roman" w:hAnsi="Times New Roman"/>
      <w:b/>
      <w:bCs/>
      <w:spacing w:val="-8"/>
      <w:sz w:val="24"/>
      <w:szCs w:val="24"/>
      <w:lang w:val="sr-Cyrl-CS" w:eastAsia="en-US"/>
    </w:rPr>
  </w:style>
  <w:style w:type="paragraph" w:styleId="BodyText">
    <w:name w:val="Body Text"/>
    <w:basedOn w:val="Normal"/>
    <w:link w:val="BodyTextChar"/>
    <w:uiPriority w:val="99"/>
    <w:unhideWhenUsed/>
    <w:rsid w:val="00BF44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F444F"/>
    <w:rPr>
      <w:sz w:val="22"/>
      <w:szCs w:val="22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F444F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BF4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dulos\AppData\Local\Microsoft\Windows\Temporary%20Internet%20Files\Content.Outlook\J8IZGNL3\PD-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PD-013</Template>
  <TotalTime>0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 Abdulovski</dc:creator>
  <cp:lastModifiedBy>Mirjana Crnjak</cp:lastModifiedBy>
  <cp:revision>2</cp:revision>
  <cp:lastPrinted>2020-02-28T11:05:00Z</cp:lastPrinted>
  <dcterms:created xsi:type="dcterms:W3CDTF">2021-06-10T11:47:00Z</dcterms:created>
  <dcterms:modified xsi:type="dcterms:W3CDTF">2021-06-10T11:47:00Z</dcterms:modified>
</cp:coreProperties>
</file>