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69CE81" w14:textId="77777777" w:rsidR="001821F3" w:rsidRPr="00EE59BC" w:rsidRDefault="001821F3" w:rsidP="001821F3">
      <w:pPr>
        <w:pStyle w:val="NoSpacing"/>
        <w:spacing w:line="276" w:lineRule="auto"/>
        <w:rPr>
          <w:rFonts w:ascii="Times New Roman" w:hAnsi="Times New Roman"/>
          <w:noProof/>
          <w:color w:val="FF0000"/>
          <w:sz w:val="24"/>
          <w:szCs w:val="24"/>
          <w:lang w:val="sr-Cyrl-BA"/>
        </w:rPr>
      </w:pPr>
      <w:bookmarkStart w:id="0" w:name="_GoBack"/>
      <w:bookmarkEnd w:id="0"/>
    </w:p>
    <w:p w14:paraId="2F23E5FC" w14:textId="1A7AE8AA" w:rsidR="00903D33" w:rsidRPr="00A474A9" w:rsidRDefault="00223AE2" w:rsidP="001929BF">
      <w:pPr>
        <w:pStyle w:val="NoSpacing"/>
        <w:spacing w:line="276" w:lineRule="auto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903D33" w:rsidRPr="001821F3">
        <w:rPr>
          <w:rFonts w:ascii="Times New Roman" w:hAnsi="Times New Roman"/>
          <w:noProof/>
          <w:sz w:val="24"/>
          <w:szCs w:val="24"/>
          <w:lang w:val="sr-Latn-CS"/>
        </w:rPr>
        <w:t>: 01/3-50-3-3-</w:t>
      </w:r>
      <w:r w:rsidR="00FB7861">
        <w:rPr>
          <w:rFonts w:ascii="Times New Roman" w:hAnsi="Times New Roman"/>
          <w:noProof/>
          <w:sz w:val="24"/>
          <w:szCs w:val="24"/>
          <w:lang w:val="sr-Latn-CS"/>
        </w:rPr>
        <w:t>1</w:t>
      </w:r>
      <w:r w:rsidR="00A00326">
        <w:rPr>
          <w:rFonts w:ascii="Times New Roman" w:hAnsi="Times New Roman"/>
          <w:noProof/>
          <w:sz w:val="24"/>
          <w:szCs w:val="24"/>
          <w:lang w:val="sr-Latn-CS"/>
        </w:rPr>
        <w:t>6</w:t>
      </w:r>
      <w:r w:rsidR="00903D33" w:rsidRPr="00A474A9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/</w:t>
      </w:r>
      <w:r w:rsidR="001D70E1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2</w:t>
      </w:r>
      <w:r w:rsidR="007859E4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1</w:t>
      </w:r>
    </w:p>
    <w:p w14:paraId="0F3ABF97" w14:textId="48AE8C59" w:rsidR="00903D33" w:rsidRPr="00C223C0" w:rsidRDefault="00223AE2" w:rsidP="001929BF">
      <w:pPr>
        <w:pStyle w:val="NoSpacing"/>
        <w:spacing w:line="276" w:lineRule="auto"/>
        <w:rPr>
          <w:rFonts w:ascii="Times New Roman" w:hAnsi="Times New Roman"/>
          <w:noProof/>
          <w:color w:val="FF0000"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Sarajevo</w:t>
      </w:r>
      <w:r w:rsidR="00903D33" w:rsidRPr="001821F3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D37216">
        <w:rPr>
          <w:rFonts w:ascii="Times New Roman" w:hAnsi="Times New Roman"/>
          <w:noProof/>
          <w:sz w:val="24"/>
          <w:szCs w:val="24"/>
          <w:lang w:val="sr-Cyrl-BA"/>
        </w:rPr>
        <w:t xml:space="preserve"> </w:t>
      </w:r>
      <w:r w:rsidR="00A00326">
        <w:rPr>
          <w:rFonts w:ascii="Times New Roman" w:hAnsi="Times New Roman"/>
          <w:noProof/>
          <w:sz w:val="24"/>
          <w:szCs w:val="24"/>
          <w:lang w:val="sr-Latn-BA"/>
        </w:rPr>
        <w:t>7.</w:t>
      </w:r>
      <w:r w:rsidR="009771F9">
        <w:rPr>
          <w:rFonts w:ascii="Times New Roman" w:hAnsi="Times New Roman"/>
          <w:noProof/>
          <w:sz w:val="24"/>
          <w:szCs w:val="24"/>
          <w:lang w:val="sr-Latn-BA"/>
        </w:rPr>
        <w:t xml:space="preserve"> </w:t>
      </w:r>
      <w:r w:rsidR="00A00326">
        <w:rPr>
          <w:rFonts w:ascii="Times New Roman" w:hAnsi="Times New Roman"/>
          <w:noProof/>
          <w:sz w:val="24"/>
          <w:szCs w:val="24"/>
          <w:lang w:val="sr-Latn-BA"/>
        </w:rPr>
        <w:t>3.</w:t>
      </w:r>
      <w:r w:rsidR="009771F9">
        <w:rPr>
          <w:rFonts w:ascii="Times New Roman" w:hAnsi="Times New Roman"/>
          <w:noProof/>
          <w:sz w:val="24"/>
          <w:szCs w:val="24"/>
          <w:lang w:val="sr-Latn-BA"/>
        </w:rPr>
        <w:t xml:space="preserve"> </w:t>
      </w:r>
      <w:r w:rsidR="00A00326">
        <w:rPr>
          <w:rFonts w:ascii="Times New Roman" w:hAnsi="Times New Roman"/>
          <w:noProof/>
          <w:sz w:val="24"/>
          <w:szCs w:val="24"/>
          <w:lang w:val="sr-Latn-BA"/>
        </w:rPr>
        <w:t>2022.</w:t>
      </w:r>
      <w:r w:rsidR="00D37216">
        <w:rPr>
          <w:rFonts w:ascii="Times New Roman" w:hAnsi="Times New Roman"/>
          <w:noProof/>
          <w:sz w:val="24"/>
          <w:szCs w:val="24"/>
          <w:lang w:val="sr-Cyrl-BA"/>
        </w:rPr>
        <w:t xml:space="preserve"> </w:t>
      </w:r>
    </w:p>
    <w:p w14:paraId="5BD4C72D" w14:textId="77777777" w:rsidR="00903D33" w:rsidRPr="001929BF" w:rsidRDefault="00903D33" w:rsidP="001929BF">
      <w:pPr>
        <w:pStyle w:val="NoSpacing"/>
        <w:spacing w:line="276" w:lineRule="auto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1821F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                                                      </w:t>
      </w:r>
    </w:p>
    <w:p w14:paraId="0CE9FE34" w14:textId="77777777" w:rsidR="00876FC5" w:rsidRDefault="00876FC5" w:rsidP="00CC70BB">
      <w:pPr>
        <w:pStyle w:val="NoSpacing"/>
        <w:spacing w:line="276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14:paraId="07C9BB74" w14:textId="77777777" w:rsidR="00063F3B" w:rsidRDefault="00063F3B" w:rsidP="00BF444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61290B35" w14:textId="77777777" w:rsidR="00063F3B" w:rsidRDefault="00063F3B" w:rsidP="00BF444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7E9FE7B0" w14:textId="77777777" w:rsidR="00ED62B1" w:rsidRDefault="00ED62B1" w:rsidP="00BF444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5788394E" w14:textId="77777777" w:rsidR="00BF444F" w:rsidRPr="00C105EF" w:rsidRDefault="00BF444F" w:rsidP="00BF444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Z</w:t>
      </w:r>
      <w:r w:rsidRPr="00880BB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A</w:t>
      </w:r>
      <w:r w:rsidRPr="00880BB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</w:t>
      </w:r>
      <w:r w:rsidRPr="00880BB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880BB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</w:t>
      </w:r>
      <w:r w:rsidRPr="00880BB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</w:t>
      </w:r>
      <w:r w:rsidRPr="00880BB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880BB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</w:t>
      </w:r>
    </w:p>
    <w:p w14:paraId="200B549B" w14:textId="187DA5D1" w:rsidR="00BF444F" w:rsidRDefault="00BF444F" w:rsidP="00BF444F">
      <w:pPr>
        <w:pStyle w:val="Heading1"/>
        <w:tabs>
          <w:tab w:val="clear" w:pos="2268"/>
          <w:tab w:val="center" w:pos="0"/>
        </w:tabs>
        <w:jc w:val="left"/>
        <w:rPr>
          <w:noProof/>
          <w:lang w:val="sr-Latn-CS"/>
        </w:rPr>
      </w:pPr>
      <w:r w:rsidRPr="00880BB9">
        <w:rPr>
          <w:noProof/>
          <w:lang w:val="sr-Latn-CS"/>
        </w:rPr>
        <w:t xml:space="preserve"> </w:t>
      </w:r>
      <w:r>
        <w:rPr>
          <w:noProof/>
          <w:lang w:val="sr-Latn-CS"/>
        </w:rPr>
        <w:t xml:space="preserve">                            </w:t>
      </w:r>
      <w:r w:rsidRPr="00880BB9">
        <w:rPr>
          <w:noProof/>
          <w:lang w:val="sr-Latn-CS"/>
        </w:rPr>
        <w:t xml:space="preserve">           </w:t>
      </w:r>
      <w:r w:rsidR="00FB7861">
        <w:rPr>
          <w:noProof/>
          <w:lang w:val="sr-Latn-CS"/>
        </w:rPr>
        <w:t>1</w:t>
      </w:r>
      <w:r w:rsidR="00A00326">
        <w:rPr>
          <w:noProof/>
          <w:lang w:val="sr-Latn-CS"/>
        </w:rPr>
        <w:t>6</w:t>
      </w:r>
      <w:r w:rsidRPr="00880BB9">
        <w:rPr>
          <w:noProof/>
          <w:lang w:val="sr-Latn-CS"/>
        </w:rPr>
        <w:t xml:space="preserve">. </w:t>
      </w:r>
      <w:r>
        <w:rPr>
          <w:noProof/>
          <w:lang w:val="sr-Latn-CS"/>
        </w:rPr>
        <w:t>sjednice</w:t>
      </w:r>
      <w:r w:rsidRPr="00880BB9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Pr="00880BB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80BB9">
        <w:rPr>
          <w:noProof/>
          <w:lang w:val="sr-Latn-CS"/>
        </w:rPr>
        <w:t xml:space="preserve"> </w:t>
      </w:r>
      <w:r>
        <w:rPr>
          <w:noProof/>
          <w:lang w:val="sr-Latn-CS"/>
        </w:rPr>
        <w:t>vanjsku</w:t>
      </w:r>
      <w:r w:rsidRPr="00880BB9">
        <w:rPr>
          <w:noProof/>
          <w:lang w:val="sr-Latn-CS"/>
        </w:rPr>
        <w:t xml:space="preserve"> </w:t>
      </w:r>
      <w:r>
        <w:rPr>
          <w:noProof/>
          <w:lang w:val="sr-Latn-CS"/>
        </w:rPr>
        <w:t>trgovinu</w:t>
      </w:r>
      <w:r w:rsidRPr="00880BB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80BB9">
        <w:rPr>
          <w:noProof/>
          <w:lang w:val="sr-Latn-CS"/>
        </w:rPr>
        <w:t xml:space="preserve"> </w:t>
      </w:r>
      <w:r>
        <w:rPr>
          <w:noProof/>
          <w:lang w:val="sr-Latn-CS"/>
        </w:rPr>
        <w:t>carine</w:t>
      </w:r>
      <w:r w:rsidRPr="00880BB9">
        <w:rPr>
          <w:noProof/>
          <w:lang w:val="sr-Latn-CS"/>
        </w:rPr>
        <w:t xml:space="preserve"> </w:t>
      </w:r>
    </w:p>
    <w:p w14:paraId="6DB98E08" w14:textId="77777777" w:rsidR="00BF444F" w:rsidRDefault="00BF444F" w:rsidP="00BF444F">
      <w:pPr>
        <w:pStyle w:val="Heading1"/>
        <w:tabs>
          <w:tab w:val="clear" w:pos="2268"/>
          <w:tab w:val="center" w:pos="0"/>
        </w:tabs>
        <w:jc w:val="left"/>
        <w:rPr>
          <w:noProof/>
          <w:lang w:val="sr-Latn-CS"/>
        </w:rPr>
      </w:pPr>
      <w:r>
        <w:rPr>
          <w:noProof/>
          <w:lang w:val="sr-Latn-CS"/>
        </w:rPr>
        <w:t xml:space="preserve">                                   Predstavničkog</w:t>
      </w:r>
      <w:r w:rsidRPr="00880BB9">
        <w:rPr>
          <w:noProof/>
          <w:lang w:val="sr-Latn-CS"/>
        </w:rPr>
        <w:t xml:space="preserve"> </w:t>
      </w:r>
      <w:r w:rsidR="002D324B">
        <w:rPr>
          <w:noProof/>
          <w:lang w:val="sr-Latn-CS"/>
        </w:rPr>
        <w:t xml:space="preserve">doma </w:t>
      </w:r>
      <w:r>
        <w:rPr>
          <w:noProof/>
          <w:lang w:val="sr-Latn-CS"/>
        </w:rPr>
        <w:t>Parlamentarne</w:t>
      </w:r>
      <w:r w:rsidRPr="00880BB9">
        <w:rPr>
          <w:noProof/>
          <w:lang w:val="sr-Latn-CS"/>
        </w:rPr>
        <w:t xml:space="preserve">  </w:t>
      </w:r>
      <w:r>
        <w:rPr>
          <w:noProof/>
          <w:lang w:val="sr-Latn-CS"/>
        </w:rPr>
        <w:t>skupštine</w:t>
      </w:r>
      <w:r w:rsidRPr="00880BB9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Pr="00880BB9">
        <w:rPr>
          <w:noProof/>
          <w:lang w:val="sr-Latn-CS"/>
        </w:rPr>
        <w:t xml:space="preserve">, </w:t>
      </w:r>
    </w:p>
    <w:p w14:paraId="028AACF1" w14:textId="01E92323" w:rsidR="00BF444F" w:rsidRPr="00880BB9" w:rsidRDefault="00BF444F" w:rsidP="00BF444F">
      <w:pPr>
        <w:pStyle w:val="Heading1"/>
        <w:tabs>
          <w:tab w:val="clear" w:pos="2268"/>
          <w:tab w:val="center" w:pos="0"/>
        </w:tabs>
        <w:jc w:val="left"/>
        <w:rPr>
          <w:noProof/>
          <w:lang w:val="sr-Latn-CS"/>
        </w:rPr>
      </w:pPr>
      <w:r>
        <w:rPr>
          <w:noProof/>
          <w:lang w:val="sr-Latn-CS"/>
        </w:rPr>
        <w:t xml:space="preserve">                                                               </w:t>
      </w:r>
      <w:r w:rsidR="00A00326">
        <w:rPr>
          <w:noProof/>
          <w:lang w:val="sr-Latn-CS"/>
        </w:rPr>
        <w:t>o</w:t>
      </w:r>
      <w:r w:rsidR="00C76D09">
        <w:rPr>
          <w:noProof/>
          <w:lang w:val="sr-Latn-CS"/>
        </w:rPr>
        <w:t>držane</w:t>
      </w:r>
      <w:r w:rsidR="009771F9">
        <w:rPr>
          <w:noProof/>
          <w:lang w:val="sr-Latn-CS"/>
        </w:rPr>
        <w:t xml:space="preserve"> </w:t>
      </w:r>
      <w:r w:rsidR="00A00326">
        <w:rPr>
          <w:noProof/>
          <w:lang w:val="sr-Latn-CS"/>
        </w:rPr>
        <w:t>7.</w:t>
      </w:r>
      <w:r w:rsidR="009771F9">
        <w:rPr>
          <w:noProof/>
          <w:lang w:val="sr-Latn-CS"/>
        </w:rPr>
        <w:t xml:space="preserve"> </w:t>
      </w:r>
      <w:r w:rsidR="00A00326">
        <w:rPr>
          <w:noProof/>
          <w:lang w:val="sr-Latn-CS"/>
        </w:rPr>
        <w:t>3.</w:t>
      </w:r>
      <w:r w:rsidR="009771F9">
        <w:rPr>
          <w:noProof/>
          <w:lang w:val="sr-Latn-CS"/>
        </w:rPr>
        <w:t xml:space="preserve"> </w:t>
      </w:r>
      <w:r w:rsidR="00A00326">
        <w:rPr>
          <w:noProof/>
          <w:lang w:val="sr-Latn-CS"/>
        </w:rPr>
        <w:t>2022</w:t>
      </w:r>
      <w:r w:rsidRPr="00880BB9">
        <w:rPr>
          <w:noProof/>
          <w:lang w:val="sr-Latn-CS"/>
        </w:rPr>
        <w:t xml:space="preserve">. </w:t>
      </w:r>
    </w:p>
    <w:p w14:paraId="1D19398C" w14:textId="77777777" w:rsidR="00BF444F" w:rsidRPr="00880BB9" w:rsidRDefault="00BF444F" w:rsidP="00BF444F">
      <w:pPr>
        <w:rPr>
          <w:noProof/>
          <w:lang w:val="sr-Latn-CS"/>
        </w:rPr>
      </w:pPr>
    </w:p>
    <w:p w14:paraId="6BC178D7" w14:textId="315B08DB" w:rsidR="000D5AC8" w:rsidRPr="00880BB9" w:rsidRDefault="00EB533E" w:rsidP="000D5AC8">
      <w:pPr>
        <w:tabs>
          <w:tab w:val="left" w:pos="-90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0D5AC8">
        <w:rPr>
          <w:rFonts w:ascii="Times New Roman" w:hAnsi="Times New Roman"/>
          <w:noProof/>
          <w:sz w:val="24"/>
          <w:szCs w:val="24"/>
          <w:lang w:val="sr-Latn-CS"/>
        </w:rPr>
        <w:t>jednicu Komisije za vanjsku trgovinu i carine Predstavničkog doma Parlamentarne skupštine BiH (u dalj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0D5AC8">
        <w:rPr>
          <w:rFonts w:ascii="Times New Roman" w:hAnsi="Times New Roman"/>
          <w:noProof/>
          <w:sz w:val="24"/>
          <w:szCs w:val="24"/>
          <w:lang w:val="sr-Latn-CS"/>
        </w:rPr>
        <w:t>em tekstu: Komisija) sazvao je</w:t>
      </w:r>
      <w:r w:rsidR="00A00326">
        <w:rPr>
          <w:rFonts w:ascii="Times New Roman" w:hAnsi="Times New Roman"/>
          <w:noProof/>
          <w:sz w:val="24"/>
          <w:szCs w:val="24"/>
          <w:lang w:val="sr-Latn-CS"/>
        </w:rPr>
        <w:t xml:space="preserve"> Dragan Bogdani</w:t>
      </w:r>
      <w:r w:rsidR="00A00326">
        <w:rPr>
          <w:rFonts w:ascii="Times New Roman" w:hAnsi="Times New Roman"/>
          <w:noProof/>
          <w:sz w:val="24"/>
          <w:szCs w:val="24"/>
          <w:lang w:val="sr-Latn-BA"/>
        </w:rPr>
        <w:t>ć</w:t>
      </w:r>
      <w:r w:rsidR="00A16CF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00326">
        <w:rPr>
          <w:rFonts w:ascii="Times New Roman" w:hAnsi="Times New Roman"/>
          <w:noProof/>
          <w:sz w:val="24"/>
          <w:szCs w:val="24"/>
          <w:lang w:val="sr-Latn-CS"/>
        </w:rPr>
        <w:t>predsjedavajući</w:t>
      </w:r>
      <w:r w:rsidR="000D5AC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D5AC8" w:rsidRPr="00880BB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D5AC8">
        <w:rPr>
          <w:rFonts w:ascii="Times New Roman" w:hAnsi="Times New Roman"/>
          <w:noProof/>
          <w:sz w:val="24"/>
          <w:szCs w:val="24"/>
          <w:lang w:val="sr-Latn-CS"/>
        </w:rPr>
        <w:t>Komisije</w:t>
      </w:r>
      <w:r w:rsidR="000D5AC8" w:rsidRPr="00880BB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7845BDCC" w14:textId="2344AD1A" w:rsidR="001E1045" w:rsidRPr="00880BB9" w:rsidRDefault="001E1045" w:rsidP="001E1045">
      <w:pPr>
        <w:tabs>
          <w:tab w:val="left" w:pos="709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Sjednica</w:t>
      </w:r>
      <w:r w:rsidRPr="00880BB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880BB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počela</w:t>
      </w:r>
      <w:r w:rsidRPr="00880BB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80BB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512C0">
        <w:rPr>
          <w:rFonts w:ascii="Times New Roman" w:hAnsi="Times New Roman"/>
          <w:noProof/>
          <w:sz w:val="24"/>
          <w:szCs w:val="24"/>
          <w:lang w:val="sr-Latn-CS"/>
        </w:rPr>
        <w:t>1</w:t>
      </w:r>
      <w:r w:rsidR="00A16CFB">
        <w:rPr>
          <w:rFonts w:ascii="Times New Roman" w:hAnsi="Times New Roman"/>
          <w:noProof/>
          <w:sz w:val="24"/>
          <w:szCs w:val="24"/>
          <w:lang w:val="sr-Latn-CS"/>
        </w:rPr>
        <w:t>0</w:t>
      </w:r>
      <w:r w:rsidR="00974D68">
        <w:rPr>
          <w:rFonts w:ascii="Times New Roman" w:hAnsi="Times New Roman"/>
          <w:noProof/>
          <w:sz w:val="24"/>
          <w:szCs w:val="24"/>
          <w:lang w:val="sr-Latn-CS"/>
        </w:rPr>
        <w:t>.00</w:t>
      </w:r>
      <w:r w:rsidRPr="00880BB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sati</w:t>
      </w:r>
      <w:r w:rsidRPr="00880BB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268F3851" w14:textId="414F7A4D" w:rsidR="00A16CFB" w:rsidRDefault="00EB533E" w:rsidP="00A16CFB">
      <w:pPr>
        <w:tabs>
          <w:tab w:val="left" w:pos="709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 xml:space="preserve">Sjednici su </w:t>
      </w:r>
      <w:r w:rsidR="00063F3B" w:rsidRPr="00063F3B">
        <w:rPr>
          <w:rFonts w:ascii="Times New Roman" w:hAnsi="Times New Roman"/>
          <w:noProof/>
          <w:sz w:val="24"/>
          <w:szCs w:val="24"/>
          <w:lang w:val="sr-Latn-CS"/>
        </w:rPr>
        <w:t>prisu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063F3B" w:rsidRPr="00063F3B">
        <w:rPr>
          <w:rFonts w:ascii="Times New Roman" w:hAnsi="Times New Roman"/>
          <w:noProof/>
          <w:sz w:val="24"/>
          <w:szCs w:val="24"/>
          <w:lang w:val="sr-Latn-CS"/>
        </w:rPr>
        <w:t>t</w:t>
      </w:r>
      <w:r>
        <w:rPr>
          <w:rFonts w:ascii="Times New Roman" w:hAnsi="Times New Roman"/>
          <w:noProof/>
          <w:sz w:val="24"/>
          <w:szCs w:val="24"/>
          <w:lang w:val="sr-Latn-CS"/>
        </w:rPr>
        <w:t>vovali</w:t>
      </w:r>
      <w:r w:rsidR="00A00326">
        <w:rPr>
          <w:rFonts w:ascii="Times New Roman" w:hAnsi="Times New Roman"/>
          <w:noProof/>
          <w:sz w:val="24"/>
          <w:szCs w:val="24"/>
          <w:lang w:val="sr-Latn-CS"/>
        </w:rPr>
        <w:t>:</w:t>
      </w:r>
      <w:r w:rsidR="00974D6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00326">
        <w:rPr>
          <w:rFonts w:ascii="Times New Roman" w:hAnsi="Times New Roman"/>
          <w:noProof/>
          <w:sz w:val="24"/>
          <w:szCs w:val="24"/>
          <w:lang w:val="sr-Latn-CS"/>
        </w:rPr>
        <w:t xml:space="preserve">Dragan Bogdanić, </w:t>
      </w:r>
      <w:r w:rsidR="004E57AA">
        <w:rPr>
          <w:rFonts w:ascii="Times New Roman" w:hAnsi="Times New Roman"/>
          <w:noProof/>
          <w:sz w:val="24"/>
          <w:szCs w:val="24"/>
          <w:lang w:val="sr-Latn-CS"/>
        </w:rPr>
        <w:t>Mijo Matanović</w:t>
      </w:r>
      <w:r w:rsidR="002D29CB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4E57A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16CFB">
        <w:rPr>
          <w:rFonts w:ascii="Times New Roman" w:hAnsi="Times New Roman"/>
          <w:noProof/>
          <w:sz w:val="24"/>
          <w:szCs w:val="24"/>
          <w:lang w:val="sr-Latn-CS"/>
        </w:rPr>
        <w:t xml:space="preserve">Edin Mušić, </w:t>
      </w:r>
      <w:r w:rsidR="004126A9">
        <w:rPr>
          <w:rFonts w:ascii="Times New Roman" w:hAnsi="Times New Roman"/>
          <w:noProof/>
          <w:sz w:val="24"/>
          <w:szCs w:val="24"/>
          <w:lang w:val="sr-Latn-CS"/>
        </w:rPr>
        <w:t>Zukan Helez</w:t>
      </w:r>
      <w:r w:rsidR="00B512C0" w:rsidRPr="00B512C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16CFB">
        <w:rPr>
          <w:rFonts w:ascii="Times New Roman" w:hAnsi="Times New Roman"/>
          <w:noProof/>
          <w:sz w:val="24"/>
          <w:szCs w:val="24"/>
          <w:lang w:val="sr-Latn-CS"/>
        </w:rPr>
        <w:t xml:space="preserve">i Damir Arnaut. </w:t>
      </w:r>
    </w:p>
    <w:p w14:paraId="70C682EE" w14:textId="2A8BF5AD" w:rsidR="00A16CFB" w:rsidRDefault="00A16CFB" w:rsidP="00B512C0">
      <w:pPr>
        <w:tabs>
          <w:tab w:val="left" w:pos="709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D45179">
        <w:rPr>
          <w:rFonts w:ascii="Times New Roman" w:hAnsi="Times New Roman"/>
          <w:noProof/>
          <w:sz w:val="24"/>
          <w:szCs w:val="24"/>
          <w:lang w:val="sr-Latn-CS"/>
        </w:rPr>
        <w:t>jednic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45179" w:rsidRPr="00880BB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E1045">
        <w:rPr>
          <w:rFonts w:ascii="Times New Roman" w:hAnsi="Times New Roman"/>
          <w:noProof/>
          <w:sz w:val="24"/>
          <w:szCs w:val="24"/>
          <w:lang w:val="sr-Latn-CS"/>
        </w:rPr>
        <w:t>Komisije</w:t>
      </w:r>
      <w:r w:rsidR="00C727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="00A00326">
        <w:rPr>
          <w:rFonts w:ascii="Times New Roman" w:hAnsi="Times New Roman"/>
          <w:noProof/>
          <w:sz w:val="24"/>
          <w:szCs w:val="24"/>
          <w:lang w:val="sr-Latn-CS"/>
        </w:rPr>
        <w:t xml:space="preserve"> prisustvovali:</w:t>
      </w:r>
      <w:r w:rsidRPr="00063F3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77350">
        <w:rPr>
          <w:rFonts w:ascii="Times New Roman" w:hAnsi="Times New Roman"/>
          <w:noProof/>
          <w:sz w:val="24"/>
          <w:szCs w:val="24"/>
          <w:lang w:val="sr-Latn-CS"/>
        </w:rPr>
        <w:t>Nenad Stevandić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Pr="00DC35D9">
        <w:rPr>
          <w:rFonts w:ascii="Times New Roman" w:hAnsi="Times New Roman"/>
          <w:noProof/>
          <w:sz w:val="24"/>
          <w:szCs w:val="24"/>
          <w:lang w:val="sr-Latn-CS"/>
        </w:rPr>
        <w:t>Mirko Šarović</w:t>
      </w:r>
      <w:r w:rsidR="004E57AA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Pr="00DC35D9">
        <w:rPr>
          <w:rFonts w:ascii="Times New Roman" w:hAnsi="Times New Roman"/>
          <w:noProof/>
          <w:sz w:val="24"/>
          <w:szCs w:val="24"/>
          <w:lang w:val="sr-Latn-CS"/>
        </w:rPr>
        <w:t xml:space="preserve"> Enver Bijedić</w:t>
      </w:r>
      <w:r w:rsidR="00A00326">
        <w:rPr>
          <w:rFonts w:ascii="Times New Roman" w:hAnsi="Times New Roman"/>
          <w:noProof/>
          <w:sz w:val="24"/>
          <w:szCs w:val="24"/>
          <w:lang w:val="sr-Latn-CS"/>
        </w:rPr>
        <w:t xml:space="preserve"> i Šemsudin Mehmedović</w:t>
      </w:r>
      <w:r w:rsidRPr="00DC35D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1932C6FE" w14:textId="0CFED50E" w:rsidR="00A00326" w:rsidRDefault="00A00326" w:rsidP="00B512C0">
      <w:pPr>
        <w:tabs>
          <w:tab w:val="left" w:pos="709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Sjednici su također prisustvovali: Mirjana Crnjak, sekretarka Komisije za vanjsku trgovinu i carine, Danica Knežević</w:t>
      </w:r>
      <w:r w:rsidR="009771F9">
        <w:rPr>
          <w:rFonts w:ascii="Times New Roman" w:hAnsi="Times New Roman"/>
          <w:noProof/>
          <w:sz w:val="24"/>
          <w:szCs w:val="24"/>
          <w:lang w:val="sr-Latn-CS"/>
        </w:rPr>
        <w:t>,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 stručna savjetnica u Komisiji za </w:t>
      </w:r>
      <w:r w:rsidR="004E57AA">
        <w:rPr>
          <w:rFonts w:ascii="Times New Roman" w:hAnsi="Times New Roman"/>
          <w:noProof/>
          <w:sz w:val="24"/>
          <w:szCs w:val="24"/>
          <w:lang w:val="sr-Latn-CS"/>
        </w:rPr>
        <w:t>vanjsku trgovinu i carine</w:t>
      </w:r>
      <w:r w:rsidR="009771F9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4E57AA">
        <w:rPr>
          <w:rFonts w:ascii="Times New Roman" w:hAnsi="Times New Roman"/>
          <w:noProof/>
          <w:sz w:val="24"/>
          <w:szCs w:val="24"/>
          <w:lang w:val="sr-Latn-CS"/>
        </w:rPr>
        <w:t xml:space="preserve"> i </w:t>
      </w:r>
      <w:r w:rsidRPr="00B6372A">
        <w:rPr>
          <w:rFonts w:ascii="Times New Roman" w:hAnsi="Times New Roman"/>
          <w:noProof/>
          <w:sz w:val="24"/>
          <w:szCs w:val="24"/>
          <w:lang w:val="sr-Latn-CS"/>
        </w:rPr>
        <w:t xml:space="preserve">Enver Bogućanin iz Odjela za informiranje </w:t>
      </w:r>
      <w:r>
        <w:rPr>
          <w:rFonts w:ascii="Times New Roman" w:hAnsi="Times New Roman"/>
          <w:noProof/>
          <w:sz w:val="24"/>
          <w:szCs w:val="24"/>
          <w:lang w:val="sr-Latn-CS"/>
        </w:rPr>
        <w:t>Sektora za odnose s javnošću Sekretarijata PSBiH</w:t>
      </w:r>
      <w:r w:rsidR="002D29C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0D77C674" w14:textId="6634870F" w:rsidR="00854B46" w:rsidRDefault="00A00326" w:rsidP="00A00326">
      <w:pPr>
        <w:tabs>
          <w:tab w:val="left" w:pos="0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</w:t>
      </w:r>
      <w:r w:rsidRPr="00B4255B">
        <w:rPr>
          <w:rFonts w:ascii="Times New Roman" w:hAnsi="Times New Roman"/>
          <w:noProof/>
          <w:sz w:val="24"/>
          <w:szCs w:val="24"/>
          <w:lang w:val="sr-Latn-CS"/>
        </w:rPr>
        <w:t>redsjeda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vajući Komisije Dragan Bogdanić </w:t>
      </w:r>
      <w:r w:rsidRPr="00B4255B">
        <w:rPr>
          <w:rFonts w:ascii="Times New Roman" w:hAnsi="Times New Roman"/>
          <w:noProof/>
          <w:sz w:val="24"/>
          <w:szCs w:val="24"/>
          <w:lang w:val="sr-Latn-CS"/>
        </w:rPr>
        <w:t xml:space="preserve">otvorio je </w:t>
      </w:r>
      <w:r>
        <w:rPr>
          <w:rFonts w:ascii="Times New Roman" w:hAnsi="Times New Roman"/>
          <w:noProof/>
          <w:sz w:val="24"/>
          <w:szCs w:val="24"/>
          <w:lang w:val="sr-Latn-CS"/>
        </w:rPr>
        <w:t>16</w:t>
      </w:r>
      <w:r w:rsidRPr="00B4255B">
        <w:rPr>
          <w:rFonts w:ascii="Times New Roman" w:hAnsi="Times New Roman"/>
          <w:noProof/>
          <w:sz w:val="24"/>
          <w:szCs w:val="24"/>
          <w:lang w:val="sr-Latn-CS"/>
        </w:rPr>
        <w:t>. sjednicu Komisije, p</w:t>
      </w:r>
      <w:r>
        <w:rPr>
          <w:rFonts w:ascii="Times New Roman" w:hAnsi="Times New Roman"/>
          <w:noProof/>
          <w:sz w:val="24"/>
          <w:szCs w:val="24"/>
          <w:lang w:val="sr-Latn-CS"/>
        </w:rPr>
        <w:t>oz</w:t>
      </w:r>
      <w:r w:rsidR="002D29CB">
        <w:rPr>
          <w:rFonts w:ascii="Times New Roman" w:hAnsi="Times New Roman"/>
          <w:noProof/>
          <w:sz w:val="24"/>
          <w:szCs w:val="24"/>
          <w:lang w:val="sr-Latn-CS"/>
        </w:rPr>
        <w:t xml:space="preserve">dravio sve prisutne </w:t>
      </w:r>
      <w:r w:rsidR="009771F9">
        <w:rPr>
          <w:rFonts w:ascii="Times New Roman" w:hAnsi="Times New Roman"/>
          <w:noProof/>
          <w:sz w:val="24"/>
          <w:szCs w:val="24"/>
          <w:lang w:val="sr-Latn-CS"/>
        </w:rPr>
        <w:t>i konstatir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ao </w:t>
      </w:r>
      <w:r w:rsidRPr="00B4255B">
        <w:rPr>
          <w:rFonts w:ascii="Times New Roman" w:hAnsi="Times New Roman"/>
          <w:noProof/>
          <w:sz w:val="24"/>
          <w:szCs w:val="24"/>
          <w:lang w:val="sr-Latn-CS"/>
        </w:rPr>
        <w:t xml:space="preserve"> da postoji k</w:t>
      </w:r>
      <w:r>
        <w:rPr>
          <w:rFonts w:ascii="Times New Roman" w:hAnsi="Times New Roman"/>
          <w:noProof/>
          <w:sz w:val="24"/>
          <w:szCs w:val="24"/>
          <w:lang w:val="sr-Latn-CS"/>
        </w:rPr>
        <w:t>vorum</w:t>
      </w:r>
      <w:r w:rsidRPr="00B425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jer od</w:t>
      </w:r>
      <w:r w:rsidRPr="00B4255B">
        <w:rPr>
          <w:rFonts w:ascii="Times New Roman" w:hAnsi="Times New Roman"/>
          <w:noProof/>
          <w:sz w:val="24"/>
          <w:szCs w:val="24"/>
          <w:lang w:val="sr-Latn-CS"/>
        </w:rPr>
        <w:t xml:space="preserve"> ukupno 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devet članova sjednici prisustvuje </w:t>
      </w:r>
      <w:r w:rsidR="00854B46">
        <w:rPr>
          <w:rFonts w:ascii="Times New Roman" w:hAnsi="Times New Roman"/>
          <w:noProof/>
          <w:sz w:val="24"/>
          <w:szCs w:val="24"/>
          <w:lang w:val="sr-Latn-CS"/>
        </w:rPr>
        <w:t>pet</w:t>
      </w:r>
      <w:r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854B4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14:paraId="0D7A7CD8" w14:textId="69C9D379" w:rsidR="00A00326" w:rsidRDefault="00854B46" w:rsidP="00A00326">
      <w:pPr>
        <w:tabs>
          <w:tab w:val="left" w:pos="0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 xml:space="preserve">Za 16. sjednicu </w:t>
      </w:r>
      <w:r w:rsidR="004E57AA">
        <w:rPr>
          <w:rFonts w:ascii="Times New Roman" w:hAnsi="Times New Roman"/>
          <w:noProof/>
          <w:sz w:val="24"/>
          <w:szCs w:val="24"/>
          <w:lang w:val="sr-Latn-CS"/>
        </w:rPr>
        <w:t xml:space="preserve">Komisije 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predložen </w:t>
      </w:r>
      <w:r w:rsidR="004E57AA">
        <w:rPr>
          <w:rFonts w:ascii="Times New Roman" w:hAnsi="Times New Roman"/>
          <w:noProof/>
          <w:sz w:val="24"/>
          <w:szCs w:val="24"/>
          <w:lang w:val="sr-Latn-CS"/>
        </w:rPr>
        <w:t xml:space="preserve">je </w:t>
      </w:r>
      <w:r>
        <w:rPr>
          <w:rFonts w:ascii="Times New Roman" w:hAnsi="Times New Roman"/>
          <w:noProof/>
          <w:sz w:val="24"/>
          <w:szCs w:val="24"/>
          <w:lang w:val="sr-Latn-CS"/>
        </w:rPr>
        <w:t>sl</w:t>
      </w:r>
      <w:r w:rsidR="004E57AA">
        <w:rPr>
          <w:rFonts w:ascii="Times New Roman" w:hAnsi="Times New Roman"/>
          <w:noProof/>
          <w:sz w:val="24"/>
          <w:szCs w:val="24"/>
          <w:lang w:val="sr-Latn-CS"/>
        </w:rPr>
        <w:t>j</w:t>
      </w:r>
      <w:r w:rsidR="009771F9">
        <w:rPr>
          <w:rFonts w:ascii="Times New Roman" w:hAnsi="Times New Roman"/>
          <w:noProof/>
          <w:sz w:val="24"/>
          <w:szCs w:val="24"/>
          <w:lang w:val="sr-Latn-CS"/>
        </w:rPr>
        <w:t xml:space="preserve">edeći </w:t>
      </w:r>
    </w:p>
    <w:p w14:paraId="5C84D49B" w14:textId="77777777" w:rsidR="002C764C" w:rsidRDefault="002C764C" w:rsidP="002C764C">
      <w:pPr>
        <w:pStyle w:val="NoSpacing"/>
        <w:spacing w:line="276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D</w:t>
      </w:r>
      <w:r w:rsidRPr="001821F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</w:t>
      </w:r>
      <w:r w:rsidRPr="001821F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E</w:t>
      </w:r>
      <w:r w:rsidRPr="001821F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V</w:t>
      </w:r>
      <w:r w:rsidRPr="001821F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</w:t>
      </w:r>
      <w:r w:rsidRPr="001821F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1821F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</w:t>
      </w:r>
      <w:r w:rsidRPr="001821F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E</w:t>
      </w:r>
      <w:r w:rsidRPr="001821F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</w:t>
      </w:r>
    </w:p>
    <w:p w14:paraId="6EDD354B" w14:textId="77777777" w:rsidR="002C764C" w:rsidRDefault="002C764C" w:rsidP="002C764C">
      <w:pPr>
        <w:pStyle w:val="NoSpacing"/>
        <w:spacing w:line="276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3752692B" w14:textId="77777777" w:rsidR="002C764C" w:rsidRPr="001821F3" w:rsidRDefault="002C764C" w:rsidP="002C764C">
      <w:pPr>
        <w:pStyle w:val="NoSpacing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Usvajanje</w:t>
      </w:r>
      <w:r w:rsidRPr="001821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Zapisnika</w:t>
      </w:r>
      <w:r w:rsidRPr="001821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15.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sjednice</w:t>
      </w:r>
      <w:r w:rsidRPr="007D49E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Komisije</w:t>
      </w:r>
      <w:r w:rsidRPr="001821F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6F997840" w14:textId="77777777" w:rsidR="002C764C" w:rsidRPr="00A8070B" w:rsidRDefault="002C764C" w:rsidP="002C764C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noProof/>
          <w:spacing w:val="-8"/>
          <w:sz w:val="24"/>
          <w:szCs w:val="24"/>
          <w:lang w:val="sr-Latn-CS"/>
        </w:rPr>
      </w:pPr>
      <w:r w:rsidRPr="00A8070B">
        <w:rPr>
          <w:rFonts w:ascii="Times New Roman" w:hAnsi="Times New Roman"/>
          <w:noProof/>
          <w:spacing w:val="-8"/>
          <w:sz w:val="24"/>
          <w:szCs w:val="24"/>
          <w:lang w:val="sr-Latn-CS"/>
        </w:rPr>
        <w:t>Razmatranje Izvještaja o radu Komisije za vanjsku trgovinu i carine Predstavničkog doma PSBiH za 2021. godinu,  (član 32. stav (2) Poslovnika Predstavničkog doma);</w:t>
      </w:r>
    </w:p>
    <w:p w14:paraId="6DA72316" w14:textId="77777777" w:rsidR="002C764C" w:rsidRPr="00903D33" w:rsidRDefault="002C764C" w:rsidP="002C764C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noProof/>
          <w:spacing w:val="-8"/>
          <w:sz w:val="24"/>
          <w:szCs w:val="24"/>
          <w:lang w:val="sr-Latn-CS"/>
        </w:rPr>
      </w:pP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Prijedlog</w:t>
      </w:r>
      <w:r w:rsidRPr="00903D33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orijentacionog</w:t>
      </w:r>
      <w:r w:rsidRPr="00903D33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radnog</w:t>
      </w:r>
      <w:r w:rsidRPr="00903D33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plana</w:t>
      </w:r>
      <w:r w:rsidRPr="00903D33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Komisije za vanjsku trgovinu  i carine Predstavničkog doma PSBiH</w:t>
      </w:r>
      <w:r w:rsidRPr="00903D33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za</w:t>
      </w:r>
      <w:r w:rsidRPr="00903D33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202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2</w:t>
      </w:r>
      <w:r w:rsidRPr="00903D33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godinu</w:t>
      </w:r>
      <w:r w:rsidRPr="00903D33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;   </w:t>
      </w:r>
    </w:p>
    <w:p w14:paraId="3FF9FC4D" w14:textId="082E28B6" w:rsidR="002C764C" w:rsidRPr="00445E40" w:rsidRDefault="002C764C" w:rsidP="002C764C">
      <w:pPr>
        <w:pStyle w:val="ListParagraph"/>
        <w:numPr>
          <w:ilvl w:val="0"/>
          <w:numId w:val="1"/>
        </w:numPr>
      </w:pPr>
      <w:r w:rsidRPr="00445E40">
        <w:rPr>
          <w:rFonts w:ascii="Times New Roman" w:hAnsi="Times New Roman"/>
          <w:noProof/>
          <w:sz w:val="24"/>
          <w:szCs w:val="24"/>
          <w:lang w:val="sr-Latn-CS"/>
        </w:rPr>
        <w:t>Tekuća pitanja</w:t>
      </w:r>
      <w:r w:rsidR="002D29C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7450F2CE" w14:textId="77777777" w:rsidR="002C764C" w:rsidRPr="00445E40" w:rsidRDefault="002C764C" w:rsidP="002C764C">
      <w:pPr>
        <w:pStyle w:val="ListParagraph"/>
        <w:ind w:left="360"/>
      </w:pPr>
    </w:p>
    <w:p w14:paraId="30436816" w14:textId="77777777" w:rsidR="002C764C" w:rsidRPr="00B4255B" w:rsidRDefault="002C764C" w:rsidP="00A00326">
      <w:pPr>
        <w:tabs>
          <w:tab w:val="left" w:pos="0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453B76CD" w14:textId="57176DC4" w:rsidR="006D5BBB" w:rsidRDefault="00171B51" w:rsidP="006D5BBB">
      <w:pPr>
        <w:tabs>
          <w:tab w:val="left" w:pos="709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Predsjedavajući Komisije rekao </w:t>
      </w:r>
      <w:r w:rsidR="004E57AA">
        <w:rPr>
          <w:rFonts w:ascii="Times New Roman" w:hAnsi="Times New Roman"/>
          <w:noProof/>
          <w:sz w:val="24"/>
          <w:szCs w:val="24"/>
          <w:lang w:val="sr-Latn-CS"/>
        </w:rPr>
        <w:t xml:space="preserve">je 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da je u međuvremenu Komisiji za </w:t>
      </w:r>
      <w:r w:rsidR="004E57AA">
        <w:rPr>
          <w:rFonts w:ascii="Times New Roman" w:hAnsi="Times New Roman"/>
          <w:noProof/>
          <w:sz w:val="24"/>
          <w:szCs w:val="24"/>
          <w:lang w:val="sr-Latn-CS"/>
        </w:rPr>
        <w:t xml:space="preserve">vanjsku </w:t>
      </w:r>
      <w:r>
        <w:rPr>
          <w:rFonts w:ascii="Times New Roman" w:hAnsi="Times New Roman"/>
          <w:noProof/>
          <w:sz w:val="24"/>
          <w:szCs w:val="24"/>
          <w:lang w:val="sr-Latn-CS"/>
        </w:rPr>
        <w:t>tgovinu i carine pristigla molba od Sind</w:t>
      </w:r>
      <w:r w:rsidR="002D29CB">
        <w:rPr>
          <w:rFonts w:ascii="Times New Roman" w:hAnsi="Times New Roman"/>
          <w:noProof/>
          <w:sz w:val="24"/>
          <w:szCs w:val="24"/>
          <w:lang w:val="sr-Latn-CS"/>
        </w:rPr>
        <w:t>ikata Uprave za indirektno opore</w:t>
      </w:r>
      <w:r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="002D29CB">
        <w:rPr>
          <w:rFonts w:ascii="Times New Roman" w:hAnsi="Times New Roman"/>
          <w:noProof/>
          <w:sz w:val="24"/>
          <w:szCs w:val="24"/>
          <w:lang w:val="sr-Latn-CS"/>
        </w:rPr>
        <w:t>iva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nje </w:t>
      </w:r>
      <w:r w:rsidR="009771F9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="002D29CB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771F9">
        <w:rPr>
          <w:rFonts w:ascii="Times New Roman" w:hAnsi="Times New Roman"/>
          <w:noProof/>
          <w:sz w:val="24"/>
          <w:szCs w:val="24"/>
          <w:lang w:val="sr-Latn-CS"/>
        </w:rPr>
        <w:t>H, broj:01/3-50-17-320/22 od 2.</w:t>
      </w:r>
      <w:r w:rsidR="002D29C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71F9">
        <w:rPr>
          <w:rFonts w:ascii="Times New Roman" w:hAnsi="Times New Roman"/>
          <w:noProof/>
          <w:sz w:val="24"/>
          <w:szCs w:val="24"/>
          <w:lang w:val="sr-Latn-CS"/>
        </w:rPr>
        <w:t>3.</w:t>
      </w:r>
      <w:r w:rsidR="002D29C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71F9">
        <w:rPr>
          <w:rFonts w:ascii="Times New Roman" w:hAnsi="Times New Roman"/>
          <w:noProof/>
          <w:sz w:val="24"/>
          <w:szCs w:val="24"/>
          <w:lang w:val="sr-Latn-CS"/>
        </w:rPr>
        <w:t>2022.</w:t>
      </w:r>
      <w:r w:rsidR="006D5BBB">
        <w:rPr>
          <w:rFonts w:ascii="Times New Roman" w:hAnsi="Times New Roman"/>
          <w:noProof/>
          <w:sz w:val="24"/>
          <w:szCs w:val="24"/>
          <w:lang w:val="sr-Latn-CS"/>
        </w:rPr>
        <w:t xml:space="preserve"> i predložio da ovu molbu uvrstimo u dnevni red 16. sjednice</w:t>
      </w:r>
      <w:r w:rsidR="009771F9">
        <w:rPr>
          <w:rFonts w:ascii="Times New Roman" w:hAnsi="Times New Roman"/>
          <w:noProof/>
          <w:sz w:val="24"/>
          <w:szCs w:val="24"/>
          <w:lang w:val="sr-Latn-CS"/>
        </w:rPr>
        <w:t xml:space="preserve"> u </w:t>
      </w:r>
      <w:r w:rsidR="002D29CB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771F9">
        <w:rPr>
          <w:rFonts w:ascii="Times New Roman" w:hAnsi="Times New Roman"/>
          <w:noProof/>
          <w:sz w:val="24"/>
          <w:szCs w:val="24"/>
          <w:lang w:val="sr-Latn-CS"/>
        </w:rPr>
        <w:t>kviru tačke 4. – Tekuća pitanja</w:t>
      </w:r>
      <w:r w:rsidR="006D5BBB">
        <w:rPr>
          <w:rFonts w:ascii="Times New Roman" w:hAnsi="Times New Roman"/>
          <w:noProof/>
          <w:sz w:val="24"/>
          <w:szCs w:val="24"/>
          <w:lang w:val="sr-Latn-CS"/>
        </w:rPr>
        <w:t xml:space="preserve">. Komisija je jednoglasno usvojila prijedlog predsjedavajućeg Komisije. </w:t>
      </w:r>
    </w:p>
    <w:p w14:paraId="091D12E8" w14:textId="38DACA40" w:rsidR="00BC6D9F" w:rsidRPr="006D5BBB" w:rsidRDefault="006D5BBB" w:rsidP="006D5BBB">
      <w:pPr>
        <w:tabs>
          <w:tab w:val="left" w:pos="709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Predsjedavajući je konstat</w:t>
      </w:r>
      <w:r w:rsidR="009771F9">
        <w:rPr>
          <w:rFonts w:ascii="Times New Roman" w:hAnsi="Times New Roman"/>
          <w:noProof/>
          <w:sz w:val="24"/>
          <w:szCs w:val="24"/>
          <w:lang w:val="sr-Latn-CS"/>
        </w:rPr>
        <w:t>ir</w:t>
      </w:r>
      <w:r>
        <w:rPr>
          <w:rFonts w:ascii="Times New Roman" w:hAnsi="Times New Roman"/>
          <w:noProof/>
          <w:sz w:val="24"/>
          <w:szCs w:val="24"/>
          <w:lang w:val="sr-Latn-CS"/>
        </w:rPr>
        <w:t>ao da 16.</w:t>
      </w:r>
      <w:r w:rsidR="002D29C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sjednica Komisije ima sl</w:t>
      </w:r>
      <w:r w:rsidR="004E57AA">
        <w:rPr>
          <w:rFonts w:ascii="Times New Roman" w:hAnsi="Times New Roman"/>
          <w:noProof/>
          <w:sz w:val="24"/>
          <w:szCs w:val="24"/>
          <w:lang w:val="sr-Latn-CS"/>
        </w:rPr>
        <w:t>j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edeći  </w:t>
      </w:r>
    </w:p>
    <w:p w14:paraId="430C04EA" w14:textId="77777777" w:rsidR="0073214A" w:rsidRDefault="00F91E6A" w:rsidP="0073214A">
      <w:pPr>
        <w:pStyle w:val="NoSpacing"/>
        <w:spacing w:line="276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D N E V N I   R E D</w:t>
      </w:r>
    </w:p>
    <w:p w14:paraId="7CE1907C" w14:textId="7B841BF3" w:rsidR="0073214A" w:rsidRPr="0073214A" w:rsidRDefault="0073214A" w:rsidP="0073214A">
      <w:pPr>
        <w:pStyle w:val="NoSpacing"/>
        <w:numPr>
          <w:ilvl w:val="0"/>
          <w:numId w:val="24"/>
        </w:numPr>
        <w:spacing w:line="276" w:lineRule="auto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Usvajanje</w:t>
      </w:r>
      <w:r w:rsidRPr="001821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Zapisnika</w:t>
      </w:r>
      <w:r w:rsidRPr="001821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15.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sjednice</w:t>
      </w:r>
      <w:r w:rsidRPr="007D49E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Komisije</w:t>
      </w:r>
      <w:r w:rsidRPr="001821F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7470E6E5" w14:textId="28133DF5" w:rsidR="0073214A" w:rsidRPr="00A8070B" w:rsidRDefault="0073214A" w:rsidP="0073214A">
      <w:pPr>
        <w:pStyle w:val="NoSpacing"/>
        <w:numPr>
          <w:ilvl w:val="0"/>
          <w:numId w:val="24"/>
        </w:numPr>
        <w:jc w:val="both"/>
        <w:rPr>
          <w:rFonts w:ascii="Times New Roman" w:hAnsi="Times New Roman"/>
          <w:noProof/>
          <w:spacing w:val="-8"/>
          <w:sz w:val="24"/>
          <w:szCs w:val="24"/>
          <w:lang w:val="sr-Latn-CS"/>
        </w:rPr>
      </w:pPr>
      <w:r w:rsidRPr="00A8070B">
        <w:rPr>
          <w:rFonts w:ascii="Times New Roman" w:hAnsi="Times New Roman"/>
          <w:noProof/>
          <w:spacing w:val="-8"/>
          <w:sz w:val="24"/>
          <w:szCs w:val="24"/>
          <w:lang w:val="sr-Latn-CS"/>
        </w:rPr>
        <w:t>Razmatranje Izvještaja o radu Komisije za vanjsku trgovinu i carine Predstavni</w:t>
      </w:r>
      <w:r w:rsidR="009771F9">
        <w:rPr>
          <w:rFonts w:ascii="Times New Roman" w:hAnsi="Times New Roman"/>
          <w:noProof/>
          <w:spacing w:val="-8"/>
          <w:sz w:val="24"/>
          <w:szCs w:val="24"/>
          <w:lang w:val="sr-Latn-CS"/>
        </w:rPr>
        <w:t>čkog doma PSBiH za 2021. godinu</w:t>
      </w:r>
      <w:r w:rsidRPr="00A8070B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 (član 32. stav (2) Poslovnika Predstavničkog doma);</w:t>
      </w:r>
    </w:p>
    <w:p w14:paraId="2A56D727" w14:textId="77777777" w:rsidR="0073214A" w:rsidRPr="00903D33" w:rsidRDefault="0073214A" w:rsidP="0073214A">
      <w:pPr>
        <w:pStyle w:val="NoSpacing"/>
        <w:numPr>
          <w:ilvl w:val="0"/>
          <w:numId w:val="24"/>
        </w:numPr>
        <w:jc w:val="both"/>
        <w:rPr>
          <w:rFonts w:ascii="Times New Roman" w:hAnsi="Times New Roman"/>
          <w:noProof/>
          <w:spacing w:val="-8"/>
          <w:sz w:val="24"/>
          <w:szCs w:val="24"/>
          <w:lang w:val="sr-Latn-CS"/>
        </w:rPr>
      </w:pP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Prijedlog</w:t>
      </w:r>
      <w:r w:rsidRPr="00903D33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orijentacionog</w:t>
      </w:r>
      <w:r w:rsidRPr="00903D33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radnog</w:t>
      </w:r>
      <w:r w:rsidRPr="00903D33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plana</w:t>
      </w:r>
      <w:r w:rsidRPr="00903D33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Komisije za vanjsku trgovinu  i carine Predstavničkog doma PSBiH</w:t>
      </w:r>
      <w:r w:rsidRPr="00903D33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za</w:t>
      </w:r>
      <w:r w:rsidRPr="00903D33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202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2</w:t>
      </w:r>
      <w:r w:rsidRPr="00903D33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godinu</w:t>
      </w:r>
      <w:r w:rsidRPr="00903D33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;   </w:t>
      </w:r>
    </w:p>
    <w:p w14:paraId="6088C5AA" w14:textId="677326FF" w:rsidR="0073214A" w:rsidRPr="0073214A" w:rsidRDefault="0073214A" w:rsidP="0073214A">
      <w:pPr>
        <w:pStyle w:val="ListParagraph"/>
        <w:numPr>
          <w:ilvl w:val="0"/>
          <w:numId w:val="24"/>
        </w:numPr>
      </w:pPr>
      <w:r w:rsidRPr="00445E40">
        <w:rPr>
          <w:rFonts w:ascii="Times New Roman" w:hAnsi="Times New Roman"/>
          <w:noProof/>
          <w:sz w:val="24"/>
          <w:szCs w:val="24"/>
          <w:lang w:val="sr-Latn-CS"/>
        </w:rPr>
        <w:t>Tekuća pitanja</w:t>
      </w:r>
      <w:r w:rsidR="004E57AA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14:paraId="35CCFA47" w14:textId="45F7CA5E" w:rsidR="0073214A" w:rsidRPr="004E57AA" w:rsidRDefault="0073214A" w:rsidP="0073214A">
      <w:pPr>
        <w:pStyle w:val="ListParagraph"/>
        <w:numPr>
          <w:ilvl w:val="0"/>
          <w:numId w:val="25"/>
        </w:numPr>
        <w:rPr>
          <w:b/>
        </w:rPr>
      </w:pPr>
      <w:r w:rsidRPr="004E57AA">
        <w:rPr>
          <w:rFonts w:ascii="Times New Roman" w:hAnsi="Times New Roman"/>
          <w:b/>
          <w:noProof/>
          <w:sz w:val="24"/>
          <w:szCs w:val="24"/>
          <w:lang w:val="sr-Latn-CS"/>
        </w:rPr>
        <w:t>Molba Sindikata Upra</w:t>
      </w:r>
      <w:r w:rsidR="009771F9">
        <w:rPr>
          <w:rFonts w:ascii="Times New Roman" w:hAnsi="Times New Roman"/>
          <w:b/>
          <w:noProof/>
          <w:sz w:val="24"/>
          <w:szCs w:val="24"/>
          <w:lang w:val="sr-Latn-CS"/>
        </w:rPr>
        <w:t>ve za indirektno opor</w:t>
      </w:r>
      <w:r w:rsidR="002D29CB">
        <w:rPr>
          <w:rFonts w:ascii="Times New Roman" w:hAnsi="Times New Roman"/>
          <w:b/>
          <w:noProof/>
          <w:sz w:val="24"/>
          <w:szCs w:val="24"/>
          <w:lang w:val="sr-Latn-CS"/>
        </w:rPr>
        <w:t>e</w:t>
      </w:r>
      <w:r w:rsidR="009771F9">
        <w:rPr>
          <w:rFonts w:ascii="Times New Roman" w:hAnsi="Times New Roman"/>
          <w:b/>
          <w:noProof/>
          <w:sz w:val="24"/>
          <w:szCs w:val="24"/>
          <w:lang w:val="sr-Latn-CS"/>
        </w:rPr>
        <w:t>z</w:t>
      </w:r>
      <w:r w:rsidR="002D29CB"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9771F9">
        <w:rPr>
          <w:rFonts w:ascii="Times New Roman" w:hAnsi="Times New Roman"/>
          <w:b/>
          <w:noProof/>
          <w:sz w:val="24"/>
          <w:szCs w:val="24"/>
          <w:lang w:val="sr-Latn-CS"/>
        </w:rPr>
        <w:t>v</w:t>
      </w:r>
      <w:r w:rsidR="002D29CB">
        <w:rPr>
          <w:rFonts w:ascii="Times New Roman" w:hAnsi="Times New Roman"/>
          <w:b/>
          <w:noProof/>
          <w:sz w:val="24"/>
          <w:szCs w:val="24"/>
          <w:lang w:val="sr-Latn-CS"/>
        </w:rPr>
        <w:t>a</w:t>
      </w:r>
      <w:r w:rsidR="009771F9">
        <w:rPr>
          <w:rFonts w:ascii="Times New Roman" w:hAnsi="Times New Roman"/>
          <w:b/>
          <w:noProof/>
          <w:sz w:val="24"/>
          <w:szCs w:val="24"/>
          <w:lang w:val="sr-Latn-CS"/>
        </w:rPr>
        <w:t>nje BiH</w:t>
      </w:r>
      <w:r w:rsidRPr="004E57A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za uključivanje naše </w:t>
      </w:r>
      <w:r w:rsidR="009771F9">
        <w:rPr>
          <w:rFonts w:ascii="Times New Roman" w:hAnsi="Times New Roman"/>
          <w:b/>
          <w:noProof/>
          <w:sz w:val="24"/>
          <w:szCs w:val="24"/>
          <w:lang w:val="sr-Latn-CS"/>
        </w:rPr>
        <w:t>komisije u rješavanje</w:t>
      </w:r>
      <w:r w:rsidRPr="004E57AA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problema zaposlenih u Uprav</w:t>
      </w:r>
      <w:r w:rsidR="002D29CB">
        <w:rPr>
          <w:rFonts w:ascii="Times New Roman" w:hAnsi="Times New Roman"/>
          <w:b/>
          <w:noProof/>
          <w:sz w:val="24"/>
          <w:szCs w:val="24"/>
          <w:lang w:val="sr-Latn-CS"/>
        </w:rPr>
        <w:t>i za indirektno oporezivanje  Bi</w:t>
      </w:r>
      <w:r w:rsidRPr="004E57AA">
        <w:rPr>
          <w:rFonts w:ascii="Times New Roman" w:hAnsi="Times New Roman"/>
          <w:b/>
          <w:noProof/>
          <w:sz w:val="24"/>
          <w:szCs w:val="24"/>
          <w:lang w:val="sr-Latn-CS"/>
        </w:rPr>
        <w:t>H, broj:01/3-50-17-320/22 od 2.</w:t>
      </w:r>
      <w:r w:rsidR="009771F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Pr="004E57AA">
        <w:rPr>
          <w:rFonts w:ascii="Times New Roman" w:hAnsi="Times New Roman"/>
          <w:b/>
          <w:noProof/>
          <w:sz w:val="24"/>
          <w:szCs w:val="24"/>
          <w:lang w:val="sr-Latn-CS"/>
        </w:rPr>
        <w:t>3.</w:t>
      </w:r>
      <w:r w:rsidR="009771F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20</w:t>
      </w:r>
      <w:r w:rsidRPr="004E57AA">
        <w:rPr>
          <w:rFonts w:ascii="Times New Roman" w:hAnsi="Times New Roman"/>
          <w:b/>
          <w:noProof/>
          <w:sz w:val="24"/>
          <w:szCs w:val="24"/>
          <w:lang w:val="sr-Latn-CS"/>
        </w:rPr>
        <w:t>22.</w:t>
      </w:r>
    </w:p>
    <w:p w14:paraId="7A13E412" w14:textId="77777777" w:rsidR="0073214A" w:rsidRPr="00445E40" w:rsidRDefault="0073214A" w:rsidP="0073214A">
      <w:pPr>
        <w:pStyle w:val="ListParagraph"/>
        <w:ind w:left="360"/>
      </w:pPr>
    </w:p>
    <w:p w14:paraId="1579A6C5" w14:textId="77777777" w:rsidR="00B227E4" w:rsidRDefault="00B227E4" w:rsidP="00F40E7B">
      <w:pPr>
        <w:pStyle w:val="NoSpacing"/>
        <w:spacing w:line="276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02BFFCA3" w14:textId="77777777" w:rsidR="00B227E4" w:rsidRDefault="00B227E4" w:rsidP="00B227E4">
      <w:pPr>
        <w:pStyle w:val="NoSpacing"/>
        <w:spacing w:line="276" w:lineRule="auto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1A4BAE31" w14:textId="0FFFA318" w:rsidR="00BF444F" w:rsidRPr="00C7276E" w:rsidRDefault="00F66825" w:rsidP="003871BA">
      <w:pPr>
        <w:pStyle w:val="NoSpacing"/>
        <w:ind w:hanging="36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C7276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Ad. </w:t>
      </w:r>
      <w:r w:rsidR="00B171A3" w:rsidRPr="00C7276E">
        <w:rPr>
          <w:rFonts w:ascii="Times New Roman" w:hAnsi="Times New Roman"/>
          <w:b/>
          <w:noProof/>
          <w:sz w:val="24"/>
          <w:szCs w:val="24"/>
          <w:lang w:val="sr-Latn-CS"/>
        </w:rPr>
        <w:t>1</w:t>
      </w:r>
      <w:r w:rsidRPr="00C7276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. </w:t>
      </w:r>
      <w:r w:rsidR="00BF444F" w:rsidRPr="00C7276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Usvajanje Zapisnika </w:t>
      </w:r>
      <w:r w:rsidR="00031BB0" w:rsidRPr="00C7276E">
        <w:rPr>
          <w:rFonts w:ascii="Times New Roman" w:hAnsi="Times New Roman"/>
          <w:b/>
          <w:noProof/>
          <w:sz w:val="24"/>
          <w:szCs w:val="24"/>
          <w:lang w:val="sr-Latn-CS"/>
        </w:rPr>
        <w:t>1</w:t>
      </w:r>
      <w:r w:rsidR="0073214A">
        <w:rPr>
          <w:rFonts w:ascii="Times New Roman" w:hAnsi="Times New Roman"/>
          <w:b/>
          <w:noProof/>
          <w:sz w:val="24"/>
          <w:szCs w:val="24"/>
          <w:lang w:val="sr-Latn-CS"/>
        </w:rPr>
        <w:t>5</w:t>
      </w:r>
      <w:r w:rsidR="00B171A3" w:rsidRPr="00C7276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. </w:t>
      </w:r>
      <w:r w:rsidR="00080156" w:rsidRPr="00C7276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sjednice </w:t>
      </w:r>
      <w:r w:rsidR="00BF444F" w:rsidRPr="00C7276E">
        <w:rPr>
          <w:rFonts w:ascii="Times New Roman" w:hAnsi="Times New Roman"/>
          <w:b/>
          <w:noProof/>
          <w:sz w:val="24"/>
          <w:szCs w:val="24"/>
          <w:lang w:val="sr-Latn-CS"/>
        </w:rPr>
        <w:t>Komisije</w:t>
      </w:r>
    </w:p>
    <w:p w14:paraId="64665CE2" w14:textId="77777777" w:rsidR="00080156" w:rsidRPr="00C7276E" w:rsidRDefault="00080156" w:rsidP="00080156">
      <w:pPr>
        <w:pStyle w:val="NoSpacing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46063BCE" w14:textId="5AC10F62" w:rsidR="00681D15" w:rsidRPr="00974D68" w:rsidRDefault="00EB533E" w:rsidP="007C3730">
      <w:pPr>
        <w:pStyle w:val="NoSpacing"/>
        <w:ind w:hanging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C7276E">
        <w:rPr>
          <w:rFonts w:ascii="Times New Roman" w:hAnsi="Times New Roman"/>
          <w:noProof/>
          <w:sz w:val="24"/>
          <w:szCs w:val="24"/>
          <w:lang w:val="sr-Latn-CS"/>
        </w:rPr>
        <w:t>Na Z</w:t>
      </w:r>
      <w:r w:rsidR="00B171A3" w:rsidRPr="00C7276E">
        <w:rPr>
          <w:rFonts w:ascii="Times New Roman" w:hAnsi="Times New Roman"/>
          <w:noProof/>
          <w:sz w:val="24"/>
          <w:szCs w:val="24"/>
          <w:lang w:val="sr-Latn-CS"/>
        </w:rPr>
        <w:t xml:space="preserve">apisnik </w:t>
      </w:r>
      <w:r w:rsidR="00031BB0" w:rsidRPr="00C7276E">
        <w:rPr>
          <w:rFonts w:ascii="Times New Roman" w:hAnsi="Times New Roman"/>
          <w:noProof/>
          <w:sz w:val="24"/>
          <w:szCs w:val="24"/>
          <w:lang w:val="sr-Latn-CS"/>
        </w:rPr>
        <w:t>1</w:t>
      </w:r>
      <w:r w:rsidR="0073214A">
        <w:rPr>
          <w:rFonts w:ascii="Times New Roman" w:hAnsi="Times New Roman"/>
          <w:noProof/>
          <w:sz w:val="24"/>
          <w:szCs w:val="24"/>
          <w:lang w:val="sr-Latn-CS"/>
        </w:rPr>
        <w:t>5</w:t>
      </w:r>
      <w:r w:rsidR="00B171A3" w:rsidRPr="00C7276E">
        <w:rPr>
          <w:rFonts w:ascii="Times New Roman" w:hAnsi="Times New Roman"/>
          <w:noProof/>
          <w:sz w:val="24"/>
          <w:szCs w:val="24"/>
          <w:lang w:val="sr-Latn-CS"/>
        </w:rPr>
        <w:t>. sjedni</w:t>
      </w:r>
      <w:r w:rsidR="00DB24EF" w:rsidRPr="00C7276E">
        <w:rPr>
          <w:rFonts w:ascii="Times New Roman" w:hAnsi="Times New Roman"/>
          <w:noProof/>
          <w:sz w:val="24"/>
          <w:szCs w:val="24"/>
          <w:lang w:val="sr-Latn-CS"/>
        </w:rPr>
        <w:t>ce Komisij</w:t>
      </w:r>
      <w:r w:rsidRPr="00C7276E">
        <w:rPr>
          <w:rFonts w:ascii="Times New Roman" w:hAnsi="Times New Roman"/>
          <w:noProof/>
          <w:sz w:val="24"/>
          <w:szCs w:val="24"/>
          <w:lang w:val="sr-Latn-CS"/>
        </w:rPr>
        <w:t>e nije bilo primjedbi</w:t>
      </w:r>
      <w:r w:rsidR="007C5E05" w:rsidRPr="00C7276E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Pr="00C7276E">
        <w:rPr>
          <w:rFonts w:ascii="Times New Roman" w:hAnsi="Times New Roman"/>
          <w:noProof/>
          <w:sz w:val="24"/>
          <w:szCs w:val="24"/>
          <w:lang w:val="sr-Latn-CS"/>
        </w:rPr>
        <w:t xml:space="preserve"> te</w:t>
      </w:r>
      <w:r w:rsidR="00DB24EF" w:rsidRPr="00C7276E">
        <w:rPr>
          <w:rFonts w:ascii="Times New Roman" w:hAnsi="Times New Roman"/>
          <w:noProof/>
          <w:sz w:val="24"/>
          <w:szCs w:val="24"/>
          <w:lang w:val="sr-Latn-CS"/>
        </w:rPr>
        <w:t xml:space="preserve"> je </w:t>
      </w:r>
      <w:r w:rsidR="00BC6D9F">
        <w:rPr>
          <w:rFonts w:ascii="Times New Roman" w:hAnsi="Times New Roman"/>
          <w:noProof/>
          <w:sz w:val="24"/>
          <w:szCs w:val="24"/>
          <w:lang w:val="sr-Latn-CS"/>
        </w:rPr>
        <w:t>usvojen</w:t>
      </w:r>
      <w:r w:rsidR="009771F9">
        <w:rPr>
          <w:rFonts w:ascii="Times New Roman" w:hAnsi="Times New Roman"/>
          <w:noProof/>
          <w:sz w:val="24"/>
          <w:szCs w:val="24"/>
          <w:lang w:val="sr-Latn-CS"/>
        </w:rPr>
        <w:t xml:space="preserve"> s</w:t>
      </w:r>
      <w:r w:rsidR="004A79B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9771F9">
        <w:rPr>
          <w:rFonts w:ascii="Times New Roman" w:hAnsi="Times New Roman"/>
          <w:noProof/>
          <w:sz w:val="24"/>
          <w:szCs w:val="24"/>
          <w:lang w:val="sr-Latn-CS"/>
        </w:rPr>
        <w:t>četiri glasa „za“ i jed</w:t>
      </w:r>
      <w:r w:rsidR="004A79B8" w:rsidRPr="00974D68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="009771F9">
        <w:rPr>
          <w:rFonts w:ascii="Times New Roman" w:hAnsi="Times New Roman"/>
          <w:noProof/>
          <w:sz w:val="24"/>
          <w:szCs w:val="24"/>
          <w:lang w:val="sr-Latn-CS"/>
        </w:rPr>
        <w:t>im</w:t>
      </w:r>
      <w:r w:rsidR="004A79B8" w:rsidRPr="00974D6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E57AA" w:rsidRPr="00974D68">
        <w:rPr>
          <w:rFonts w:ascii="Times New Roman" w:hAnsi="Times New Roman"/>
          <w:noProof/>
          <w:sz w:val="24"/>
          <w:szCs w:val="24"/>
          <w:lang w:val="sr-Latn-CS"/>
        </w:rPr>
        <w:t>glas</w:t>
      </w:r>
      <w:r w:rsidR="009771F9">
        <w:rPr>
          <w:rFonts w:ascii="Times New Roman" w:hAnsi="Times New Roman"/>
          <w:noProof/>
          <w:sz w:val="24"/>
          <w:szCs w:val="24"/>
          <w:lang w:val="sr-Latn-CS"/>
        </w:rPr>
        <w:t>om</w:t>
      </w:r>
      <w:r w:rsidR="004E57AA" w:rsidRPr="00974D6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71F9">
        <w:rPr>
          <w:rFonts w:ascii="Times New Roman" w:hAnsi="Times New Roman"/>
          <w:noProof/>
          <w:sz w:val="24"/>
          <w:szCs w:val="24"/>
          <w:lang w:val="sr-Latn-CS"/>
        </w:rPr>
        <w:t>„suzdržan“</w:t>
      </w:r>
      <w:r w:rsidR="00681D15" w:rsidRPr="00974D6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4C04ED9B" w14:textId="77777777" w:rsidR="004A79B8" w:rsidRDefault="004A79B8" w:rsidP="007C3730">
      <w:pPr>
        <w:pStyle w:val="NoSpacing"/>
        <w:ind w:hanging="36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549E2EB8" w14:textId="3B7800A3" w:rsidR="004A79B8" w:rsidRPr="004A79B8" w:rsidRDefault="00BF444F" w:rsidP="004A79B8">
      <w:pPr>
        <w:pStyle w:val="NoSpacing"/>
        <w:ind w:left="-270" w:hanging="9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681D15">
        <w:rPr>
          <w:rFonts w:ascii="Times New Roman BH" w:hAnsi="Times New Roman BH"/>
          <w:b/>
          <w:noProof/>
          <w:spacing w:val="-8"/>
          <w:sz w:val="24"/>
          <w:szCs w:val="24"/>
          <w:lang w:val="sr-Latn-CS"/>
        </w:rPr>
        <w:t>A</w:t>
      </w:r>
      <w:r w:rsidR="008F13F7" w:rsidRPr="00681D15">
        <w:rPr>
          <w:rFonts w:ascii="Times New Roman BH" w:hAnsi="Times New Roman BH"/>
          <w:b/>
          <w:noProof/>
          <w:spacing w:val="-8"/>
          <w:sz w:val="24"/>
          <w:szCs w:val="24"/>
          <w:lang w:val="sr-Latn-CS"/>
        </w:rPr>
        <w:t>d</w:t>
      </w:r>
      <w:r w:rsidRPr="00681D15">
        <w:rPr>
          <w:rFonts w:ascii="Times New Roman BH" w:hAnsi="Times New Roman BH"/>
          <w:b/>
          <w:noProof/>
          <w:spacing w:val="-8"/>
          <w:sz w:val="24"/>
          <w:szCs w:val="24"/>
          <w:lang w:val="sr-Latn-CS"/>
        </w:rPr>
        <w:t xml:space="preserve">. </w:t>
      </w:r>
      <w:r w:rsidR="00B171A3" w:rsidRPr="00681D15">
        <w:rPr>
          <w:rFonts w:ascii="Times New Roman BH" w:hAnsi="Times New Roman BH"/>
          <w:b/>
          <w:noProof/>
          <w:spacing w:val="-8"/>
          <w:sz w:val="24"/>
          <w:szCs w:val="24"/>
          <w:lang w:val="sr-Latn-CS"/>
        </w:rPr>
        <w:t>2</w:t>
      </w:r>
      <w:r w:rsidRPr="00681D15">
        <w:rPr>
          <w:rFonts w:ascii="Times New Roman BH" w:hAnsi="Times New Roman BH"/>
          <w:b/>
          <w:noProof/>
          <w:spacing w:val="-8"/>
          <w:sz w:val="24"/>
          <w:szCs w:val="24"/>
          <w:lang w:val="sr-Latn-CS"/>
        </w:rPr>
        <w:t>.</w:t>
      </w:r>
      <w:r w:rsidRPr="00C7276E">
        <w:rPr>
          <w:b/>
          <w:noProof/>
          <w:spacing w:val="-8"/>
          <w:lang w:val="sr-Latn-CS"/>
        </w:rPr>
        <w:t xml:space="preserve"> </w:t>
      </w:r>
      <w:r w:rsidR="009771F9">
        <w:rPr>
          <w:b/>
          <w:noProof/>
          <w:spacing w:val="-8"/>
          <w:lang w:val="sr-Latn-CS"/>
        </w:rPr>
        <w:t xml:space="preserve"> </w:t>
      </w:r>
      <w:r w:rsidR="004A79B8" w:rsidRPr="004A79B8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Razmatranje Izvještaja o radu Komisije za vanjsku trgovinu i carine za 20</w:t>
      </w:r>
      <w:r w:rsidR="004A79B8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2</w:t>
      </w:r>
      <w:r w:rsidR="004A79B8" w:rsidRPr="004A79B8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1. godinu</w:t>
      </w:r>
    </w:p>
    <w:p w14:paraId="537334BD" w14:textId="77777777" w:rsidR="004A79B8" w:rsidRPr="004A79B8" w:rsidRDefault="004A79B8" w:rsidP="004A79B8">
      <w:pPr>
        <w:spacing w:after="0" w:line="240" w:lineRule="auto"/>
        <w:jc w:val="both"/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</w:pPr>
      <w:r w:rsidRPr="004A79B8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 xml:space="preserve">             (član 32. stav (2) Poslovnika Predstavničkog doma)</w:t>
      </w:r>
    </w:p>
    <w:p w14:paraId="05BB2615" w14:textId="77777777" w:rsidR="004A79B8" w:rsidRPr="004A79B8" w:rsidRDefault="004A79B8" w:rsidP="004A79B8">
      <w:pPr>
        <w:spacing w:after="0" w:line="240" w:lineRule="auto"/>
        <w:jc w:val="both"/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</w:pPr>
    </w:p>
    <w:p w14:paraId="77B0AAEC" w14:textId="77777777" w:rsidR="004A79B8" w:rsidRPr="004A79B8" w:rsidRDefault="004A79B8" w:rsidP="004A79B8">
      <w:pPr>
        <w:rPr>
          <w:rFonts w:ascii="Times New Roman" w:hAnsi="Times New Roman"/>
          <w:sz w:val="24"/>
          <w:szCs w:val="24"/>
          <w:lang w:val="bs-Latn-BA"/>
        </w:rPr>
      </w:pPr>
      <w:r w:rsidRPr="004A79B8">
        <w:rPr>
          <w:rFonts w:ascii="Times New Roman" w:hAnsi="Times New Roman"/>
          <w:sz w:val="24"/>
          <w:szCs w:val="24"/>
          <w:lang w:val="sr-Latn-BA"/>
        </w:rPr>
        <w:t xml:space="preserve">Predsjedavajući Komisije kazao je da Komisija </w:t>
      </w:r>
      <w:r w:rsidRPr="004A79B8">
        <w:rPr>
          <w:rFonts w:ascii="Times New Roman" w:hAnsi="Times New Roman"/>
          <w:sz w:val="24"/>
          <w:szCs w:val="24"/>
          <w:lang w:val="sr-Cyrl-BA"/>
        </w:rPr>
        <w:t>jednom godišnje</w:t>
      </w:r>
      <w:r w:rsidRPr="004A79B8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4A79B8">
        <w:rPr>
          <w:rFonts w:ascii="Times New Roman" w:hAnsi="Times New Roman"/>
          <w:sz w:val="24"/>
          <w:szCs w:val="24"/>
          <w:lang w:val="sr-Cyrl-BA"/>
        </w:rPr>
        <w:t xml:space="preserve">podnosi </w:t>
      </w:r>
      <w:r w:rsidRPr="004A79B8">
        <w:rPr>
          <w:rFonts w:ascii="Times New Roman" w:hAnsi="Times New Roman"/>
          <w:sz w:val="24"/>
          <w:szCs w:val="24"/>
          <w:lang w:val="sr-Latn-BA"/>
        </w:rPr>
        <w:t xml:space="preserve">Predstavničkom </w:t>
      </w:r>
      <w:r w:rsidRPr="004A79B8">
        <w:rPr>
          <w:rFonts w:ascii="Times New Roman" w:hAnsi="Times New Roman"/>
          <w:sz w:val="24"/>
          <w:szCs w:val="24"/>
          <w:lang w:val="sr-Cyrl-BA"/>
        </w:rPr>
        <w:t>domu izvješ</w:t>
      </w:r>
      <w:r w:rsidRPr="004A79B8">
        <w:rPr>
          <w:rFonts w:ascii="Times New Roman" w:hAnsi="Times New Roman"/>
          <w:sz w:val="24"/>
          <w:szCs w:val="24"/>
          <w:lang w:val="sr-Latn-BA"/>
        </w:rPr>
        <w:t xml:space="preserve">taj </w:t>
      </w:r>
      <w:r w:rsidRPr="004A79B8">
        <w:rPr>
          <w:rFonts w:ascii="Times New Roman" w:hAnsi="Times New Roman"/>
          <w:sz w:val="24"/>
          <w:szCs w:val="24"/>
          <w:lang w:val="sr-Cyrl-BA"/>
        </w:rPr>
        <w:t>o radu</w:t>
      </w:r>
      <w:r w:rsidRPr="004A79B8">
        <w:rPr>
          <w:rFonts w:ascii="Times New Roman" w:hAnsi="Times New Roman"/>
          <w:sz w:val="24"/>
          <w:szCs w:val="24"/>
          <w:lang w:val="sr-Latn-BA"/>
        </w:rPr>
        <w:t xml:space="preserve">, u skladu s članom 32. stav (2) </w:t>
      </w:r>
      <w:r w:rsidRPr="004A79B8">
        <w:rPr>
          <w:rFonts w:ascii="Times New Roman" w:hAnsi="Times New Roman"/>
          <w:sz w:val="24"/>
          <w:szCs w:val="24"/>
          <w:lang w:val="bs-Latn-BA"/>
        </w:rPr>
        <w:t>Poslovnika Predstavničkog doma.</w:t>
      </w:r>
    </w:p>
    <w:p w14:paraId="4F9A21E2" w14:textId="6C90CB94" w:rsidR="004A79B8" w:rsidRPr="004A79B8" w:rsidRDefault="004A79B8" w:rsidP="004A79B8">
      <w:pPr>
        <w:rPr>
          <w:rFonts w:ascii="Times New Roman" w:hAnsi="Times New Roman"/>
          <w:noProof/>
          <w:sz w:val="24"/>
          <w:szCs w:val="24"/>
          <w:lang w:val="bs-Latn-BA"/>
        </w:rPr>
      </w:pPr>
      <w:r w:rsidRPr="004A79B8">
        <w:rPr>
          <w:rFonts w:ascii="Times New Roman" w:hAnsi="Times New Roman"/>
          <w:sz w:val="24"/>
          <w:szCs w:val="24"/>
          <w:lang w:val="bs-Latn-BA"/>
        </w:rPr>
        <w:t xml:space="preserve">S obzirom na to da nije bilo prijavljenih za raspravu o ovom izvještaju, Komisija </w:t>
      </w:r>
      <w:r w:rsidRPr="004A79B8">
        <w:rPr>
          <w:rFonts w:ascii="Times New Roman" w:hAnsi="Times New Roman"/>
          <w:noProof/>
          <w:sz w:val="24"/>
          <w:szCs w:val="24"/>
          <w:lang w:val="bs-Latn-BA"/>
        </w:rPr>
        <w:t xml:space="preserve">je, </w:t>
      </w:r>
      <w:r w:rsidRPr="00974D68">
        <w:rPr>
          <w:rFonts w:ascii="Times New Roman" w:hAnsi="Times New Roman"/>
          <w:noProof/>
          <w:sz w:val="24"/>
          <w:szCs w:val="24"/>
          <w:lang w:val="bs-Latn-BA"/>
        </w:rPr>
        <w:t>s četiri glasa „</w:t>
      </w:r>
      <w:r w:rsidR="009771F9">
        <w:rPr>
          <w:rFonts w:ascii="Times New Roman" w:hAnsi="Times New Roman"/>
          <w:noProof/>
          <w:sz w:val="24"/>
          <w:szCs w:val="24"/>
          <w:lang w:val="bs-Latn-BA"/>
        </w:rPr>
        <w:t>za“, bez glasova „protiv“ i jed</w:t>
      </w:r>
      <w:r w:rsidRPr="00974D68">
        <w:rPr>
          <w:rFonts w:ascii="Times New Roman" w:hAnsi="Times New Roman"/>
          <w:noProof/>
          <w:sz w:val="24"/>
          <w:szCs w:val="24"/>
          <w:lang w:val="bs-Latn-BA"/>
        </w:rPr>
        <w:t>n</w:t>
      </w:r>
      <w:r w:rsidR="009771F9">
        <w:rPr>
          <w:rFonts w:ascii="Times New Roman" w:hAnsi="Times New Roman"/>
          <w:noProof/>
          <w:sz w:val="24"/>
          <w:szCs w:val="24"/>
          <w:lang w:val="bs-Latn-BA"/>
        </w:rPr>
        <w:t xml:space="preserve">im </w:t>
      </w:r>
      <w:r w:rsidR="004E57AA" w:rsidRPr="00974D68">
        <w:rPr>
          <w:rFonts w:ascii="Times New Roman" w:hAnsi="Times New Roman"/>
          <w:noProof/>
          <w:sz w:val="24"/>
          <w:szCs w:val="24"/>
          <w:lang w:val="bs-Latn-BA"/>
        </w:rPr>
        <w:t>glas</w:t>
      </w:r>
      <w:r w:rsidR="009771F9">
        <w:rPr>
          <w:rFonts w:ascii="Times New Roman" w:hAnsi="Times New Roman"/>
          <w:noProof/>
          <w:sz w:val="24"/>
          <w:szCs w:val="24"/>
          <w:lang w:val="bs-Latn-BA"/>
        </w:rPr>
        <w:t>om</w:t>
      </w:r>
      <w:r w:rsidR="004E57AA" w:rsidRPr="00974D68">
        <w:rPr>
          <w:rFonts w:ascii="Times New Roman" w:hAnsi="Times New Roman"/>
          <w:noProof/>
          <w:sz w:val="24"/>
          <w:szCs w:val="24"/>
          <w:lang w:val="bs-Latn-BA"/>
        </w:rPr>
        <w:t xml:space="preserve"> </w:t>
      </w:r>
      <w:r w:rsidRPr="00974D68">
        <w:rPr>
          <w:rFonts w:ascii="Times New Roman" w:hAnsi="Times New Roman"/>
          <w:noProof/>
          <w:sz w:val="24"/>
          <w:szCs w:val="24"/>
          <w:lang w:val="bs-Latn-BA"/>
        </w:rPr>
        <w:t>„suzdržan“, usvojila Izvještaj o radu</w:t>
      </w:r>
      <w:r w:rsidRPr="004A79B8">
        <w:rPr>
          <w:rFonts w:ascii="Times New Roman" w:hAnsi="Times New Roman"/>
          <w:noProof/>
          <w:sz w:val="24"/>
          <w:szCs w:val="24"/>
          <w:lang w:val="bs-Latn-BA"/>
        </w:rPr>
        <w:t xml:space="preserve"> Komisije za </w:t>
      </w:r>
      <w:r>
        <w:rPr>
          <w:rFonts w:ascii="Times New Roman" w:hAnsi="Times New Roman"/>
          <w:noProof/>
          <w:sz w:val="24"/>
          <w:szCs w:val="24"/>
          <w:lang w:val="bs-Latn-BA"/>
        </w:rPr>
        <w:t>vanjsku trgovinu i carine za 2021</w:t>
      </w:r>
      <w:r w:rsidRPr="004A79B8">
        <w:rPr>
          <w:rFonts w:ascii="Times New Roman" w:hAnsi="Times New Roman"/>
          <w:noProof/>
          <w:sz w:val="24"/>
          <w:szCs w:val="24"/>
          <w:lang w:val="bs-Latn-BA"/>
        </w:rPr>
        <w:t>.</w:t>
      </w:r>
      <w:r w:rsidR="00BC6037">
        <w:rPr>
          <w:rFonts w:ascii="Times New Roman" w:hAnsi="Times New Roman"/>
          <w:noProof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bs-Latn-BA"/>
        </w:rPr>
        <w:t xml:space="preserve">godinu </w:t>
      </w:r>
      <w:r w:rsidRPr="004A79B8">
        <w:rPr>
          <w:rFonts w:ascii="Times New Roman" w:hAnsi="Times New Roman"/>
          <w:noProof/>
          <w:sz w:val="24"/>
          <w:szCs w:val="24"/>
          <w:lang w:val="bs-Latn-BA"/>
        </w:rPr>
        <w:t xml:space="preserve">i uputila ga u daljnju proceduru Predstavničkom domu Parlamentarne skupštine BiH. </w:t>
      </w:r>
    </w:p>
    <w:p w14:paraId="21CA879C" w14:textId="479A21A6" w:rsidR="0028469D" w:rsidRDefault="0028469D" w:rsidP="0028469D">
      <w:pPr>
        <w:spacing w:after="0"/>
        <w:ind w:hanging="450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Ad. 3. </w:t>
      </w:r>
      <w:r w:rsidRPr="0028469D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Prijedlog orijentacionog radnog plana Komisije za vanjsku trgovinu  i carine Predstavničkog doma PSBiH za 2022. godinu</w:t>
      </w:r>
    </w:p>
    <w:p w14:paraId="64F9B06E" w14:textId="77777777" w:rsidR="00C26D78" w:rsidRDefault="0028469D" w:rsidP="0028469D">
      <w:pPr>
        <w:pStyle w:val="NoSpacing"/>
        <w:ind w:left="-270" w:hanging="90"/>
        <w:jc w:val="both"/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 xml:space="preserve">       </w:t>
      </w:r>
    </w:p>
    <w:p w14:paraId="3FD3EAFB" w14:textId="77777777" w:rsidR="00C26D78" w:rsidRDefault="00C26D78" w:rsidP="0028469D">
      <w:pPr>
        <w:pStyle w:val="NoSpacing"/>
        <w:ind w:left="-270" w:hanging="90"/>
        <w:jc w:val="both"/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</w:pPr>
    </w:p>
    <w:p w14:paraId="138300B1" w14:textId="0A6FB9B7" w:rsidR="0028469D" w:rsidRPr="0028469D" w:rsidRDefault="0028469D" w:rsidP="0028469D">
      <w:pPr>
        <w:pStyle w:val="NoSpacing"/>
        <w:ind w:left="-270" w:hanging="90"/>
        <w:jc w:val="both"/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</w:pPr>
      <w:r w:rsidRPr="0028469D">
        <w:rPr>
          <w:rFonts w:ascii="Times New Roman" w:hAnsi="Times New Roman"/>
          <w:color w:val="000000"/>
          <w:sz w:val="24"/>
          <w:szCs w:val="24"/>
          <w:lang w:val="sr-Latn-BA"/>
        </w:rPr>
        <w:t xml:space="preserve">Komisija </w:t>
      </w:r>
      <w:r w:rsidR="00C26D78">
        <w:rPr>
          <w:rFonts w:ascii="Times New Roman" w:hAnsi="Times New Roman"/>
          <w:color w:val="000000"/>
          <w:sz w:val="24"/>
          <w:szCs w:val="24"/>
          <w:lang w:val="sr-Latn-BA"/>
        </w:rPr>
        <w:t xml:space="preserve">je </w:t>
      </w:r>
      <w:r w:rsidR="009771F9">
        <w:rPr>
          <w:rFonts w:ascii="Times New Roman" w:hAnsi="Times New Roman"/>
          <w:color w:val="000000"/>
          <w:sz w:val="24"/>
          <w:szCs w:val="24"/>
          <w:lang w:val="sr-Latn-BA"/>
        </w:rPr>
        <w:t xml:space="preserve">usvojila </w:t>
      </w:r>
      <w:r w:rsidRPr="0028469D">
        <w:rPr>
          <w:rFonts w:ascii="Times New Roman" w:hAnsi="Times New Roman"/>
          <w:color w:val="000000"/>
          <w:sz w:val="24"/>
          <w:szCs w:val="24"/>
          <w:lang w:val="sr-Latn-BA"/>
        </w:rPr>
        <w:t>Orijentacioni radni plan za 202</w:t>
      </w:r>
      <w:r>
        <w:rPr>
          <w:rFonts w:ascii="Times New Roman" w:hAnsi="Times New Roman"/>
          <w:color w:val="000000"/>
          <w:sz w:val="24"/>
          <w:szCs w:val="24"/>
          <w:lang w:val="sr-Latn-BA"/>
        </w:rPr>
        <w:t>2.</w:t>
      </w:r>
      <w:r w:rsidR="009771F9">
        <w:rPr>
          <w:rFonts w:ascii="Times New Roman" w:hAnsi="Times New Roman"/>
          <w:color w:val="000000"/>
          <w:sz w:val="24"/>
          <w:szCs w:val="24"/>
          <w:lang w:val="sr-Latn-BA"/>
        </w:rPr>
        <w:t xml:space="preserve"> godinu</w:t>
      </w:r>
      <w:r w:rsidR="00C26D78">
        <w:rPr>
          <w:rFonts w:ascii="Times New Roman" w:hAnsi="Times New Roman"/>
          <w:color w:val="000000"/>
          <w:sz w:val="24"/>
          <w:szCs w:val="24"/>
          <w:lang w:val="sr-Latn-BA"/>
        </w:rPr>
        <w:t xml:space="preserve">, </w:t>
      </w:r>
      <w:r w:rsidRPr="0028469D">
        <w:rPr>
          <w:rFonts w:ascii="Times New Roman" w:hAnsi="Times New Roman"/>
          <w:color w:val="000000"/>
          <w:sz w:val="24"/>
          <w:szCs w:val="24"/>
          <w:lang w:val="sr-Latn-BA"/>
        </w:rPr>
        <w:t>s četiri glasa „za“</w:t>
      </w:r>
      <w:r w:rsidR="002D29CB">
        <w:rPr>
          <w:rFonts w:ascii="Times New Roman" w:hAnsi="Times New Roman"/>
          <w:color w:val="000000"/>
          <w:sz w:val="24"/>
          <w:szCs w:val="24"/>
          <w:lang w:val="sr-Latn-BA"/>
        </w:rPr>
        <w:t>,</w:t>
      </w:r>
      <w:r w:rsidRPr="0028469D">
        <w:rPr>
          <w:rFonts w:ascii="Times New Roman" w:hAnsi="Times New Roman"/>
          <w:color w:val="000000"/>
          <w:sz w:val="24"/>
          <w:szCs w:val="24"/>
          <w:lang w:val="sr-Latn-BA"/>
        </w:rPr>
        <w:t xml:space="preserve"> bez glasova „protiv“ i </w:t>
      </w:r>
      <w:r w:rsidR="009771F9">
        <w:rPr>
          <w:rFonts w:ascii="Times New Roman" w:hAnsi="Times New Roman"/>
          <w:color w:val="000000"/>
          <w:sz w:val="24"/>
          <w:szCs w:val="24"/>
          <w:lang w:val="sr-Latn-BA"/>
        </w:rPr>
        <w:t xml:space="preserve"> jed</w:t>
      </w:r>
      <w:r>
        <w:rPr>
          <w:rFonts w:ascii="Times New Roman" w:hAnsi="Times New Roman"/>
          <w:color w:val="000000"/>
          <w:sz w:val="24"/>
          <w:szCs w:val="24"/>
          <w:lang w:val="sr-Latn-BA"/>
        </w:rPr>
        <w:t>n</w:t>
      </w:r>
      <w:r w:rsidR="009771F9">
        <w:rPr>
          <w:rFonts w:ascii="Times New Roman" w:hAnsi="Times New Roman"/>
          <w:color w:val="000000"/>
          <w:sz w:val="24"/>
          <w:szCs w:val="24"/>
          <w:lang w:val="sr-Latn-BA"/>
        </w:rPr>
        <w:t>im</w:t>
      </w:r>
      <w:r>
        <w:rPr>
          <w:rFonts w:ascii="Times New Roman" w:hAnsi="Times New Roman"/>
          <w:color w:val="000000"/>
          <w:sz w:val="24"/>
          <w:szCs w:val="24"/>
          <w:lang w:val="sr-Latn-BA"/>
        </w:rPr>
        <w:t xml:space="preserve"> </w:t>
      </w:r>
      <w:r w:rsidRPr="0028469D">
        <w:rPr>
          <w:rFonts w:ascii="Times New Roman" w:hAnsi="Times New Roman"/>
          <w:color w:val="000000"/>
          <w:sz w:val="24"/>
          <w:szCs w:val="24"/>
          <w:lang w:val="sr-Latn-BA"/>
        </w:rPr>
        <w:t>glas</w:t>
      </w:r>
      <w:r w:rsidR="009771F9">
        <w:rPr>
          <w:rFonts w:ascii="Times New Roman" w:hAnsi="Times New Roman"/>
          <w:color w:val="000000"/>
          <w:sz w:val="24"/>
          <w:szCs w:val="24"/>
          <w:lang w:val="sr-Latn-BA"/>
        </w:rPr>
        <w:t>om</w:t>
      </w:r>
      <w:r w:rsidRPr="0028469D">
        <w:rPr>
          <w:rFonts w:ascii="Times New Roman" w:hAnsi="Times New Roman"/>
          <w:color w:val="000000"/>
          <w:sz w:val="24"/>
          <w:szCs w:val="24"/>
          <w:lang w:val="sr-Latn-BA"/>
        </w:rPr>
        <w:t xml:space="preserve"> „suzdržan“.</w:t>
      </w:r>
    </w:p>
    <w:p w14:paraId="4FE6483F" w14:textId="77777777" w:rsidR="00681D15" w:rsidRDefault="00681D15" w:rsidP="00681D15">
      <w:pPr>
        <w:pStyle w:val="NoSpacing"/>
        <w:ind w:left="-270" w:hanging="9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506E7306" w14:textId="77777777" w:rsidR="00681D15" w:rsidRDefault="00681D15" w:rsidP="00681D15">
      <w:pPr>
        <w:pStyle w:val="NoSpacing"/>
        <w:ind w:left="-270" w:hanging="9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34689341" w14:textId="2B743647" w:rsidR="00021E84" w:rsidRDefault="001442ED" w:rsidP="004A79B8">
      <w:pPr>
        <w:pStyle w:val="NoSpacing"/>
        <w:ind w:left="-360"/>
        <w:jc w:val="both"/>
        <w:rPr>
          <w:rFonts w:ascii="Times New Roman" w:hAnsi="Times New Roman"/>
          <w:noProof/>
          <w:sz w:val="24"/>
          <w:szCs w:val="24"/>
          <w:lang w:val="bs-Latn-BA"/>
        </w:rPr>
      </w:pP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</w:p>
    <w:p w14:paraId="0850FAC0" w14:textId="2452FD4A" w:rsidR="00681D15" w:rsidRPr="00E31FE1" w:rsidRDefault="00681D15" w:rsidP="00083F92">
      <w:pPr>
        <w:pStyle w:val="NoSpacing"/>
        <w:ind w:left="-630" w:hanging="9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4C55FA69" w14:textId="77777777" w:rsidR="0028469D" w:rsidRDefault="0028469D" w:rsidP="00A8532F">
      <w:pPr>
        <w:spacing w:after="0"/>
        <w:ind w:hanging="45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1974715A" w14:textId="77777777" w:rsidR="0028469D" w:rsidRDefault="0028469D" w:rsidP="00A8532F">
      <w:pPr>
        <w:spacing w:after="0"/>
        <w:ind w:hanging="45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232D500E" w14:textId="77777777" w:rsidR="0028469D" w:rsidRDefault="0028469D" w:rsidP="00A8532F">
      <w:pPr>
        <w:spacing w:after="0"/>
        <w:ind w:hanging="45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66741A7E" w14:textId="77777777" w:rsidR="008C0236" w:rsidRDefault="00154AB6" w:rsidP="0028469D">
      <w:pPr>
        <w:spacing w:after="0"/>
        <w:ind w:hanging="450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Ad.</w:t>
      </w:r>
      <w:r w:rsidR="0077051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28469D">
        <w:rPr>
          <w:rFonts w:ascii="Times New Roman" w:hAnsi="Times New Roman"/>
          <w:b/>
          <w:noProof/>
          <w:sz w:val="24"/>
          <w:szCs w:val="24"/>
          <w:lang w:val="sr-Latn-CS"/>
        </w:rPr>
        <w:t>4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.</w:t>
      </w:r>
      <w:r w:rsidR="0077051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28469D">
        <w:rPr>
          <w:rFonts w:ascii="Times New Roman" w:hAnsi="Times New Roman"/>
          <w:b/>
          <w:noProof/>
          <w:sz w:val="24"/>
          <w:szCs w:val="24"/>
          <w:lang w:val="sr-Latn-CS"/>
        </w:rPr>
        <w:t>Tekuća pitanja</w:t>
      </w:r>
      <w:r w:rsidR="0028469D" w:rsidRPr="0028469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:  </w:t>
      </w:r>
    </w:p>
    <w:p w14:paraId="7F18ED98" w14:textId="6F51F884" w:rsidR="008C0236" w:rsidRDefault="008C0236" w:rsidP="0028469D">
      <w:pPr>
        <w:spacing w:after="0"/>
        <w:ind w:hanging="450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        </w:t>
      </w:r>
      <w:r w:rsidR="0028469D" w:rsidRPr="0028469D">
        <w:rPr>
          <w:rFonts w:ascii="Times New Roman" w:hAnsi="Times New Roman"/>
          <w:b/>
          <w:noProof/>
          <w:sz w:val="24"/>
          <w:szCs w:val="24"/>
          <w:lang w:val="sr-Latn-CS"/>
        </w:rPr>
        <w:t>- Molba Sindikata Uprave</w:t>
      </w:r>
      <w:r w:rsidR="002D29C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za indirektno opore</w:t>
      </w:r>
      <w:r w:rsidR="009771F9">
        <w:rPr>
          <w:rFonts w:ascii="Times New Roman" w:hAnsi="Times New Roman"/>
          <w:b/>
          <w:noProof/>
          <w:sz w:val="24"/>
          <w:szCs w:val="24"/>
          <w:lang w:val="sr-Latn-CS"/>
        </w:rPr>
        <w:t>z</w:t>
      </w:r>
      <w:r w:rsidR="002D29CB"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9771F9">
        <w:rPr>
          <w:rFonts w:ascii="Times New Roman" w:hAnsi="Times New Roman"/>
          <w:b/>
          <w:noProof/>
          <w:sz w:val="24"/>
          <w:szCs w:val="24"/>
          <w:lang w:val="sr-Latn-CS"/>
        </w:rPr>
        <w:t>v</w:t>
      </w:r>
      <w:r w:rsidR="002D29CB">
        <w:rPr>
          <w:rFonts w:ascii="Times New Roman" w:hAnsi="Times New Roman"/>
          <w:b/>
          <w:noProof/>
          <w:sz w:val="24"/>
          <w:szCs w:val="24"/>
          <w:lang w:val="sr-Latn-CS"/>
        </w:rPr>
        <w:t>a</w:t>
      </w:r>
      <w:r w:rsidR="009771F9">
        <w:rPr>
          <w:rFonts w:ascii="Times New Roman" w:hAnsi="Times New Roman"/>
          <w:b/>
          <w:noProof/>
          <w:sz w:val="24"/>
          <w:szCs w:val="24"/>
          <w:lang w:val="sr-Latn-CS"/>
        </w:rPr>
        <w:t>nje BiH</w:t>
      </w:r>
      <w:r w:rsidR="0028469D" w:rsidRPr="0028469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za uključivanje naše</w:t>
      </w:r>
    </w:p>
    <w:p w14:paraId="130C85E4" w14:textId="4EA487E4" w:rsidR="008C0236" w:rsidRDefault="008C0236" w:rsidP="0028469D">
      <w:pPr>
        <w:spacing w:after="0"/>
        <w:ind w:hanging="450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          </w:t>
      </w:r>
      <w:r w:rsidR="009771F9">
        <w:rPr>
          <w:rFonts w:ascii="Times New Roman" w:hAnsi="Times New Roman"/>
          <w:b/>
          <w:noProof/>
          <w:sz w:val="24"/>
          <w:szCs w:val="24"/>
          <w:lang w:val="sr-Latn-CS"/>
        </w:rPr>
        <w:t>komisije u rješavanje</w:t>
      </w:r>
      <w:r w:rsidR="0028469D" w:rsidRPr="0028469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problema zaposlenih u Upravi za indirektno oporezivanje</w:t>
      </w:r>
    </w:p>
    <w:p w14:paraId="1FF3CB14" w14:textId="12892405" w:rsidR="0028469D" w:rsidRPr="0028469D" w:rsidRDefault="008C0236" w:rsidP="0028469D">
      <w:pPr>
        <w:spacing w:after="0"/>
        <w:ind w:hanging="450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        </w:t>
      </w:r>
      <w:r w:rsidR="0028469D" w:rsidRPr="0028469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</w:t>
      </w:r>
      <w:r w:rsidR="009771F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BIH, broj:01/3-50-17-320/22 od </w:t>
      </w:r>
      <w:r w:rsidR="0028469D" w:rsidRPr="0028469D">
        <w:rPr>
          <w:rFonts w:ascii="Times New Roman" w:hAnsi="Times New Roman"/>
          <w:b/>
          <w:noProof/>
          <w:sz w:val="24"/>
          <w:szCs w:val="24"/>
          <w:lang w:val="sr-Latn-CS"/>
        </w:rPr>
        <w:t>2.</w:t>
      </w:r>
      <w:r w:rsidR="009771F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28469D" w:rsidRPr="0028469D">
        <w:rPr>
          <w:rFonts w:ascii="Times New Roman" w:hAnsi="Times New Roman"/>
          <w:b/>
          <w:noProof/>
          <w:sz w:val="24"/>
          <w:szCs w:val="24"/>
          <w:lang w:val="sr-Latn-CS"/>
        </w:rPr>
        <w:t>3.</w:t>
      </w:r>
      <w:r w:rsidR="009771F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20</w:t>
      </w:r>
      <w:r w:rsidR="0028469D" w:rsidRPr="0028469D">
        <w:rPr>
          <w:rFonts w:ascii="Times New Roman" w:hAnsi="Times New Roman"/>
          <w:b/>
          <w:noProof/>
          <w:sz w:val="24"/>
          <w:szCs w:val="24"/>
          <w:lang w:val="sr-Latn-CS"/>
        </w:rPr>
        <w:t>22.</w:t>
      </w:r>
    </w:p>
    <w:p w14:paraId="0A363093" w14:textId="77777777" w:rsidR="00083F92" w:rsidRPr="00BB0249" w:rsidRDefault="00083F92" w:rsidP="00BB0249">
      <w:pPr>
        <w:spacing w:after="0"/>
        <w:rPr>
          <w:rFonts w:ascii="Times New Roman" w:hAnsi="Times New Roman"/>
          <w:noProof/>
          <w:sz w:val="24"/>
          <w:szCs w:val="24"/>
          <w:lang w:val="sr-Cyrl-BA"/>
        </w:rPr>
      </w:pPr>
    </w:p>
    <w:p w14:paraId="2C072DEF" w14:textId="750BAE56" w:rsidR="008C0236" w:rsidRDefault="00A8532F" w:rsidP="00EE7473">
      <w:pPr>
        <w:pStyle w:val="NoSpacing"/>
        <w:ind w:left="-450"/>
        <w:jc w:val="both"/>
        <w:rPr>
          <w:rFonts w:ascii="Times New Roman" w:hAnsi="Times New Roman"/>
          <w:noProof/>
          <w:sz w:val="24"/>
          <w:szCs w:val="24"/>
          <w:lang w:val="bs-Latn-BA"/>
        </w:rPr>
      </w:pPr>
      <w:r>
        <w:rPr>
          <w:rFonts w:ascii="Times New Roman" w:hAnsi="Times New Roman"/>
          <w:noProof/>
          <w:sz w:val="24"/>
          <w:szCs w:val="24"/>
          <w:lang w:val="bs-Latn-BA"/>
        </w:rPr>
        <w:t xml:space="preserve">Komisija je </w:t>
      </w:r>
      <w:r w:rsidR="00EE7473">
        <w:rPr>
          <w:rFonts w:ascii="Times New Roman" w:hAnsi="Times New Roman"/>
          <w:noProof/>
          <w:sz w:val="24"/>
          <w:szCs w:val="24"/>
          <w:lang w:val="bs-Latn-BA"/>
        </w:rPr>
        <w:t xml:space="preserve">razmatrala </w:t>
      </w:r>
      <w:r w:rsidR="00974D68">
        <w:rPr>
          <w:rFonts w:ascii="Times New Roman" w:hAnsi="Times New Roman"/>
          <w:noProof/>
          <w:sz w:val="24"/>
          <w:szCs w:val="24"/>
          <w:lang w:val="bs-Latn-BA"/>
        </w:rPr>
        <w:t>m</w:t>
      </w:r>
      <w:r w:rsidR="0028469D">
        <w:rPr>
          <w:rFonts w:ascii="Times New Roman" w:hAnsi="Times New Roman"/>
          <w:noProof/>
          <w:sz w:val="24"/>
          <w:szCs w:val="24"/>
          <w:lang w:val="bs-Latn-BA"/>
        </w:rPr>
        <w:t xml:space="preserve">olbu </w:t>
      </w:r>
      <w:r w:rsidR="008C0236">
        <w:rPr>
          <w:rFonts w:ascii="Times New Roman" w:hAnsi="Times New Roman"/>
          <w:noProof/>
          <w:sz w:val="24"/>
          <w:szCs w:val="24"/>
          <w:lang w:val="bs-Latn-BA"/>
        </w:rPr>
        <w:t>S</w:t>
      </w:r>
      <w:r w:rsidR="0028469D">
        <w:rPr>
          <w:rFonts w:ascii="Times New Roman" w:hAnsi="Times New Roman"/>
          <w:noProof/>
          <w:sz w:val="24"/>
          <w:szCs w:val="24"/>
          <w:lang w:val="bs-Latn-BA"/>
        </w:rPr>
        <w:t>indikata Upra</w:t>
      </w:r>
      <w:r w:rsidR="00EE7473">
        <w:rPr>
          <w:rFonts w:ascii="Times New Roman" w:hAnsi="Times New Roman"/>
          <w:noProof/>
          <w:sz w:val="24"/>
          <w:szCs w:val="24"/>
          <w:lang w:val="bs-Latn-BA"/>
        </w:rPr>
        <w:t>ve za indirektno oporez</w:t>
      </w:r>
      <w:r w:rsidR="002D29CB">
        <w:rPr>
          <w:rFonts w:ascii="Times New Roman" w:hAnsi="Times New Roman"/>
          <w:noProof/>
          <w:sz w:val="24"/>
          <w:szCs w:val="24"/>
          <w:lang w:val="bs-Latn-BA"/>
        </w:rPr>
        <w:t>i</w:t>
      </w:r>
      <w:r w:rsidR="00EE7473">
        <w:rPr>
          <w:rFonts w:ascii="Times New Roman" w:hAnsi="Times New Roman"/>
          <w:noProof/>
          <w:sz w:val="24"/>
          <w:szCs w:val="24"/>
          <w:lang w:val="bs-Latn-BA"/>
        </w:rPr>
        <w:t xml:space="preserve">vanje </w:t>
      </w:r>
      <w:r w:rsidR="008C0236">
        <w:rPr>
          <w:rFonts w:ascii="Times New Roman" w:hAnsi="Times New Roman"/>
          <w:noProof/>
          <w:sz w:val="24"/>
          <w:szCs w:val="24"/>
          <w:lang w:val="bs-Latn-BA"/>
        </w:rPr>
        <w:t xml:space="preserve">BiH </w:t>
      </w:r>
      <w:r w:rsidR="00AE1D2C">
        <w:rPr>
          <w:rFonts w:ascii="Times New Roman" w:hAnsi="Times New Roman"/>
          <w:noProof/>
          <w:sz w:val="24"/>
          <w:szCs w:val="24"/>
          <w:lang w:val="bs-Latn-BA"/>
        </w:rPr>
        <w:t xml:space="preserve">i prihvatila </w:t>
      </w:r>
      <w:r w:rsidR="00EE7473">
        <w:rPr>
          <w:rFonts w:ascii="Times New Roman" w:hAnsi="Times New Roman"/>
          <w:noProof/>
          <w:sz w:val="24"/>
          <w:szCs w:val="24"/>
          <w:lang w:val="bs-Latn-BA"/>
        </w:rPr>
        <w:t xml:space="preserve">da se održi </w:t>
      </w:r>
      <w:r w:rsidR="0028469D">
        <w:rPr>
          <w:rFonts w:ascii="Times New Roman" w:hAnsi="Times New Roman"/>
          <w:noProof/>
          <w:sz w:val="24"/>
          <w:szCs w:val="24"/>
          <w:lang w:val="bs-Latn-BA"/>
        </w:rPr>
        <w:t xml:space="preserve">sastanak </w:t>
      </w:r>
      <w:r w:rsidR="009771F9">
        <w:rPr>
          <w:rFonts w:ascii="Times New Roman" w:hAnsi="Times New Roman"/>
          <w:noProof/>
          <w:sz w:val="24"/>
          <w:szCs w:val="24"/>
          <w:lang w:val="bs-Latn-BA"/>
        </w:rPr>
        <w:t>s</w:t>
      </w:r>
      <w:r w:rsidR="00EE7473">
        <w:rPr>
          <w:rFonts w:ascii="Times New Roman" w:hAnsi="Times New Roman"/>
          <w:noProof/>
          <w:sz w:val="24"/>
          <w:szCs w:val="24"/>
          <w:lang w:val="bs-Latn-BA"/>
        </w:rPr>
        <w:t xml:space="preserve"> </w:t>
      </w:r>
      <w:r w:rsidR="008C0236">
        <w:rPr>
          <w:rFonts w:ascii="Times New Roman" w:hAnsi="Times New Roman"/>
          <w:noProof/>
          <w:sz w:val="24"/>
          <w:szCs w:val="24"/>
          <w:lang w:val="bs-Latn-BA"/>
        </w:rPr>
        <w:t>predstavnicima Sindikata U</w:t>
      </w:r>
      <w:r w:rsidR="00EE7473">
        <w:rPr>
          <w:rFonts w:ascii="Times New Roman" w:hAnsi="Times New Roman"/>
          <w:noProof/>
          <w:sz w:val="24"/>
          <w:szCs w:val="24"/>
          <w:lang w:val="bs-Latn-BA"/>
        </w:rPr>
        <w:t>prave za indirektno op</w:t>
      </w:r>
      <w:r w:rsidR="002D29CB">
        <w:rPr>
          <w:rFonts w:ascii="Times New Roman" w:hAnsi="Times New Roman"/>
          <w:noProof/>
          <w:sz w:val="24"/>
          <w:szCs w:val="24"/>
          <w:lang w:val="bs-Latn-BA"/>
        </w:rPr>
        <w:t>o</w:t>
      </w:r>
      <w:r w:rsidR="00EE7473">
        <w:rPr>
          <w:rFonts w:ascii="Times New Roman" w:hAnsi="Times New Roman"/>
          <w:noProof/>
          <w:sz w:val="24"/>
          <w:szCs w:val="24"/>
          <w:lang w:val="bs-Latn-BA"/>
        </w:rPr>
        <w:t xml:space="preserve">rezivanje </w:t>
      </w:r>
      <w:r w:rsidR="008C0236">
        <w:rPr>
          <w:rFonts w:ascii="Times New Roman" w:hAnsi="Times New Roman"/>
          <w:noProof/>
          <w:sz w:val="24"/>
          <w:szCs w:val="24"/>
          <w:lang w:val="bs-Latn-BA"/>
        </w:rPr>
        <w:t>BiH.</w:t>
      </w:r>
    </w:p>
    <w:p w14:paraId="5ABFAF88" w14:textId="77777777" w:rsidR="004E57AA" w:rsidRDefault="004E57AA" w:rsidP="00EE7473">
      <w:pPr>
        <w:pStyle w:val="NoSpacing"/>
        <w:ind w:left="-450"/>
        <w:jc w:val="both"/>
        <w:rPr>
          <w:rFonts w:ascii="Times New Roman" w:hAnsi="Times New Roman"/>
          <w:noProof/>
          <w:sz w:val="24"/>
          <w:szCs w:val="24"/>
          <w:lang w:val="bs-Latn-BA"/>
        </w:rPr>
      </w:pPr>
    </w:p>
    <w:p w14:paraId="741ECE83" w14:textId="19C1CF54" w:rsidR="00083F92" w:rsidRDefault="008C0236" w:rsidP="00EE7473">
      <w:pPr>
        <w:pStyle w:val="NoSpacing"/>
        <w:ind w:left="-450"/>
        <w:jc w:val="both"/>
        <w:rPr>
          <w:rFonts w:ascii="Times New Roman" w:hAnsi="Times New Roman"/>
          <w:noProof/>
          <w:sz w:val="24"/>
          <w:szCs w:val="24"/>
          <w:lang w:val="bs-Latn-BA"/>
        </w:rPr>
      </w:pPr>
      <w:r>
        <w:rPr>
          <w:rFonts w:ascii="Times New Roman" w:hAnsi="Times New Roman"/>
          <w:noProof/>
          <w:sz w:val="24"/>
          <w:szCs w:val="24"/>
          <w:lang w:val="bs-Latn-BA"/>
        </w:rPr>
        <w:t xml:space="preserve">Članovi Komisije usaglasili </w:t>
      </w:r>
      <w:r w:rsidR="009771F9">
        <w:rPr>
          <w:rFonts w:ascii="Times New Roman" w:hAnsi="Times New Roman"/>
          <w:noProof/>
          <w:sz w:val="24"/>
          <w:szCs w:val="24"/>
          <w:lang w:val="bs-Latn-BA"/>
        </w:rPr>
        <w:t xml:space="preserve">su se </w:t>
      </w:r>
      <w:r w:rsidR="00EE7473">
        <w:rPr>
          <w:rFonts w:ascii="Times New Roman" w:hAnsi="Times New Roman"/>
          <w:noProof/>
          <w:sz w:val="24"/>
          <w:szCs w:val="24"/>
          <w:lang w:val="bs-Latn-BA"/>
        </w:rPr>
        <w:t xml:space="preserve">da se sastanak </w:t>
      </w:r>
      <w:r>
        <w:rPr>
          <w:rFonts w:ascii="Times New Roman" w:hAnsi="Times New Roman"/>
          <w:noProof/>
          <w:sz w:val="24"/>
          <w:szCs w:val="24"/>
          <w:lang w:val="bs-Latn-BA"/>
        </w:rPr>
        <w:t>o</w:t>
      </w:r>
      <w:r w:rsidR="00EE7473">
        <w:rPr>
          <w:rFonts w:ascii="Times New Roman" w:hAnsi="Times New Roman"/>
          <w:noProof/>
          <w:sz w:val="24"/>
          <w:szCs w:val="24"/>
          <w:lang w:val="bs-Latn-BA"/>
        </w:rPr>
        <w:t>drži u srijedu</w:t>
      </w:r>
      <w:r w:rsidR="009771F9">
        <w:rPr>
          <w:rFonts w:ascii="Times New Roman" w:hAnsi="Times New Roman"/>
          <w:noProof/>
          <w:sz w:val="24"/>
          <w:szCs w:val="24"/>
          <w:lang w:val="bs-Latn-BA"/>
        </w:rPr>
        <w:t>,</w:t>
      </w:r>
      <w:r w:rsidR="00EE7473">
        <w:rPr>
          <w:rFonts w:ascii="Times New Roman" w:hAnsi="Times New Roman"/>
          <w:noProof/>
          <w:sz w:val="24"/>
          <w:szCs w:val="24"/>
          <w:lang w:val="bs-Latn-BA"/>
        </w:rPr>
        <w:t xml:space="preserve"> 9.</w:t>
      </w:r>
      <w:r w:rsidR="009771F9">
        <w:rPr>
          <w:rFonts w:ascii="Times New Roman" w:hAnsi="Times New Roman"/>
          <w:noProof/>
          <w:sz w:val="24"/>
          <w:szCs w:val="24"/>
          <w:lang w:val="bs-Latn-BA"/>
        </w:rPr>
        <w:t xml:space="preserve"> </w:t>
      </w:r>
      <w:r w:rsidR="00EE7473">
        <w:rPr>
          <w:rFonts w:ascii="Times New Roman" w:hAnsi="Times New Roman"/>
          <w:noProof/>
          <w:sz w:val="24"/>
          <w:szCs w:val="24"/>
          <w:lang w:val="bs-Latn-BA"/>
        </w:rPr>
        <w:t>3.</w:t>
      </w:r>
      <w:r w:rsidR="009771F9">
        <w:rPr>
          <w:rFonts w:ascii="Times New Roman" w:hAnsi="Times New Roman"/>
          <w:noProof/>
          <w:sz w:val="24"/>
          <w:szCs w:val="24"/>
          <w:lang w:val="bs-Latn-BA"/>
        </w:rPr>
        <w:t xml:space="preserve"> 2022, s početkom </w:t>
      </w:r>
      <w:r>
        <w:rPr>
          <w:rFonts w:ascii="Times New Roman" w:hAnsi="Times New Roman"/>
          <w:noProof/>
          <w:sz w:val="24"/>
          <w:szCs w:val="24"/>
          <w:lang w:val="bs-Latn-BA"/>
        </w:rPr>
        <w:t xml:space="preserve">u 10.00 sati, </w:t>
      </w:r>
      <w:r w:rsidR="00EE7473">
        <w:rPr>
          <w:rFonts w:ascii="Times New Roman" w:hAnsi="Times New Roman"/>
          <w:noProof/>
          <w:sz w:val="24"/>
          <w:szCs w:val="24"/>
          <w:lang w:val="bs-Latn-BA"/>
        </w:rPr>
        <w:t>o čemu će sekretarka Komisije obav</w:t>
      </w:r>
      <w:r>
        <w:rPr>
          <w:rFonts w:ascii="Times New Roman" w:hAnsi="Times New Roman"/>
          <w:noProof/>
          <w:sz w:val="24"/>
          <w:szCs w:val="24"/>
          <w:lang w:val="bs-Latn-BA"/>
        </w:rPr>
        <w:t>i</w:t>
      </w:r>
      <w:r w:rsidR="00EE7473">
        <w:rPr>
          <w:rFonts w:ascii="Times New Roman" w:hAnsi="Times New Roman"/>
          <w:noProof/>
          <w:sz w:val="24"/>
          <w:szCs w:val="24"/>
          <w:lang w:val="bs-Latn-BA"/>
        </w:rPr>
        <w:t>jestiti Sindikat UI</w:t>
      </w:r>
      <w:r w:rsidR="009771F9">
        <w:rPr>
          <w:rFonts w:ascii="Times New Roman" w:hAnsi="Times New Roman"/>
          <w:noProof/>
          <w:sz w:val="24"/>
          <w:szCs w:val="24"/>
          <w:lang w:val="bs-Latn-BA"/>
        </w:rPr>
        <w:t>O</w:t>
      </w:r>
      <w:r w:rsidR="00EE7473">
        <w:rPr>
          <w:rFonts w:ascii="Times New Roman" w:hAnsi="Times New Roman"/>
          <w:noProof/>
          <w:sz w:val="24"/>
          <w:szCs w:val="24"/>
          <w:lang w:val="bs-Latn-BA"/>
        </w:rPr>
        <w:t>B</w:t>
      </w:r>
      <w:r w:rsidR="009771F9">
        <w:rPr>
          <w:rFonts w:ascii="Times New Roman" w:hAnsi="Times New Roman"/>
          <w:noProof/>
          <w:sz w:val="24"/>
          <w:szCs w:val="24"/>
          <w:lang w:val="bs-Latn-BA"/>
        </w:rPr>
        <w:t>i</w:t>
      </w:r>
      <w:r w:rsidR="00EE7473">
        <w:rPr>
          <w:rFonts w:ascii="Times New Roman" w:hAnsi="Times New Roman"/>
          <w:noProof/>
          <w:sz w:val="24"/>
          <w:szCs w:val="24"/>
          <w:lang w:val="bs-Latn-BA"/>
        </w:rPr>
        <w:t xml:space="preserve">H i </w:t>
      </w:r>
      <w:r w:rsidR="0083786D">
        <w:rPr>
          <w:rFonts w:ascii="Times New Roman" w:hAnsi="Times New Roman"/>
          <w:noProof/>
          <w:sz w:val="24"/>
          <w:szCs w:val="24"/>
          <w:lang w:val="bs-Latn-BA"/>
        </w:rPr>
        <w:t>predložiti</w:t>
      </w:r>
      <w:r>
        <w:rPr>
          <w:rFonts w:ascii="Times New Roman" w:hAnsi="Times New Roman"/>
          <w:noProof/>
          <w:sz w:val="24"/>
          <w:szCs w:val="24"/>
          <w:lang w:val="bs-Latn-BA"/>
        </w:rPr>
        <w:t xml:space="preserve"> da li njim</w:t>
      </w:r>
      <w:r w:rsidR="009771F9">
        <w:rPr>
          <w:rFonts w:ascii="Times New Roman" w:hAnsi="Times New Roman"/>
          <w:noProof/>
          <w:sz w:val="24"/>
          <w:szCs w:val="24"/>
          <w:lang w:val="bs-Latn-BA"/>
        </w:rPr>
        <w:t>a odgovara predloženi termin, te</w:t>
      </w:r>
      <w:r w:rsidR="004E57AA">
        <w:rPr>
          <w:rFonts w:ascii="Times New Roman" w:hAnsi="Times New Roman"/>
          <w:noProof/>
          <w:sz w:val="24"/>
          <w:szCs w:val="24"/>
          <w:lang w:val="bs-Latn-BA"/>
        </w:rPr>
        <w:t xml:space="preserve"> obavijesti</w:t>
      </w:r>
      <w:r w:rsidR="009771F9">
        <w:rPr>
          <w:rFonts w:ascii="Times New Roman" w:hAnsi="Times New Roman"/>
          <w:noProof/>
          <w:sz w:val="24"/>
          <w:szCs w:val="24"/>
          <w:lang w:val="bs-Latn-BA"/>
        </w:rPr>
        <w:t>ti</w:t>
      </w:r>
      <w:r w:rsidR="004E57AA">
        <w:rPr>
          <w:rFonts w:ascii="Times New Roman" w:hAnsi="Times New Roman"/>
          <w:noProof/>
          <w:sz w:val="24"/>
          <w:szCs w:val="24"/>
          <w:lang w:val="bs-Latn-BA"/>
        </w:rPr>
        <w:t xml:space="preserve"> </w:t>
      </w:r>
      <w:r w:rsidR="00EE7473">
        <w:rPr>
          <w:rFonts w:ascii="Times New Roman" w:hAnsi="Times New Roman"/>
          <w:noProof/>
          <w:sz w:val="24"/>
          <w:szCs w:val="24"/>
          <w:lang w:val="bs-Latn-BA"/>
        </w:rPr>
        <w:t>ostale članove Kom</w:t>
      </w:r>
      <w:r>
        <w:rPr>
          <w:rFonts w:ascii="Times New Roman" w:hAnsi="Times New Roman"/>
          <w:noProof/>
          <w:sz w:val="24"/>
          <w:szCs w:val="24"/>
          <w:lang w:val="bs-Latn-BA"/>
        </w:rPr>
        <w:t>i</w:t>
      </w:r>
      <w:r w:rsidR="00EE7473">
        <w:rPr>
          <w:rFonts w:ascii="Times New Roman" w:hAnsi="Times New Roman"/>
          <w:noProof/>
          <w:sz w:val="24"/>
          <w:szCs w:val="24"/>
          <w:lang w:val="bs-Latn-BA"/>
        </w:rPr>
        <w:t>si</w:t>
      </w:r>
      <w:r>
        <w:rPr>
          <w:rFonts w:ascii="Times New Roman" w:hAnsi="Times New Roman"/>
          <w:noProof/>
          <w:sz w:val="24"/>
          <w:szCs w:val="24"/>
          <w:lang w:val="bs-Latn-BA"/>
        </w:rPr>
        <w:t>je za vanjsku t</w:t>
      </w:r>
      <w:r w:rsidR="0083786D">
        <w:rPr>
          <w:rFonts w:ascii="Times New Roman" w:hAnsi="Times New Roman"/>
          <w:noProof/>
          <w:sz w:val="24"/>
          <w:szCs w:val="24"/>
          <w:lang w:val="bs-Latn-BA"/>
        </w:rPr>
        <w:t xml:space="preserve">rgovinu </w:t>
      </w:r>
      <w:r>
        <w:rPr>
          <w:rFonts w:ascii="Times New Roman" w:hAnsi="Times New Roman"/>
          <w:noProof/>
          <w:sz w:val="24"/>
          <w:szCs w:val="24"/>
          <w:lang w:val="bs-Latn-BA"/>
        </w:rPr>
        <w:t>i c</w:t>
      </w:r>
      <w:r w:rsidR="009771F9">
        <w:rPr>
          <w:rFonts w:ascii="Times New Roman" w:hAnsi="Times New Roman"/>
          <w:noProof/>
          <w:sz w:val="24"/>
          <w:szCs w:val="24"/>
          <w:lang w:val="bs-Latn-BA"/>
        </w:rPr>
        <w:t>arine koji nisu  prisustvovali</w:t>
      </w:r>
      <w:r>
        <w:rPr>
          <w:rFonts w:ascii="Times New Roman" w:hAnsi="Times New Roman"/>
          <w:noProof/>
          <w:sz w:val="24"/>
          <w:szCs w:val="24"/>
          <w:lang w:val="bs-Latn-BA"/>
        </w:rPr>
        <w:t xml:space="preserve"> današnjoj sjednici.</w:t>
      </w:r>
    </w:p>
    <w:p w14:paraId="21E9BB02" w14:textId="77777777" w:rsidR="008C0236" w:rsidRDefault="008C0236" w:rsidP="00EE7473">
      <w:pPr>
        <w:pStyle w:val="NoSpacing"/>
        <w:ind w:left="-450"/>
        <w:jc w:val="both"/>
        <w:rPr>
          <w:rFonts w:ascii="Times New Roman" w:hAnsi="Times New Roman"/>
          <w:noProof/>
          <w:sz w:val="24"/>
          <w:szCs w:val="24"/>
          <w:lang w:val="bs-Latn-BA"/>
        </w:rPr>
      </w:pPr>
    </w:p>
    <w:p w14:paraId="1EB8072F" w14:textId="14B80C18" w:rsidR="008C0236" w:rsidRPr="0050423C" w:rsidRDefault="008C0236" w:rsidP="00EE7473">
      <w:pPr>
        <w:pStyle w:val="NoSpacing"/>
        <w:ind w:left="-45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423C">
        <w:rPr>
          <w:rFonts w:ascii="Times New Roman" w:hAnsi="Times New Roman"/>
          <w:noProof/>
          <w:sz w:val="24"/>
          <w:szCs w:val="24"/>
          <w:lang w:val="bs-Latn-BA"/>
        </w:rPr>
        <w:t>Sjednica je završena u 10</w:t>
      </w:r>
      <w:r w:rsidR="009771F9">
        <w:rPr>
          <w:rFonts w:ascii="Times New Roman" w:hAnsi="Times New Roman"/>
          <w:noProof/>
          <w:sz w:val="24"/>
          <w:szCs w:val="24"/>
          <w:lang w:val="bs-Latn-BA"/>
        </w:rPr>
        <w:t xml:space="preserve">. </w:t>
      </w:r>
      <w:r w:rsidRPr="0050423C">
        <w:rPr>
          <w:rFonts w:ascii="Times New Roman" w:hAnsi="Times New Roman"/>
          <w:noProof/>
          <w:sz w:val="24"/>
          <w:szCs w:val="24"/>
          <w:lang w:val="bs-Latn-BA"/>
        </w:rPr>
        <w:t>3</w:t>
      </w:r>
      <w:r w:rsidR="00974D68" w:rsidRPr="0050423C">
        <w:rPr>
          <w:rFonts w:ascii="Times New Roman" w:hAnsi="Times New Roman"/>
          <w:noProof/>
          <w:sz w:val="24"/>
          <w:szCs w:val="24"/>
          <w:lang w:val="bs-Latn-BA"/>
        </w:rPr>
        <w:t>0</w:t>
      </w:r>
      <w:r w:rsidRPr="0050423C">
        <w:rPr>
          <w:rFonts w:ascii="Times New Roman" w:hAnsi="Times New Roman"/>
          <w:noProof/>
          <w:sz w:val="24"/>
          <w:szCs w:val="24"/>
          <w:lang w:val="bs-Latn-BA"/>
        </w:rPr>
        <w:t xml:space="preserve"> sati</w:t>
      </w:r>
    </w:p>
    <w:p w14:paraId="65D88667" w14:textId="77777777" w:rsidR="004D6902" w:rsidRDefault="004D6902" w:rsidP="00762558">
      <w:pPr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3EA90771" w14:textId="77777777" w:rsidR="00083F92" w:rsidRDefault="00083F92" w:rsidP="00762558">
      <w:pPr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758F54B6" w14:textId="41902066" w:rsidR="001A42DB" w:rsidRPr="00762558" w:rsidRDefault="00BF444F" w:rsidP="00762558">
      <w:pPr>
        <w:rPr>
          <w:rFonts w:ascii="Times New Roman" w:hAnsi="Times New Roman"/>
          <w:noProof/>
          <w:spacing w:val="-8"/>
          <w:sz w:val="24"/>
          <w:szCs w:val="24"/>
          <w:lang w:val="sr-Latn-CS"/>
        </w:rPr>
      </w:pPr>
      <w:r w:rsidRPr="00BF444F">
        <w:rPr>
          <w:rFonts w:ascii="Times New Roman" w:hAnsi="Times New Roman"/>
          <w:b/>
          <w:noProof/>
          <w:sz w:val="24"/>
          <w:szCs w:val="24"/>
          <w:lang w:val="sr-Latn-CS"/>
        </w:rPr>
        <w:t>Sekretarka</w:t>
      </w:r>
      <w:r w:rsidR="001A42D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</w:t>
      </w:r>
      <w:r w:rsidRPr="00BF444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Komisije  </w:t>
      </w:r>
      <w:r w:rsidR="00C7165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                                       P</w:t>
      </w:r>
      <w:r w:rsidR="001A42DB" w:rsidRPr="001A42DB">
        <w:rPr>
          <w:rFonts w:ascii="Times New Roman" w:hAnsi="Times New Roman"/>
          <w:b/>
          <w:noProof/>
          <w:sz w:val="24"/>
          <w:szCs w:val="24"/>
          <w:lang w:val="sr-Latn-CS"/>
        </w:rPr>
        <w:t>redsjedavajuć</w:t>
      </w:r>
      <w:r w:rsidR="00C71658"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1A42DB" w:rsidRPr="001A42D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Komisije </w:t>
      </w:r>
      <w:r w:rsidRPr="001A42D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</w:t>
      </w:r>
    </w:p>
    <w:p w14:paraId="16B1C215" w14:textId="40C8E15B" w:rsidR="00BF444F" w:rsidRPr="004B2496" w:rsidRDefault="001A42DB" w:rsidP="001A42DB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 xml:space="preserve">   </w:t>
      </w:r>
      <w:r w:rsidR="00BF444F" w:rsidRPr="00BF444F">
        <w:rPr>
          <w:rFonts w:ascii="Times New Roman" w:hAnsi="Times New Roman"/>
          <w:noProof/>
          <w:sz w:val="24"/>
          <w:szCs w:val="24"/>
          <w:lang w:val="sr-Latn-CS"/>
        </w:rPr>
        <w:t xml:space="preserve">Mirjana Crnjak                                                        </w:t>
      </w:r>
      <w:r w:rsidR="00C7165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83F92">
        <w:rPr>
          <w:rFonts w:ascii="Times New Roman" w:hAnsi="Times New Roman"/>
          <w:noProof/>
          <w:sz w:val="24"/>
          <w:szCs w:val="24"/>
          <w:lang w:val="sr-Latn-CS"/>
        </w:rPr>
        <w:t xml:space="preserve">   </w:t>
      </w:r>
      <w:r w:rsidR="00C71658">
        <w:rPr>
          <w:rFonts w:ascii="Times New Roman" w:hAnsi="Times New Roman"/>
          <w:noProof/>
          <w:sz w:val="24"/>
          <w:szCs w:val="24"/>
          <w:lang w:val="sr-Latn-CS"/>
        </w:rPr>
        <w:t>Dragan Bogdanić</w:t>
      </w:r>
    </w:p>
    <w:sectPr w:rsidR="00BF444F" w:rsidRPr="004B2496" w:rsidSect="008210EF">
      <w:footerReference w:type="default" r:id="rId7"/>
      <w:headerReference w:type="first" r:id="rId8"/>
      <w:footerReference w:type="first" r:id="rId9"/>
      <w:pgSz w:w="11907" w:h="16839" w:code="9"/>
      <w:pgMar w:top="1440" w:right="1440" w:bottom="1440" w:left="1440" w:header="567" w:footer="85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96A148" w14:textId="77777777" w:rsidR="0003489B" w:rsidRDefault="0003489B" w:rsidP="00A617EC">
      <w:pPr>
        <w:spacing w:after="0" w:line="240" w:lineRule="auto"/>
      </w:pPr>
      <w:r>
        <w:separator/>
      </w:r>
    </w:p>
  </w:endnote>
  <w:endnote w:type="continuationSeparator" w:id="0">
    <w:p w14:paraId="6F84D1B1" w14:textId="77777777" w:rsidR="0003489B" w:rsidRDefault="0003489B" w:rsidP="00A61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H">
    <w:altName w:val="Times New Roman"/>
    <w:panose1 w:val="02027200000000000000"/>
    <w:charset w:val="00"/>
    <w:family w:val="roman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4C286C" w14:textId="77777777" w:rsidR="008C6C75" w:rsidRDefault="009C4FEA">
    <w:pPr>
      <w:pStyle w:val="Footer"/>
      <w:jc w:val="right"/>
    </w:pPr>
    <w:r>
      <w:fldChar w:fldCharType="begin"/>
    </w:r>
    <w:r w:rsidR="00703762">
      <w:instrText xml:space="preserve"> PAGE   \* MERGEFORMAT </w:instrText>
    </w:r>
    <w:r>
      <w:fldChar w:fldCharType="separate"/>
    </w:r>
    <w:r w:rsidR="00D94648">
      <w:rPr>
        <w:noProof/>
      </w:rPr>
      <w:t>2</w:t>
    </w:r>
    <w:r>
      <w:rPr>
        <w:noProof/>
      </w:rPr>
      <w:fldChar w:fldCharType="end"/>
    </w:r>
  </w:p>
  <w:p w14:paraId="7FB781A2" w14:textId="77777777" w:rsidR="008C6C75" w:rsidRPr="00C30B06" w:rsidRDefault="008C6C75" w:rsidP="00C30B06">
    <w:pPr>
      <w:pStyle w:val="Footer"/>
      <w:jc w:val="center"/>
      <w:rPr>
        <w:rFonts w:ascii="Times New Roman" w:hAnsi="Times New Roman"/>
        <w:b/>
        <w:lang w:val="bs-Latn-B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031632" w14:textId="77777777" w:rsidR="008C6C75" w:rsidRPr="00E46252" w:rsidRDefault="00E46252" w:rsidP="00E46252">
    <w:pPr>
      <w:pStyle w:val="Footer"/>
      <w:rPr>
        <w:rFonts w:ascii="Times New Roman" w:hAnsi="Times New Roman"/>
        <w:sz w:val="18"/>
        <w:szCs w:val="18"/>
        <w:lang w:val="bs-Latn-BA"/>
      </w:rPr>
    </w:pPr>
    <w:r>
      <w:rPr>
        <w:rFonts w:ascii="Times New Roman" w:hAnsi="Times New Roman"/>
        <w:sz w:val="18"/>
        <w:szCs w:val="18"/>
        <w:lang w:val="bs-Latn-BA"/>
      </w:rPr>
      <w:t xml:space="preserve">Трг БиХ 1, 71000 Сарајево/ Trg BiH 1, 71000 Sarajevo, тел/tel. +387 (0) 33 28 44 </w:t>
    </w:r>
    <w:r w:rsidR="001821F3">
      <w:rPr>
        <w:rFonts w:ascii="Times New Roman" w:hAnsi="Times New Roman"/>
        <w:sz w:val="18"/>
        <w:szCs w:val="18"/>
        <w:lang w:val="bs-Latn-BA"/>
      </w:rPr>
      <w:t>19</w:t>
    </w:r>
    <w:r>
      <w:rPr>
        <w:rFonts w:ascii="Times New Roman" w:hAnsi="Times New Roman"/>
        <w:sz w:val="18"/>
        <w:szCs w:val="18"/>
        <w:lang w:val="bs-Latn-BA"/>
      </w:rPr>
      <w:t>, факс/fax +387 (0) 33 22 68 41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6902D6" w14:textId="77777777" w:rsidR="0003489B" w:rsidRDefault="0003489B" w:rsidP="00A617EC">
      <w:pPr>
        <w:spacing w:after="0" w:line="240" w:lineRule="auto"/>
      </w:pPr>
      <w:r>
        <w:separator/>
      </w:r>
    </w:p>
  </w:footnote>
  <w:footnote w:type="continuationSeparator" w:id="0">
    <w:p w14:paraId="162A3D07" w14:textId="77777777" w:rsidR="0003489B" w:rsidRDefault="0003489B" w:rsidP="00A61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944652" w14:textId="77777777" w:rsidR="008C6C75" w:rsidRDefault="00E65F2D">
    <w:pPr>
      <w:pStyle w:val="Header"/>
    </w:pPr>
    <w:r>
      <w:rPr>
        <w:noProof/>
      </w:rPr>
      <w:drawing>
        <wp:inline distT="0" distB="0" distL="0" distR="0" wp14:anchorId="6617C73D" wp14:editId="39434D45">
          <wp:extent cx="5734050" cy="1076325"/>
          <wp:effectExtent l="19050" t="0" r="0" b="0"/>
          <wp:docPr id="1" name="Picture 0" descr="01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013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1076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250E0"/>
    <w:multiLevelType w:val="hybridMultilevel"/>
    <w:tmpl w:val="AE080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33D7C"/>
    <w:multiLevelType w:val="hybridMultilevel"/>
    <w:tmpl w:val="D040CCE2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A761C"/>
    <w:multiLevelType w:val="hybridMultilevel"/>
    <w:tmpl w:val="073AA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47173"/>
    <w:multiLevelType w:val="hybridMultilevel"/>
    <w:tmpl w:val="44EEAF58"/>
    <w:lvl w:ilvl="0" w:tplc="42DA0A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17853"/>
    <w:multiLevelType w:val="hybridMultilevel"/>
    <w:tmpl w:val="D55A6A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F355C"/>
    <w:multiLevelType w:val="hybridMultilevel"/>
    <w:tmpl w:val="E0A4B2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A3201"/>
    <w:multiLevelType w:val="hybridMultilevel"/>
    <w:tmpl w:val="59ACAF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A4201"/>
    <w:multiLevelType w:val="hybridMultilevel"/>
    <w:tmpl w:val="F08236B8"/>
    <w:lvl w:ilvl="0" w:tplc="54CA4A4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C40396"/>
    <w:multiLevelType w:val="hybridMultilevel"/>
    <w:tmpl w:val="A914D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253437"/>
    <w:multiLevelType w:val="hybridMultilevel"/>
    <w:tmpl w:val="46F6DA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4D675D"/>
    <w:multiLevelType w:val="hybridMultilevel"/>
    <w:tmpl w:val="88C43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2E2A7E"/>
    <w:multiLevelType w:val="hybridMultilevel"/>
    <w:tmpl w:val="88C43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242123"/>
    <w:multiLevelType w:val="hybridMultilevel"/>
    <w:tmpl w:val="BB2AD82E"/>
    <w:lvl w:ilvl="0" w:tplc="F028ECDE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C35098A"/>
    <w:multiLevelType w:val="hybridMultilevel"/>
    <w:tmpl w:val="1C703614"/>
    <w:lvl w:ilvl="0" w:tplc="11241126">
      <w:start w:val="1"/>
      <w:numFmt w:val="decimal"/>
      <w:lvlText w:val="%1."/>
      <w:lvlJc w:val="left"/>
      <w:pPr>
        <w:ind w:left="720" w:hanging="360"/>
      </w:pPr>
      <w:rPr>
        <w:rFonts w:eastAsia="Times New Roman" w:cs="Cambr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285666"/>
    <w:multiLevelType w:val="hybridMultilevel"/>
    <w:tmpl w:val="7F58EED0"/>
    <w:lvl w:ilvl="0" w:tplc="0E86A7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C6341E0"/>
    <w:multiLevelType w:val="hybridMultilevel"/>
    <w:tmpl w:val="D11E00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F417F2"/>
    <w:multiLevelType w:val="hybridMultilevel"/>
    <w:tmpl w:val="46F6DA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867C7E"/>
    <w:multiLevelType w:val="hybridMultilevel"/>
    <w:tmpl w:val="7BD06754"/>
    <w:lvl w:ilvl="0" w:tplc="2786A6F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717D18"/>
    <w:multiLevelType w:val="hybridMultilevel"/>
    <w:tmpl w:val="A0742E66"/>
    <w:lvl w:ilvl="0" w:tplc="1A60148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7724DA"/>
    <w:multiLevelType w:val="hybridMultilevel"/>
    <w:tmpl w:val="D54A1E8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CB2D4F"/>
    <w:multiLevelType w:val="hybridMultilevel"/>
    <w:tmpl w:val="9DA68F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9"/>
  </w:num>
  <w:num w:numId="5">
    <w:abstractNumId w:val="16"/>
  </w:num>
  <w:num w:numId="6">
    <w:abstractNumId w:val="3"/>
  </w:num>
  <w:num w:numId="7">
    <w:abstractNumId w:val="13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8"/>
  </w:num>
  <w:num w:numId="11">
    <w:abstractNumId w:val="2"/>
  </w:num>
  <w:num w:numId="12">
    <w:abstractNumId w:val="6"/>
  </w:num>
  <w:num w:numId="13">
    <w:abstractNumId w:val="5"/>
  </w:num>
  <w:num w:numId="14">
    <w:abstractNumId w:val="20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7"/>
  </w:num>
  <w:num w:numId="20">
    <w:abstractNumId w:val="15"/>
  </w:num>
  <w:num w:numId="21">
    <w:abstractNumId w:val="8"/>
  </w:num>
  <w:num w:numId="22">
    <w:abstractNumId w:val="11"/>
  </w:num>
  <w:num w:numId="23">
    <w:abstractNumId w:val="0"/>
  </w:num>
  <w:num w:numId="24">
    <w:abstractNumId w:val="4"/>
  </w:num>
  <w:num w:numId="25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4A6"/>
    <w:rsid w:val="00014500"/>
    <w:rsid w:val="000152CB"/>
    <w:rsid w:val="00015D87"/>
    <w:rsid w:val="00016F6A"/>
    <w:rsid w:val="000208B5"/>
    <w:rsid w:val="00021102"/>
    <w:rsid w:val="00021E84"/>
    <w:rsid w:val="00025703"/>
    <w:rsid w:val="000306D6"/>
    <w:rsid w:val="00031BB0"/>
    <w:rsid w:val="000340EB"/>
    <w:rsid w:val="0003489B"/>
    <w:rsid w:val="0003766D"/>
    <w:rsid w:val="00037AEF"/>
    <w:rsid w:val="00043EE2"/>
    <w:rsid w:val="00051EDD"/>
    <w:rsid w:val="00055C07"/>
    <w:rsid w:val="0005611C"/>
    <w:rsid w:val="0005619E"/>
    <w:rsid w:val="000579CA"/>
    <w:rsid w:val="0006041C"/>
    <w:rsid w:val="00063F3B"/>
    <w:rsid w:val="00065FF5"/>
    <w:rsid w:val="000728A4"/>
    <w:rsid w:val="00073036"/>
    <w:rsid w:val="000770B9"/>
    <w:rsid w:val="00080156"/>
    <w:rsid w:val="00080518"/>
    <w:rsid w:val="00082543"/>
    <w:rsid w:val="00083202"/>
    <w:rsid w:val="00083F92"/>
    <w:rsid w:val="00087578"/>
    <w:rsid w:val="0009272D"/>
    <w:rsid w:val="000A3695"/>
    <w:rsid w:val="000A3DC4"/>
    <w:rsid w:val="000A43AC"/>
    <w:rsid w:val="000A7609"/>
    <w:rsid w:val="000A78F0"/>
    <w:rsid w:val="000A7987"/>
    <w:rsid w:val="000B0282"/>
    <w:rsid w:val="000B0CCF"/>
    <w:rsid w:val="000B3081"/>
    <w:rsid w:val="000C03FC"/>
    <w:rsid w:val="000C6528"/>
    <w:rsid w:val="000C68F9"/>
    <w:rsid w:val="000D18FF"/>
    <w:rsid w:val="000D3D03"/>
    <w:rsid w:val="000D5AC8"/>
    <w:rsid w:val="000D7310"/>
    <w:rsid w:val="000D77B5"/>
    <w:rsid w:val="000E2887"/>
    <w:rsid w:val="000E2C8C"/>
    <w:rsid w:val="000E3561"/>
    <w:rsid w:val="000F3181"/>
    <w:rsid w:val="000F454A"/>
    <w:rsid w:val="00100D6E"/>
    <w:rsid w:val="00100F94"/>
    <w:rsid w:val="00101D55"/>
    <w:rsid w:val="00102180"/>
    <w:rsid w:val="0010490A"/>
    <w:rsid w:val="00110922"/>
    <w:rsid w:val="00120C41"/>
    <w:rsid w:val="001240BD"/>
    <w:rsid w:val="00130460"/>
    <w:rsid w:val="00130757"/>
    <w:rsid w:val="001307F6"/>
    <w:rsid w:val="00132E01"/>
    <w:rsid w:val="001338FA"/>
    <w:rsid w:val="00134EF3"/>
    <w:rsid w:val="00136551"/>
    <w:rsid w:val="00137D25"/>
    <w:rsid w:val="001407B6"/>
    <w:rsid w:val="001419B5"/>
    <w:rsid w:val="001442ED"/>
    <w:rsid w:val="001443D5"/>
    <w:rsid w:val="00150A12"/>
    <w:rsid w:val="00153404"/>
    <w:rsid w:val="001542C6"/>
    <w:rsid w:val="00154AB6"/>
    <w:rsid w:val="00154F36"/>
    <w:rsid w:val="001614BC"/>
    <w:rsid w:val="00161E99"/>
    <w:rsid w:val="00162C19"/>
    <w:rsid w:val="00162C7B"/>
    <w:rsid w:val="001633A0"/>
    <w:rsid w:val="00163D61"/>
    <w:rsid w:val="00165AF2"/>
    <w:rsid w:val="00170334"/>
    <w:rsid w:val="00171230"/>
    <w:rsid w:val="001712B0"/>
    <w:rsid w:val="001715B4"/>
    <w:rsid w:val="00171B51"/>
    <w:rsid w:val="00172C7C"/>
    <w:rsid w:val="001730DE"/>
    <w:rsid w:val="00173FDA"/>
    <w:rsid w:val="00176B70"/>
    <w:rsid w:val="001821F3"/>
    <w:rsid w:val="001867FF"/>
    <w:rsid w:val="00187D1D"/>
    <w:rsid w:val="00190BCF"/>
    <w:rsid w:val="001964AD"/>
    <w:rsid w:val="00197018"/>
    <w:rsid w:val="00197088"/>
    <w:rsid w:val="001978BD"/>
    <w:rsid w:val="001A089E"/>
    <w:rsid w:val="001A1E30"/>
    <w:rsid w:val="001A2515"/>
    <w:rsid w:val="001A2B5D"/>
    <w:rsid w:val="001A42DB"/>
    <w:rsid w:val="001A46F4"/>
    <w:rsid w:val="001A5D6D"/>
    <w:rsid w:val="001A666E"/>
    <w:rsid w:val="001A6CC4"/>
    <w:rsid w:val="001B11DB"/>
    <w:rsid w:val="001B6F4C"/>
    <w:rsid w:val="001B7B6F"/>
    <w:rsid w:val="001C1828"/>
    <w:rsid w:val="001C214D"/>
    <w:rsid w:val="001C2B5C"/>
    <w:rsid w:val="001C407F"/>
    <w:rsid w:val="001C420B"/>
    <w:rsid w:val="001C4C58"/>
    <w:rsid w:val="001C5D06"/>
    <w:rsid w:val="001D1FF0"/>
    <w:rsid w:val="001D2CDE"/>
    <w:rsid w:val="001D70E1"/>
    <w:rsid w:val="001E1045"/>
    <w:rsid w:val="001E2E25"/>
    <w:rsid w:val="001E50D1"/>
    <w:rsid w:val="001F0FBC"/>
    <w:rsid w:val="001F2DD5"/>
    <w:rsid w:val="001F3604"/>
    <w:rsid w:val="001F467E"/>
    <w:rsid w:val="00201526"/>
    <w:rsid w:val="00206801"/>
    <w:rsid w:val="00211404"/>
    <w:rsid w:val="00215251"/>
    <w:rsid w:val="00217157"/>
    <w:rsid w:val="002210B6"/>
    <w:rsid w:val="00221F73"/>
    <w:rsid w:val="00223357"/>
    <w:rsid w:val="00223AE2"/>
    <w:rsid w:val="00224C4C"/>
    <w:rsid w:val="00224D94"/>
    <w:rsid w:val="00227730"/>
    <w:rsid w:val="00240032"/>
    <w:rsid w:val="00240D0A"/>
    <w:rsid w:val="00241776"/>
    <w:rsid w:val="002441F7"/>
    <w:rsid w:val="00250D46"/>
    <w:rsid w:val="00250FA3"/>
    <w:rsid w:val="0025323E"/>
    <w:rsid w:val="00262255"/>
    <w:rsid w:val="00266B91"/>
    <w:rsid w:val="002715DA"/>
    <w:rsid w:val="00272836"/>
    <w:rsid w:val="00272FB9"/>
    <w:rsid w:val="00277350"/>
    <w:rsid w:val="0028469D"/>
    <w:rsid w:val="002920CD"/>
    <w:rsid w:val="002928F4"/>
    <w:rsid w:val="00292A2C"/>
    <w:rsid w:val="00293EB5"/>
    <w:rsid w:val="00295715"/>
    <w:rsid w:val="00296BC6"/>
    <w:rsid w:val="00296F2B"/>
    <w:rsid w:val="00297435"/>
    <w:rsid w:val="002A12E5"/>
    <w:rsid w:val="002A3613"/>
    <w:rsid w:val="002A4FC4"/>
    <w:rsid w:val="002A5B99"/>
    <w:rsid w:val="002A62E6"/>
    <w:rsid w:val="002A6AF4"/>
    <w:rsid w:val="002B1425"/>
    <w:rsid w:val="002B410C"/>
    <w:rsid w:val="002B6276"/>
    <w:rsid w:val="002B65DE"/>
    <w:rsid w:val="002B6610"/>
    <w:rsid w:val="002B7433"/>
    <w:rsid w:val="002B75EA"/>
    <w:rsid w:val="002B7636"/>
    <w:rsid w:val="002C1AF2"/>
    <w:rsid w:val="002C40FC"/>
    <w:rsid w:val="002C764C"/>
    <w:rsid w:val="002D0C82"/>
    <w:rsid w:val="002D29CB"/>
    <w:rsid w:val="002D2A21"/>
    <w:rsid w:val="002D324B"/>
    <w:rsid w:val="002D43F6"/>
    <w:rsid w:val="002D48C8"/>
    <w:rsid w:val="002E1017"/>
    <w:rsid w:val="002E1262"/>
    <w:rsid w:val="002E6948"/>
    <w:rsid w:val="002E69E9"/>
    <w:rsid w:val="00303EE6"/>
    <w:rsid w:val="00305115"/>
    <w:rsid w:val="00305CD9"/>
    <w:rsid w:val="00305EE4"/>
    <w:rsid w:val="0030738A"/>
    <w:rsid w:val="0031072A"/>
    <w:rsid w:val="00311486"/>
    <w:rsid w:val="00311765"/>
    <w:rsid w:val="0031287C"/>
    <w:rsid w:val="003129F6"/>
    <w:rsid w:val="00313952"/>
    <w:rsid w:val="003172C8"/>
    <w:rsid w:val="0032172A"/>
    <w:rsid w:val="00322343"/>
    <w:rsid w:val="00322DF6"/>
    <w:rsid w:val="00324258"/>
    <w:rsid w:val="00333974"/>
    <w:rsid w:val="00334276"/>
    <w:rsid w:val="00334DA5"/>
    <w:rsid w:val="003406D7"/>
    <w:rsid w:val="00344ECC"/>
    <w:rsid w:val="003503EA"/>
    <w:rsid w:val="0036047D"/>
    <w:rsid w:val="00361EC6"/>
    <w:rsid w:val="00364A23"/>
    <w:rsid w:val="00365628"/>
    <w:rsid w:val="00366F42"/>
    <w:rsid w:val="003701AF"/>
    <w:rsid w:val="00375044"/>
    <w:rsid w:val="00381E86"/>
    <w:rsid w:val="00384BFA"/>
    <w:rsid w:val="00386969"/>
    <w:rsid w:val="00386E9D"/>
    <w:rsid w:val="003871BA"/>
    <w:rsid w:val="0039071C"/>
    <w:rsid w:val="003953EB"/>
    <w:rsid w:val="003A0166"/>
    <w:rsid w:val="003A1230"/>
    <w:rsid w:val="003B07DA"/>
    <w:rsid w:val="003B2EC4"/>
    <w:rsid w:val="003B3F66"/>
    <w:rsid w:val="003B67E5"/>
    <w:rsid w:val="003B69F5"/>
    <w:rsid w:val="003C4000"/>
    <w:rsid w:val="003D1718"/>
    <w:rsid w:val="003D40A6"/>
    <w:rsid w:val="003D4B8F"/>
    <w:rsid w:val="003D7791"/>
    <w:rsid w:val="003E036A"/>
    <w:rsid w:val="003E42E6"/>
    <w:rsid w:val="003F371E"/>
    <w:rsid w:val="003F4EE3"/>
    <w:rsid w:val="003F5A90"/>
    <w:rsid w:val="003F7343"/>
    <w:rsid w:val="00401D44"/>
    <w:rsid w:val="00406ECE"/>
    <w:rsid w:val="00407A4F"/>
    <w:rsid w:val="00407E98"/>
    <w:rsid w:val="00411779"/>
    <w:rsid w:val="004126A9"/>
    <w:rsid w:val="00413FBF"/>
    <w:rsid w:val="00416F02"/>
    <w:rsid w:val="004204E8"/>
    <w:rsid w:val="00421A18"/>
    <w:rsid w:val="00422B6D"/>
    <w:rsid w:val="00425DDE"/>
    <w:rsid w:val="0042701C"/>
    <w:rsid w:val="00427910"/>
    <w:rsid w:val="00427E48"/>
    <w:rsid w:val="00430586"/>
    <w:rsid w:val="00430B79"/>
    <w:rsid w:val="004311FD"/>
    <w:rsid w:val="00431D9B"/>
    <w:rsid w:val="00435165"/>
    <w:rsid w:val="00437419"/>
    <w:rsid w:val="00444024"/>
    <w:rsid w:val="004476C8"/>
    <w:rsid w:val="00447893"/>
    <w:rsid w:val="00450602"/>
    <w:rsid w:val="00452927"/>
    <w:rsid w:val="00452CC2"/>
    <w:rsid w:val="0045493F"/>
    <w:rsid w:val="0045505D"/>
    <w:rsid w:val="00456727"/>
    <w:rsid w:val="00460679"/>
    <w:rsid w:val="00462B96"/>
    <w:rsid w:val="00464D4A"/>
    <w:rsid w:val="004670BB"/>
    <w:rsid w:val="00470EDD"/>
    <w:rsid w:val="00473F6F"/>
    <w:rsid w:val="00475CF5"/>
    <w:rsid w:val="0048094B"/>
    <w:rsid w:val="004852DC"/>
    <w:rsid w:val="00491B6F"/>
    <w:rsid w:val="0049339A"/>
    <w:rsid w:val="00493A4F"/>
    <w:rsid w:val="004941F3"/>
    <w:rsid w:val="00496DF2"/>
    <w:rsid w:val="004A057C"/>
    <w:rsid w:val="004A13EC"/>
    <w:rsid w:val="004A30CD"/>
    <w:rsid w:val="004A4106"/>
    <w:rsid w:val="004A42EF"/>
    <w:rsid w:val="004A4809"/>
    <w:rsid w:val="004A5B97"/>
    <w:rsid w:val="004A65AA"/>
    <w:rsid w:val="004A751C"/>
    <w:rsid w:val="004A79B8"/>
    <w:rsid w:val="004B2416"/>
    <w:rsid w:val="004B2496"/>
    <w:rsid w:val="004B306D"/>
    <w:rsid w:val="004B49F8"/>
    <w:rsid w:val="004B54DD"/>
    <w:rsid w:val="004B7B39"/>
    <w:rsid w:val="004C0005"/>
    <w:rsid w:val="004C05E5"/>
    <w:rsid w:val="004C1B44"/>
    <w:rsid w:val="004C52DF"/>
    <w:rsid w:val="004D1F8A"/>
    <w:rsid w:val="004D3875"/>
    <w:rsid w:val="004D488F"/>
    <w:rsid w:val="004D6902"/>
    <w:rsid w:val="004E0255"/>
    <w:rsid w:val="004E12C0"/>
    <w:rsid w:val="004E3823"/>
    <w:rsid w:val="004E57AA"/>
    <w:rsid w:val="004F1AB1"/>
    <w:rsid w:val="004F2E84"/>
    <w:rsid w:val="004F3326"/>
    <w:rsid w:val="004F6441"/>
    <w:rsid w:val="004F6CC3"/>
    <w:rsid w:val="00501E95"/>
    <w:rsid w:val="0050371C"/>
    <w:rsid w:val="0050423C"/>
    <w:rsid w:val="00505990"/>
    <w:rsid w:val="00511655"/>
    <w:rsid w:val="00511BE9"/>
    <w:rsid w:val="005120FE"/>
    <w:rsid w:val="00512184"/>
    <w:rsid w:val="00513BCC"/>
    <w:rsid w:val="00515456"/>
    <w:rsid w:val="00520DAC"/>
    <w:rsid w:val="00521928"/>
    <w:rsid w:val="00521C62"/>
    <w:rsid w:val="00523514"/>
    <w:rsid w:val="00525C97"/>
    <w:rsid w:val="00526F61"/>
    <w:rsid w:val="00527064"/>
    <w:rsid w:val="00527B5A"/>
    <w:rsid w:val="00533167"/>
    <w:rsid w:val="00533C94"/>
    <w:rsid w:val="0053514A"/>
    <w:rsid w:val="00535F9D"/>
    <w:rsid w:val="005374DD"/>
    <w:rsid w:val="00542AB3"/>
    <w:rsid w:val="00542B77"/>
    <w:rsid w:val="00542E01"/>
    <w:rsid w:val="00543C7F"/>
    <w:rsid w:val="00544F02"/>
    <w:rsid w:val="00545BC3"/>
    <w:rsid w:val="00546541"/>
    <w:rsid w:val="005503F8"/>
    <w:rsid w:val="00550CB4"/>
    <w:rsid w:val="00550FDA"/>
    <w:rsid w:val="00551AEA"/>
    <w:rsid w:val="00552936"/>
    <w:rsid w:val="00552A59"/>
    <w:rsid w:val="00552EB6"/>
    <w:rsid w:val="0055561E"/>
    <w:rsid w:val="00557331"/>
    <w:rsid w:val="005601CB"/>
    <w:rsid w:val="00560AF4"/>
    <w:rsid w:val="0057038A"/>
    <w:rsid w:val="0057141B"/>
    <w:rsid w:val="005739C7"/>
    <w:rsid w:val="00575B77"/>
    <w:rsid w:val="00577881"/>
    <w:rsid w:val="005801F5"/>
    <w:rsid w:val="00580E28"/>
    <w:rsid w:val="00586CE6"/>
    <w:rsid w:val="0058792B"/>
    <w:rsid w:val="005909E4"/>
    <w:rsid w:val="00592D29"/>
    <w:rsid w:val="00593364"/>
    <w:rsid w:val="0059387C"/>
    <w:rsid w:val="00595670"/>
    <w:rsid w:val="00596166"/>
    <w:rsid w:val="00597CE5"/>
    <w:rsid w:val="005B1149"/>
    <w:rsid w:val="005B3098"/>
    <w:rsid w:val="005B378D"/>
    <w:rsid w:val="005B5703"/>
    <w:rsid w:val="005C0DA7"/>
    <w:rsid w:val="005C22F9"/>
    <w:rsid w:val="005C2A0F"/>
    <w:rsid w:val="005C44D6"/>
    <w:rsid w:val="005C5E2E"/>
    <w:rsid w:val="005C7617"/>
    <w:rsid w:val="005D0D45"/>
    <w:rsid w:val="005D1A83"/>
    <w:rsid w:val="005D3D7C"/>
    <w:rsid w:val="005D7B3D"/>
    <w:rsid w:val="005E3D2C"/>
    <w:rsid w:val="005E4EE8"/>
    <w:rsid w:val="005E63D8"/>
    <w:rsid w:val="005F11F5"/>
    <w:rsid w:val="005F14A6"/>
    <w:rsid w:val="005F3264"/>
    <w:rsid w:val="005F6B15"/>
    <w:rsid w:val="00603F20"/>
    <w:rsid w:val="00604504"/>
    <w:rsid w:val="00604F53"/>
    <w:rsid w:val="0060645C"/>
    <w:rsid w:val="00606CCA"/>
    <w:rsid w:val="0061223B"/>
    <w:rsid w:val="00612E7E"/>
    <w:rsid w:val="00614B51"/>
    <w:rsid w:val="00617A50"/>
    <w:rsid w:val="00620834"/>
    <w:rsid w:val="006211BE"/>
    <w:rsid w:val="0063033E"/>
    <w:rsid w:val="00630CA7"/>
    <w:rsid w:val="0063103D"/>
    <w:rsid w:val="0063275C"/>
    <w:rsid w:val="0063329E"/>
    <w:rsid w:val="00634BC3"/>
    <w:rsid w:val="00636BD8"/>
    <w:rsid w:val="00640081"/>
    <w:rsid w:val="0064173F"/>
    <w:rsid w:val="006425F9"/>
    <w:rsid w:val="00642907"/>
    <w:rsid w:val="00646291"/>
    <w:rsid w:val="00647F1E"/>
    <w:rsid w:val="00650362"/>
    <w:rsid w:val="006546D6"/>
    <w:rsid w:val="00657122"/>
    <w:rsid w:val="00657298"/>
    <w:rsid w:val="006577AF"/>
    <w:rsid w:val="00661E03"/>
    <w:rsid w:val="006620FC"/>
    <w:rsid w:val="006629A8"/>
    <w:rsid w:val="006639B4"/>
    <w:rsid w:val="00664741"/>
    <w:rsid w:val="00665A50"/>
    <w:rsid w:val="00665DA1"/>
    <w:rsid w:val="006714B2"/>
    <w:rsid w:val="00672A58"/>
    <w:rsid w:val="00677439"/>
    <w:rsid w:val="006805D2"/>
    <w:rsid w:val="00681584"/>
    <w:rsid w:val="00681D15"/>
    <w:rsid w:val="00682D04"/>
    <w:rsid w:val="006832B7"/>
    <w:rsid w:val="00691E44"/>
    <w:rsid w:val="00693E64"/>
    <w:rsid w:val="00694CE9"/>
    <w:rsid w:val="00695183"/>
    <w:rsid w:val="00695511"/>
    <w:rsid w:val="00696CCA"/>
    <w:rsid w:val="00697B2F"/>
    <w:rsid w:val="00697ECC"/>
    <w:rsid w:val="006A29CD"/>
    <w:rsid w:val="006A3CF1"/>
    <w:rsid w:val="006A53E5"/>
    <w:rsid w:val="006A6520"/>
    <w:rsid w:val="006A7126"/>
    <w:rsid w:val="006B1ED8"/>
    <w:rsid w:val="006B26C1"/>
    <w:rsid w:val="006B5179"/>
    <w:rsid w:val="006B5528"/>
    <w:rsid w:val="006B73F9"/>
    <w:rsid w:val="006C018E"/>
    <w:rsid w:val="006C17C4"/>
    <w:rsid w:val="006C1F96"/>
    <w:rsid w:val="006C61CE"/>
    <w:rsid w:val="006C79B1"/>
    <w:rsid w:val="006D1ADA"/>
    <w:rsid w:val="006D4D61"/>
    <w:rsid w:val="006D59E9"/>
    <w:rsid w:val="006D5BBB"/>
    <w:rsid w:val="006D70BC"/>
    <w:rsid w:val="006D74E1"/>
    <w:rsid w:val="006E3C6F"/>
    <w:rsid w:val="006F4E04"/>
    <w:rsid w:val="00700969"/>
    <w:rsid w:val="00703762"/>
    <w:rsid w:val="0070403A"/>
    <w:rsid w:val="00706EC9"/>
    <w:rsid w:val="00707DAE"/>
    <w:rsid w:val="0071060A"/>
    <w:rsid w:val="007113DE"/>
    <w:rsid w:val="00712158"/>
    <w:rsid w:val="00712472"/>
    <w:rsid w:val="00712E9E"/>
    <w:rsid w:val="00715B95"/>
    <w:rsid w:val="00716C21"/>
    <w:rsid w:val="00721640"/>
    <w:rsid w:val="00721B54"/>
    <w:rsid w:val="00722048"/>
    <w:rsid w:val="00722951"/>
    <w:rsid w:val="007249D4"/>
    <w:rsid w:val="00726515"/>
    <w:rsid w:val="00727458"/>
    <w:rsid w:val="00727F09"/>
    <w:rsid w:val="0073214A"/>
    <w:rsid w:val="007328EB"/>
    <w:rsid w:val="0073332B"/>
    <w:rsid w:val="00734D3A"/>
    <w:rsid w:val="00734E20"/>
    <w:rsid w:val="0073748D"/>
    <w:rsid w:val="00737B43"/>
    <w:rsid w:val="00741708"/>
    <w:rsid w:val="00743B00"/>
    <w:rsid w:val="00746267"/>
    <w:rsid w:val="007477A7"/>
    <w:rsid w:val="00750296"/>
    <w:rsid w:val="00751DB8"/>
    <w:rsid w:val="007610B0"/>
    <w:rsid w:val="00761EFA"/>
    <w:rsid w:val="00762558"/>
    <w:rsid w:val="007639C2"/>
    <w:rsid w:val="00764CC6"/>
    <w:rsid w:val="00765720"/>
    <w:rsid w:val="00765FE7"/>
    <w:rsid w:val="00767E5B"/>
    <w:rsid w:val="0077051F"/>
    <w:rsid w:val="007712A4"/>
    <w:rsid w:val="007760FA"/>
    <w:rsid w:val="00782F88"/>
    <w:rsid w:val="00783ADF"/>
    <w:rsid w:val="00783B61"/>
    <w:rsid w:val="00785248"/>
    <w:rsid w:val="007859E4"/>
    <w:rsid w:val="00786FD9"/>
    <w:rsid w:val="00787AAE"/>
    <w:rsid w:val="007903DD"/>
    <w:rsid w:val="007A4C9B"/>
    <w:rsid w:val="007A6D04"/>
    <w:rsid w:val="007A6EA3"/>
    <w:rsid w:val="007B01D7"/>
    <w:rsid w:val="007C15CF"/>
    <w:rsid w:val="007C1F96"/>
    <w:rsid w:val="007C21A1"/>
    <w:rsid w:val="007C3730"/>
    <w:rsid w:val="007C5404"/>
    <w:rsid w:val="007C5E05"/>
    <w:rsid w:val="007C7B29"/>
    <w:rsid w:val="007D127F"/>
    <w:rsid w:val="007D2089"/>
    <w:rsid w:val="007D49EB"/>
    <w:rsid w:val="007D7331"/>
    <w:rsid w:val="007E15F4"/>
    <w:rsid w:val="007E3116"/>
    <w:rsid w:val="007E7BCC"/>
    <w:rsid w:val="007F08E0"/>
    <w:rsid w:val="007F13D0"/>
    <w:rsid w:val="007F51B1"/>
    <w:rsid w:val="007F7C0A"/>
    <w:rsid w:val="00800102"/>
    <w:rsid w:val="00801DE7"/>
    <w:rsid w:val="00804708"/>
    <w:rsid w:val="00805968"/>
    <w:rsid w:val="00807960"/>
    <w:rsid w:val="0081039A"/>
    <w:rsid w:val="0081114E"/>
    <w:rsid w:val="00811157"/>
    <w:rsid w:val="008124A2"/>
    <w:rsid w:val="00812B8B"/>
    <w:rsid w:val="008146EF"/>
    <w:rsid w:val="00814CF2"/>
    <w:rsid w:val="00814EC0"/>
    <w:rsid w:val="00820FEF"/>
    <w:rsid w:val="00821042"/>
    <w:rsid w:val="008210EF"/>
    <w:rsid w:val="008222AA"/>
    <w:rsid w:val="00823538"/>
    <w:rsid w:val="00824401"/>
    <w:rsid w:val="0082776D"/>
    <w:rsid w:val="00831F5A"/>
    <w:rsid w:val="00834BA8"/>
    <w:rsid w:val="008355BA"/>
    <w:rsid w:val="0083786D"/>
    <w:rsid w:val="00840D6E"/>
    <w:rsid w:val="00841A20"/>
    <w:rsid w:val="00841D16"/>
    <w:rsid w:val="0084568F"/>
    <w:rsid w:val="008503AE"/>
    <w:rsid w:val="008540EC"/>
    <w:rsid w:val="00854B46"/>
    <w:rsid w:val="00855260"/>
    <w:rsid w:val="00857A71"/>
    <w:rsid w:val="00857D17"/>
    <w:rsid w:val="00860DBA"/>
    <w:rsid w:val="00862446"/>
    <w:rsid w:val="0086355B"/>
    <w:rsid w:val="00863B2F"/>
    <w:rsid w:val="00864D93"/>
    <w:rsid w:val="00865710"/>
    <w:rsid w:val="00872F2C"/>
    <w:rsid w:val="008743FD"/>
    <w:rsid w:val="008747E0"/>
    <w:rsid w:val="00876CF2"/>
    <w:rsid w:val="00876FC5"/>
    <w:rsid w:val="00877592"/>
    <w:rsid w:val="0088621F"/>
    <w:rsid w:val="00893105"/>
    <w:rsid w:val="008934EE"/>
    <w:rsid w:val="0089577D"/>
    <w:rsid w:val="00897C66"/>
    <w:rsid w:val="008A070C"/>
    <w:rsid w:val="008B0564"/>
    <w:rsid w:val="008B2FB9"/>
    <w:rsid w:val="008B49BD"/>
    <w:rsid w:val="008B5918"/>
    <w:rsid w:val="008B5FEF"/>
    <w:rsid w:val="008C0236"/>
    <w:rsid w:val="008C513A"/>
    <w:rsid w:val="008C5565"/>
    <w:rsid w:val="008C6B25"/>
    <w:rsid w:val="008C6C75"/>
    <w:rsid w:val="008D7591"/>
    <w:rsid w:val="008E024D"/>
    <w:rsid w:val="008E0F0B"/>
    <w:rsid w:val="008E13A4"/>
    <w:rsid w:val="008F0592"/>
    <w:rsid w:val="008F13F7"/>
    <w:rsid w:val="008F1652"/>
    <w:rsid w:val="008F17CA"/>
    <w:rsid w:val="008F1F6F"/>
    <w:rsid w:val="008F3565"/>
    <w:rsid w:val="008F4233"/>
    <w:rsid w:val="008F67F9"/>
    <w:rsid w:val="00901805"/>
    <w:rsid w:val="00903D33"/>
    <w:rsid w:val="0090454B"/>
    <w:rsid w:val="00906869"/>
    <w:rsid w:val="00906996"/>
    <w:rsid w:val="0091029E"/>
    <w:rsid w:val="00920463"/>
    <w:rsid w:val="00920C5E"/>
    <w:rsid w:val="00920E8F"/>
    <w:rsid w:val="0092154D"/>
    <w:rsid w:val="00924821"/>
    <w:rsid w:val="009274D3"/>
    <w:rsid w:val="00931DC0"/>
    <w:rsid w:val="0093782D"/>
    <w:rsid w:val="00937E51"/>
    <w:rsid w:val="00940901"/>
    <w:rsid w:val="00954791"/>
    <w:rsid w:val="009578DC"/>
    <w:rsid w:val="009608BE"/>
    <w:rsid w:val="009633F9"/>
    <w:rsid w:val="00967AAD"/>
    <w:rsid w:val="00967CC7"/>
    <w:rsid w:val="009706EC"/>
    <w:rsid w:val="0097157C"/>
    <w:rsid w:val="009734A7"/>
    <w:rsid w:val="00974D68"/>
    <w:rsid w:val="009771F9"/>
    <w:rsid w:val="0098234E"/>
    <w:rsid w:val="00983474"/>
    <w:rsid w:val="00983795"/>
    <w:rsid w:val="009837CF"/>
    <w:rsid w:val="00983B75"/>
    <w:rsid w:val="009919ED"/>
    <w:rsid w:val="009938D3"/>
    <w:rsid w:val="00993AC5"/>
    <w:rsid w:val="009953A6"/>
    <w:rsid w:val="0099562E"/>
    <w:rsid w:val="00997099"/>
    <w:rsid w:val="0099750B"/>
    <w:rsid w:val="009A1D5B"/>
    <w:rsid w:val="009A25A8"/>
    <w:rsid w:val="009A66D8"/>
    <w:rsid w:val="009B037A"/>
    <w:rsid w:val="009B050C"/>
    <w:rsid w:val="009B05C9"/>
    <w:rsid w:val="009B3D5C"/>
    <w:rsid w:val="009C0175"/>
    <w:rsid w:val="009C179E"/>
    <w:rsid w:val="009C4FEA"/>
    <w:rsid w:val="009C60D1"/>
    <w:rsid w:val="009C6945"/>
    <w:rsid w:val="009D0D2A"/>
    <w:rsid w:val="009E13C0"/>
    <w:rsid w:val="009E1D00"/>
    <w:rsid w:val="009E1F50"/>
    <w:rsid w:val="009E2B8C"/>
    <w:rsid w:val="009E4014"/>
    <w:rsid w:val="009E7068"/>
    <w:rsid w:val="009E7854"/>
    <w:rsid w:val="009F23B0"/>
    <w:rsid w:val="009F5FAB"/>
    <w:rsid w:val="009F7B6A"/>
    <w:rsid w:val="009F7E40"/>
    <w:rsid w:val="00A00326"/>
    <w:rsid w:val="00A0368E"/>
    <w:rsid w:val="00A044B8"/>
    <w:rsid w:val="00A046FE"/>
    <w:rsid w:val="00A1178C"/>
    <w:rsid w:val="00A1265E"/>
    <w:rsid w:val="00A13B7B"/>
    <w:rsid w:val="00A149DB"/>
    <w:rsid w:val="00A16CFB"/>
    <w:rsid w:val="00A300D5"/>
    <w:rsid w:val="00A340E6"/>
    <w:rsid w:val="00A35235"/>
    <w:rsid w:val="00A3751F"/>
    <w:rsid w:val="00A413A2"/>
    <w:rsid w:val="00A42A2F"/>
    <w:rsid w:val="00A430AA"/>
    <w:rsid w:val="00A443EC"/>
    <w:rsid w:val="00A470F6"/>
    <w:rsid w:val="00A474A9"/>
    <w:rsid w:val="00A5127F"/>
    <w:rsid w:val="00A52CA3"/>
    <w:rsid w:val="00A53559"/>
    <w:rsid w:val="00A54C79"/>
    <w:rsid w:val="00A57351"/>
    <w:rsid w:val="00A57950"/>
    <w:rsid w:val="00A617EC"/>
    <w:rsid w:val="00A62408"/>
    <w:rsid w:val="00A6274B"/>
    <w:rsid w:val="00A62B55"/>
    <w:rsid w:val="00A630A5"/>
    <w:rsid w:val="00A64247"/>
    <w:rsid w:val="00A64B2F"/>
    <w:rsid w:val="00A6508E"/>
    <w:rsid w:val="00A66755"/>
    <w:rsid w:val="00A667A6"/>
    <w:rsid w:val="00A71F9C"/>
    <w:rsid w:val="00A73283"/>
    <w:rsid w:val="00A73B3D"/>
    <w:rsid w:val="00A73F62"/>
    <w:rsid w:val="00A745E9"/>
    <w:rsid w:val="00A76046"/>
    <w:rsid w:val="00A76065"/>
    <w:rsid w:val="00A76615"/>
    <w:rsid w:val="00A7735A"/>
    <w:rsid w:val="00A77C68"/>
    <w:rsid w:val="00A8019B"/>
    <w:rsid w:val="00A80766"/>
    <w:rsid w:val="00A81407"/>
    <w:rsid w:val="00A81BDA"/>
    <w:rsid w:val="00A826B2"/>
    <w:rsid w:val="00A8474C"/>
    <w:rsid w:val="00A84D27"/>
    <w:rsid w:val="00A8532F"/>
    <w:rsid w:val="00A90883"/>
    <w:rsid w:val="00A90B36"/>
    <w:rsid w:val="00A91C37"/>
    <w:rsid w:val="00A9282C"/>
    <w:rsid w:val="00A9317E"/>
    <w:rsid w:val="00A94C7F"/>
    <w:rsid w:val="00AA0F09"/>
    <w:rsid w:val="00AA6463"/>
    <w:rsid w:val="00AB083B"/>
    <w:rsid w:val="00AB0E86"/>
    <w:rsid w:val="00AB4682"/>
    <w:rsid w:val="00AC3C1D"/>
    <w:rsid w:val="00AD6881"/>
    <w:rsid w:val="00AE1D2C"/>
    <w:rsid w:val="00AE33AB"/>
    <w:rsid w:val="00AE6FE7"/>
    <w:rsid w:val="00AE748F"/>
    <w:rsid w:val="00AE7FF4"/>
    <w:rsid w:val="00AF0A22"/>
    <w:rsid w:val="00AF36F6"/>
    <w:rsid w:val="00AF3B4E"/>
    <w:rsid w:val="00AF6D4C"/>
    <w:rsid w:val="00AF7A44"/>
    <w:rsid w:val="00B02E15"/>
    <w:rsid w:val="00B0476E"/>
    <w:rsid w:val="00B04DAD"/>
    <w:rsid w:val="00B05330"/>
    <w:rsid w:val="00B07723"/>
    <w:rsid w:val="00B12C72"/>
    <w:rsid w:val="00B14193"/>
    <w:rsid w:val="00B171A3"/>
    <w:rsid w:val="00B21F71"/>
    <w:rsid w:val="00B225D2"/>
    <w:rsid w:val="00B227E4"/>
    <w:rsid w:val="00B334A0"/>
    <w:rsid w:val="00B3362A"/>
    <w:rsid w:val="00B36955"/>
    <w:rsid w:val="00B36B19"/>
    <w:rsid w:val="00B4255B"/>
    <w:rsid w:val="00B45C55"/>
    <w:rsid w:val="00B46C47"/>
    <w:rsid w:val="00B475AB"/>
    <w:rsid w:val="00B512C0"/>
    <w:rsid w:val="00B54583"/>
    <w:rsid w:val="00B56645"/>
    <w:rsid w:val="00B56FC8"/>
    <w:rsid w:val="00B5710E"/>
    <w:rsid w:val="00B571F2"/>
    <w:rsid w:val="00B602E5"/>
    <w:rsid w:val="00B6082E"/>
    <w:rsid w:val="00B61DCA"/>
    <w:rsid w:val="00B6372A"/>
    <w:rsid w:val="00B726D8"/>
    <w:rsid w:val="00B72E03"/>
    <w:rsid w:val="00B74A1E"/>
    <w:rsid w:val="00B755FC"/>
    <w:rsid w:val="00B82E4C"/>
    <w:rsid w:val="00B8675C"/>
    <w:rsid w:val="00B86996"/>
    <w:rsid w:val="00B86F65"/>
    <w:rsid w:val="00B912EF"/>
    <w:rsid w:val="00B916AE"/>
    <w:rsid w:val="00B93D56"/>
    <w:rsid w:val="00B95AFA"/>
    <w:rsid w:val="00BA166F"/>
    <w:rsid w:val="00BA1B74"/>
    <w:rsid w:val="00BA4FFB"/>
    <w:rsid w:val="00BA7560"/>
    <w:rsid w:val="00BB0249"/>
    <w:rsid w:val="00BB38CE"/>
    <w:rsid w:val="00BB3A89"/>
    <w:rsid w:val="00BB4A46"/>
    <w:rsid w:val="00BB78C5"/>
    <w:rsid w:val="00BB7DB2"/>
    <w:rsid w:val="00BC29CD"/>
    <w:rsid w:val="00BC3098"/>
    <w:rsid w:val="00BC42BC"/>
    <w:rsid w:val="00BC4C24"/>
    <w:rsid w:val="00BC541B"/>
    <w:rsid w:val="00BC6037"/>
    <w:rsid w:val="00BC669D"/>
    <w:rsid w:val="00BC6D9F"/>
    <w:rsid w:val="00BD04E2"/>
    <w:rsid w:val="00BD253A"/>
    <w:rsid w:val="00BD35B5"/>
    <w:rsid w:val="00BD3802"/>
    <w:rsid w:val="00BD5470"/>
    <w:rsid w:val="00BE0B0A"/>
    <w:rsid w:val="00BE0FE6"/>
    <w:rsid w:val="00BE13A9"/>
    <w:rsid w:val="00BE3137"/>
    <w:rsid w:val="00BE4B4F"/>
    <w:rsid w:val="00BE57E5"/>
    <w:rsid w:val="00BE74BE"/>
    <w:rsid w:val="00BF0EA8"/>
    <w:rsid w:val="00BF32F6"/>
    <w:rsid w:val="00BF3C94"/>
    <w:rsid w:val="00BF444F"/>
    <w:rsid w:val="00BF47BE"/>
    <w:rsid w:val="00BF7797"/>
    <w:rsid w:val="00BF7D62"/>
    <w:rsid w:val="00C036EA"/>
    <w:rsid w:val="00C04407"/>
    <w:rsid w:val="00C04636"/>
    <w:rsid w:val="00C057DF"/>
    <w:rsid w:val="00C05FF3"/>
    <w:rsid w:val="00C0604D"/>
    <w:rsid w:val="00C0614E"/>
    <w:rsid w:val="00C07298"/>
    <w:rsid w:val="00C120A9"/>
    <w:rsid w:val="00C1450C"/>
    <w:rsid w:val="00C1654D"/>
    <w:rsid w:val="00C1704F"/>
    <w:rsid w:val="00C22191"/>
    <w:rsid w:val="00C223C0"/>
    <w:rsid w:val="00C22FAB"/>
    <w:rsid w:val="00C23860"/>
    <w:rsid w:val="00C2457F"/>
    <w:rsid w:val="00C26D78"/>
    <w:rsid w:val="00C2796A"/>
    <w:rsid w:val="00C30B06"/>
    <w:rsid w:val="00C31DDF"/>
    <w:rsid w:val="00C35AB2"/>
    <w:rsid w:val="00C35B7A"/>
    <w:rsid w:val="00C36001"/>
    <w:rsid w:val="00C41271"/>
    <w:rsid w:val="00C41770"/>
    <w:rsid w:val="00C453CF"/>
    <w:rsid w:val="00C45C7B"/>
    <w:rsid w:val="00C463B7"/>
    <w:rsid w:val="00C46963"/>
    <w:rsid w:val="00C46D3B"/>
    <w:rsid w:val="00C46EE2"/>
    <w:rsid w:val="00C4746D"/>
    <w:rsid w:val="00C51492"/>
    <w:rsid w:val="00C52134"/>
    <w:rsid w:val="00C53F49"/>
    <w:rsid w:val="00C55FC0"/>
    <w:rsid w:val="00C565AD"/>
    <w:rsid w:val="00C57E0C"/>
    <w:rsid w:val="00C6050C"/>
    <w:rsid w:val="00C62C2C"/>
    <w:rsid w:val="00C67D49"/>
    <w:rsid w:val="00C71658"/>
    <w:rsid w:val="00C71D2C"/>
    <w:rsid w:val="00C7276E"/>
    <w:rsid w:val="00C751C3"/>
    <w:rsid w:val="00C75DC8"/>
    <w:rsid w:val="00C75E47"/>
    <w:rsid w:val="00C76D09"/>
    <w:rsid w:val="00C80358"/>
    <w:rsid w:val="00C83F51"/>
    <w:rsid w:val="00C858EB"/>
    <w:rsid w:val="00C869C3"/>
    <w:rsid w:val="00C93A6C"/>
    <w:rsid w:val="00C94555"/>
    <w:rsid w:val="00C948EC"/>
    <w:rsid w:val="00CA0442"/>
    <w:rsid w:val="00CA1391"/>
    <w:rsid w:val="00CA15BD"/>
    <w:rsid w:val="00CA1B9C"/>
    <w:rsid w:val="00CA24DF"/>
    <w:rsid w:val="00CA4854"/>
    <w:rsid w:val="00CA51D0"/>
    <w:rsid w:val="00CA56FC"/>
    <w:rsid w:val="00CA5C79"/>
    <w:rsid w:val="00CA6E18"/>
    <w:rsid w:val="00CB1A45"/>
    <w:rsid w:val="00CB519E"/>
    <w:rsid w:val="00CB5221"/>
    <w:rsid w:val="00CB5EDD"/>
    <w:rsid w:val="00CB6F9E"/>
    <w:rsid w:val="00CB72D3"/>
    <w:rsid w:val="00CB765A"/>
    <w:rsid w:val="00CC13CF"/>
    <w:rsid w:val="00CC6D0B"/>
    <w:rsid w:val="00CD13A8"/>
    <w:rsid w:val="00CD19A2"/>
    <w:rsid w:val="00CD2869"/>
    <w:rsid w:val="00CD40C8"/>
    <w:rsid w:val="00CD5444"/>
    <w:rsid w:val="00CD5E1C"/>
    <w:rsid w:val="00CD6863"/>
    <w:rsid w:val="00CD73B4"/>
    <w:rsid w:val="00CD77F8"/>
    <w:rsid w:val="00CE53F6"/>
    <w:rsid w:val="00CF182C"/>
    <w:rsid w:val="00CF222F"/>
    <w:rsid w:val="00CF4CFA"/>
    <w:rsid w:val="00CF5CAF"/>
    <w:rsid w:val="00CF6B83"/>
    <w:rsid w:val="00D0375C"/>
    <w:rsid w:val="00D04E5F"/>
    <w:rsid w:val="00D05AC4"/>
    <w:rsid w:val="00D10424"/>
    <w:rsid w:val="00D12D4E"/>
    <w:rsid w:val="00D149F9"/>
    <w:rsid w:val="00D16417"/>
    <w:rsid w:val="00D176D0"/>
    <w:rsid w:val="00D21C0F"/>
    <w:rsid w:val="00D222F3"/>
    <w:rsid w:val="00D26E1D"/>
    <w:rsid w:val="00D33B10"/>
    <w:rsid w:val="00D347D4"/>
    <w:rsid w:val="00D3569B"/>
    <w:rsid w:val="00D37216"/>
    <w:rsid w:val="00D408EF"/>
    <w:rsid w:val="00D41EB0"/>
    <w:rsid w:val="00D42594"/>
    <w:rsid w:val="00D42D00"/>
    <w:rsid w:val="00D42D2F"/>
    <w:rsid w:val="00D44CCF"/>
    <w:rsid w:val="00D44DD9"/>
    <w:rsid w:val="00D45179"/>
    <w:rsid w:val="00D50177"/>
    <w:rsid w:val="00D52C10"/>
    <w:rsid w:val="00D53FF9"/>
    <w:rsid w:val="00D5481D"/>
    <w:rsid w:val="00D60533"/>
    <w:rsid w:val="00D605AA"/>
    <w:rsid w:val="00D61E20"/>
    <w:rsid w:val="00D636FA"/>
    <w:rsid w:val="00D63C93"/>
    <w:rsid w:val="00D659A5"/>
    <w:rsid w:val="00D7214C"/>
    <w:rsid w:val="00D74674"/>
    <w:rsid w:val="00D7617A"/>
    <w:rsid w:val="00D76661"/>
    <w:rsid w:val="00D8189F"/>
    <w:rsid w:val="00D86AAA"/>
    <w:rsid w:val="00D9267A"/>
    <w:rsid w:val="00D94648"/>
    <w:rsid w:val="00D947A4"/>
    <w:rsid w:val="00D9539D"/>
    <w:rsid w:val="00D95977"/>
    <w:rsid w:val="00D972CD"/>
    <w:rsid w:val="00DA1594"/>
    <w:rsid w:val="00DA1D78"/>
    <w:rsid w:val="00DB01D2"/>
    <w:rsid w:val="00DB24EF"/>
    <w:rsid w:val="00DB2802"/>
    <w:rsid w:val="00DB2E20"/>
    <w:rsid w:val="00DB35E4"/>
    <w:rsid w:val="00DB4635"/>
    <w:rsid w:val="00DB4B71"/>
    <w:rsid w:val="00DB7216"/>
    <w:rsid w:val="00DC01F8"/>
    <w:rsid w:val="00DC3181"/>
    <w:rsid w:val="00DC35D9"/>
    <w:rsid w:val="00DC45D2"/>
    <w:rsid w:val="00DD1B31"/>
    <w:rsid w:val="00DD57CF"/>
    <w:rsid w:val="00DD57EB"/>
    <w:rsid w:val="00DE1B54"/>
    <w:rsid w:val="00DE6BCD"/>
    <w:rsid w:val="00DE6C43"/>
    <w:rsid w:val="00DF0FC3"/>
    <w:rsid w:val="00DF6386"/>
    <w:rsid w:val="00DF68D4"/>
    <w:rsid w:val="00E04D69"/>
    <w:rsid w:val="00E054A5"/>
    <w:rsid w:val="00E11256"/>
    <w:rsid w:val="00E11907"/>
    <w:rsid w:val="00E12E1D"/>
    <w:rsid w:val="00E147A6"/>
    <w:rsid w:val="00E14F51"/>
    <w:rsid w:val="00E1615F"/>
    <w:rsid w:val="00E24734"/>
    <w:rsid w:val="00E24DB4"/>
    <w:rsid w:val="00E252AD"/>
    <w:rsid w:val="00E259DB"/>
    <w:rsid w:val="00E25A9B"/>
    <w:rsid w:val="00E27F52"/>
    <w:rsid w:val="00E30080"/>
    <w:rsid w:val="00E31FE1"/>
    <w:rsid w:val="00E345E4"/>
    <w:rsid w:val="00E362F5"/>
    <w:rsid w:val="00E36FCB"/>
    <w:rsid w:val="00E42DA6"/>
    <w:rsid w:val="00E45398"/>
    <w:rsid w:val="00E46252"/>
    <w:rsid w:val="00E5480D"/>
    <w:rsid w:val="00E55E9D"/>
    <w:rsid w:val="00E57DB1"/>
    <w:rsid w:val="00E623EF"/>
    <w:rsid w:val="00E65F2D"/>
    <w:rsid w:val="00E715C4"/>
    <w:rsid w:val="00E74B9B"/>
    <w:rsid w:val="00E7781C"/>
    <w:rsid w:val="00E77A2D"/>
    <w:rsid w:val="00E81915"/>
    <w:rsid w:val="00E83258"/>
    <w:rsid w:val="00E85B23"/>
    <w:rsid w:val="00E875EB"/>
    <w:rsid w:val="00E93EED"/>
    <w:rsid w:val="00E95A6C"/>
    <w:rsid w:val="00E9613F"/>
    <w:rsid w:val="00E9700D"/>
    <w:rsid w:val="00EA1917"/>
    <w:rsid w:val="00EA4480"/>
    <w:rsid w:val="00EA6920"/>
    <w:rsid w:val="00EB1812"/>
    <w:rsid w:val="00EB1C95"/>
    <w:rsid w:val="00EB452E"/>
    <w:rsid w:val="00EB533E"/>
    <w:rsid w:val="00EB6C99"/>
    <w:rsid w:val="00EB7939"/>
    <w:rsid w:val="00EC016A"/>
    <w:rsid w:val="00EC36C3"/>
    <w:rsid w:val="00EC4066"/>
    <w:rsid w:val="00EC5C6F"/>
    <w:rsid w:val="00ED4513"/>
    <w:rsid w:val="00ED46E8"/>
    <w:rsid w:val="00ED5EC6"/>
    <w:rsid w:val="00ED62B1"/>
    <w:rsid w:val="00ED7EE5"/>
    <w:rsid w:val="00EE43B7"/>
    <w:rsid w:val="00EE59BC"/>
    <w:rsid w:val="00EE60C1"/>
    <w:rsid w:val="00EE669E"/>
    <w:rsid w:val="00EE7001"/>
    <w:rsid w:val="00EE7473"/>
    <w:rsid w:val="00EF02F1"/>
    <w:rsid w:val="00EF2DB7"/>
    <w:rsid w:val="00EF35F3"/>
    <w:rsid w:val="00EF369B"/>
    <w:rsid w:val="00EF376F"/>
    <w:rsid w:val="00EF42E8"/>
    <w:rsid w:val="00EF699F"/>
    <w:rsid w:val="00EF6EDA"/>
    <w:rsid w:val="00EF74CF"/>
    <w:rsid w:val="00F003FE"/>
    <w:rsid w:val="00F00E39"/>
    <w:rsid w:val="00F01004"/>
    <w:rsid w:val="00F02D16"/>
    <w:rsid w:val="00F0357E"/>
    <w:rsid w:val="00F04773"/>
    <w:rsid w:val="00F062D1"/>
    <w:rsid w:val="00F06B2A"/>
    <w:rsid w:val="00F1177E"/>
    <w:rsid w:val="00F11CB2"/>
    <w:rsid w:val="00F1221B"/>
    <w:rsid w:val="00F1790E"/>
    <w:rsid w:val="00F17B1D"/>
    <w:rsid w:val="00F17F8F"/>
    <w:rsid w:val="00F211EE"/>
    <w:rsid w:val="00F316EB"/>
    <w:rsid w:val="00F40E7B"/>
    <w:rsid w:val="00F47C71"/>
    <w:rsid w:val="00F516CB"/>
    <w:rsid w:val="00F52BC9"/>
    <w:rsid w:val="00F53863"/>
    <w:rsid w:val="00F53E7E"/>
    <w:rsid w:val="00F6102A"/>
    <w:rsid w:val="00F61AB8"/>
    <w:rsid w:val="00F61F08"/>
    <w:rsid w:val="00F622CF"/>
    <w:rsid w:val="00F62A87"/>
    <w:rsid w:val="00F62E14"/>
    <w:rsid w:val="00F63921"/>
    <w:rsid w:val="00F64E73"/>
    <w:rsid w:val="00F65B08"/>
    <w:rsid w:val="00F65F35"/>
    <w:rsid w:val="00F6661E"/>
    <w:rsid w:val="00F66825"/>
    <w:rsid w:val="00F67059"/>
    <w:rsid w:val="00F74141"/>
    <w:rsid w:val="00F8149F"/>
    <w:rsid w:val="00F83337"/>
    <w:rsid w:val="00F844CA"/>
    <w:rsid w:val="00F87CA6"/>
    <w:rsid w:val="00F91E6A"/>
    <w:rsid w:val="00F921DB"/>
    <w:rsid w:val="00FA175D"/>
    <w:rsid w:val="00FA178C"/>
    <w:rsid w:val="00FA1DAF"/>
    <w:rsid w:val="00FA2FDB"/>
    <w:rsid w:val="00FA52BF"/>
    <w:rsid w:val="00FA7128"/>
    <w:rsid w:val="00FB1404"/>
    <w:rsid w:val="00FB3EFD"/>
    <w:rsid w:val="00FB487F"/>
    <w:rsid w:val="00FB51F4"/>
    <w:rsid w:val="00FB5B11"/>
    <w:rsid w:val="00FB69BC"/>
    <w:rsid w:val="00FB7861"/>
    <w:rsid w:val="00FC0499"/>
    <w:rsid w:val="00FC2B3D"/>
    <w:rsid w:val="00FC55A0"/>
    <w:rsid w:val="00FD17BA"/>
    <w:rsid w:val="00FD2D4A"/>
    <w:rsid w:val="00FE1746"/>
    <w:rsid w:val="00FE2948"/>
    <w:rsid w:val="00FE6161"/>
    <w:rsid w:val="00FE63AB"/>
    <w:rsid w:val="00FE66AB"/>
    <w:rsid w:val="00FF14B8"/>
    <w:rsid w:val="00FF1D10"/>
    <w:rsid w:val="00FF2C05"/>
    <w:rsid w:val="00FF4842"/>
    <w:rsid w:val="00FF4D5C"/>
    <w:rsid w:val="00FF5F1B"/>
    <w:rsid w:val="00FF7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3B71A3"/>
  <w15:docId w15:val="{09FA6BA0-77D0-4ED5-B747-2496B1279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s-Latn-BA" w:eastAsia="bs-Latn-B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45E9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BF444F"/>
    <w:pPr>
      <w:keepNext/>
      <w:tabs>
        <w:tab w:val="center" w:pos="2268"/>
      </w:tabs>
      <w:spacing w:after="0" w:line="240" w:lineRule="auto"/>
      <w:ind w:right="141"/>
      <w:jc w:val="both"/>
      <w:outlineLvl w:val="0"/>
    </w:pPr>
    <w:rPr>
      <w:rFonts w:ascii="Times New Roman" w:eastAsia="Times New Roman" w:hAnsi="Times New Roman"/>
      <w:b/>
      <w:bCs/>
      <w:spacing w:val="-8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1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7E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617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17EC"/>
  </w:style>
  <w:style w:type="paragraph" w:styleId="Footer">
    <w:name w:val="footer"/>
    <w:basedOn w:val="Normal"/>
    <w:link w:val="FooterChar"/>
    <w:uiPriority w:val="99"/>
    <w:unhideWhenUsed/>
    <w:rsid w:val="00A617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17EC"/>
  </w:style>
  <w:style w:type="paragraph" w:styleId="ListParagraph">
    <w:name w:val="List Paragraph"/>
    <w:basedOn w:val="Normal"/>
    <w:link w:val="ListParagraphChar"/>
    <w:uiPriority w:val="34"/>
    <w:qFormat/>
    <w:rsid w:val="0070096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63C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D3D7C"/>
    <w:rPr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BF444F"/>
    <w:rPr>
      <w:rFonts w:ascii="Times New Roman" w:eastAsia="Times New Roman" w:hAnsi="Times New Roman"/>
      <w:b/>
      <w:bCs/>
      <w:spacing w:val="-8"/>
      <w:sz w:val="24"/>
      <w:szCs w:val="24"/>
      <w:lang w:val="sr-Cyrl-CS" w:eastAsia="en-US"/>
    </w:rPr>
  </w:style>
  <w:style w:type="paragraph" w:styleId="BodyText">
    <w:name w:val="Body Text"/>
    <w:basedOn w:val="Normal"/>
    <w:link w:val="BodyTextChar"/>
    <w:uiPriority w:val="99"/>
    <w:unhideWhenUsed/>
    <w:rsid w:val="00BF444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F444F"/>
    <w:rPr>
      <w:sz w:val="22"/>
      <w:szCs w:val="22"/>
      <w:lang w:val="en-US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BF444F"/>
    <w:rPr>
      <w:sz w:val="22"/>
      <w:szCs w:val="22"/>
      <w:lang w:val="en-US" w:eastAsia="en-US"/>
    </w:rPr>
  </w:style>
  <w:style w:type="character" w:styleId="Strong">
    <w:name w:val="Strong"/>
    <w:basedOn w:val="DefaultParagraphFont"/>
    <w:uiPriority w:val="22"/>
    <w:qFormat/>
    <w:rsid w:val="00BF444F"/>
    <w:rPr>
      <w:b/>
      <w:bCs/>
    </w:rPr>
  </w:style>
  <w:style w:type="paragraph" w:customStyle="1" w:styleId="paragraph">
    <w:name w:val="paragraph"/>
    <w:basedOn w:val="Normal"/>
    <w:rsid w:val="00BC6D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9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bdulos\AppData\Local\Microsoft\Windows\Temporary%20Internet%20Files\Content.Outlook\J8IZGNL3\PD-0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PD-013</Template>
  <TotalTime>2</TotalTime>
  <Pages>3</Pages>
  <Words>724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4848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Sonja Abdulovski</dc:creator>
  <cp:lastModifiedBy>Mirjana Crnjak</cp:lastModifiedBy>
  <cp:revision>2</cp:revision>
  <cp:lastPrinted>2020-02-28T11:05:00Z</cp:lastPrinted>
  <dcterms:created xsi:type="dcterms:W3CDTF">2022-03-18T08:28:00Z</dcterms:created>
  <dcterms:modified xsi:type="dcterms:W3CDTF">2022-03-18T08:28:00Z</dcterms:modified>
</cp:coreProperties>
</file>