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69CE81" w14:textId="77777777" w:rsidR="001821F3" w:rsidRPr="00EE59BC" w:rsidRDefault="001821F3" w:rsidP="001821F3">
      <w:pPr>
        <w:pStyle w:val="NoSpacing"/>
        <w:spacing w:line="276" w:lineRule="auto"/>
        <w:rPr>
          <w:rFonts w:ascii="Times New Roman" w:hAnsi="Times New Roman"/>
          <w:noProof/>
          <w:color w:val="FF0000"/>
          <w:sz w:val="24"/>
          <w:szCs w:val="24"/>
          <w:lang w:val="sr-Cyrl-BA"/>
        </w:rPr>
      </w:pPr>
      <w:bookmarkStart w:id="0" w:name="_GoBack"/>
      <w:bookmarkEnd w:id="0"/>
    </w:p>
    <w:p w14:paraId="2F23E5FC" w14:textId="53069A72" w:rsidR="00903D33" w:rsidRPr="00A474A9" w:rsidRDefault="00F46443" w:rsidP="001929BF">
      <w:pPr>
        <w:pStyle w:val="NoSpacing"/>
        <w:spacing w:line="276" w:lineRule="auto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Број</w:t>
      </w:r>
      <w:r w:rsidR="00903D33" w:rsidRPr="001821F3">
        <w:rPr>
          <w:rFonts w:ascii="Times New Roman" w:hAnsi="Times New Roman"/>
          <w:noProof/>
          <w:sz w:val="24"/>
          <w:szCs w:val="24"/>
          <w:lang w:val="sr-Latn-CS"/>
        </w:rPr>
        <w:t>: 01/3-50-3-3-</w:t>
      </w:r>
      <w:r w:rsidR="00FB7861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>6</w:t>
      </w:r>
      <w:r w:rsidR="00903D33" w:rsidRPr="00A474A9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/</w:t>
      </w:r>
      <w:r w:rsidR="001D70E1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2</w:t>
      </w:r>
      <w:r w:rsidR="007859E4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1</w:t>
      </w:r>
    </w:p>
    <w:p w14:paraId="0F3ABF97" w14:textId="67459DAE" w:rsidR="00903D33" w:rsidRPr="00C223C0" w:rsidRDefault="00F46443" w:rsidP="001929BF">
      <w:pPr>
        <w:pStyle w:val="NoSpacing"/>
        <w:spacing w:line="276" w:lineRule="auto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Сарајево</w:t>
      </w:r>
      <w:r w:rsidR="00903D33" w:rsidRPr="001821F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D37216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  <w:r w:rsidR="00A00326">
        <w:rPr>
          <w:rFonts w:ascii="Times New Roman" w:hAnsi="Times New Roman"/>
          <w:noProof/>
          <w:sz w:val="24"/>
          <w:szCs w:val="24"/>
          <w:lang w:val="sr-Latn-BA"/>
        </w:rPr>
        <w:t>07.</w:t>
      </w:r>
      <w:r w:rsidR="00735E45">
        <w:rPr>
          <w:rFonts w:ascii="Times New Roman" w:hAnsi="Times New Roman"/>
          <w:noProof/>
          <w:sz w:val="24"/>
          <w:szCs w:val="24"/>
          <w:lang w:val="sr-Latn-BA"/>
        </w:rPr>
        <w:t xml:space="preserve"> </w:t>
      </w:r>
      <w:r w:rsidR="00A00326">
        <w:rPr>
          <w:rFonts w:ascii="Times New Roman" w:hAnsi="Times New Roman"/>
          <w:noProof/>
          <w:sz w:val="24"/>
          <w:szCs w:val="24"/>
          <w:lang w:val="sr-Latn-BA"/>
        </w:rPr>
        <w:t>03.</w:t>
      </w:r>
      <w:r w:rsidR="00735E45">
        <w:rPr>
          <w:rFonts w:ascii="Times New Roman" w:hAnsi="Times New Roman"/>
          <w:noProof/>
          <w:sz w:val="24"/>
          <w:szCs w:val="24"/>
          <w:lang w:val="sr-Latn-BA"/>
        </w:rPr>
        <w:t xml:space="preserve"> </w:t>
      </w:r>
      <w:r w:rsidR="00A00326">
        <w:rPr>
          <w:rFonts w:ascii="Times New Roman" w:hAnsi="Times New Roman"/>
          <w:noProof/>
          <w:sz w:val="24"/>
          <w:szCs w:val="24"/>
          <w:lang w:val="sr-Latn-BA"/>
        </w:rPr>
        <w:t>2022.</w:t>
      </w:r>
      <w:r w:rsidR="00735E45">
        <w:rPr>
          <w:rFonts w:ascii="Times New Roman" w:hAnsi="Times New Roman"/>
          <w:noProof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BA"/>
        </w:rPr>
        <w:t>године</w:t>
      </w:r>
      <w:r w:rsidR="00D37216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</w:p>
    <w:p w14:paraId="5BD4C72D" w14:textId="77777777" w:rsidR="00903D33" w:rsidRPr="001929BF" w:rsidRDefault="00903D33" w:rsidP="001929BF">
      <w:pPr>
        <w:pStyle w:val="NoSpacing"/>
        <w:spacing w:line="276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1821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                                              </w:t>
      </w:r>
    </w:p>
    <w:p w14:paraId="0CE9FE34" w14:textId="77777777" w:rsidR="00876FC5" w:rsidRDefault="00876FC5" w:rsidP="00CC70BB">
      <w:pPr>
        <w:pStyle w:val="NoSpacing"/>
        <w:spacing w:line="276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14:paraId="07C9BB74" w14:textId="77777777" w:rsidR="00063F3B" w:rsidRDefault="00063F3B" w:rsidP="00BF444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61290B35" w14:textId="77777777" w:rsidR="00063F3B" w:rsidRDefault="00063F3B" w:rsidP="00BF444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E9FE7B0" w14:textId="77777777" w:rsidR="00ED62B1" w:rsidRDefault="00ED62B1" w:rsidP="00BF444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788394E" w14:textId="5274A0D2" w:rsidR="00BF444F" w:rsidRPr="00C105EF" w:rsidRDefault="00F46443" w:rsidP="00BF444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З</w:t>
      </w:r>
      <w:r w:rsidR="00BF444F"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А</w:t>
      </w:r>
      <w:r w:rsidR="00BF444F"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П</w:t>
      </w:r>
      <w:r w:rsidR="00BF444F"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И</w:t>
      </w:r>
      <w:r w:rsidR="00BF444F"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С</w:t>
      </w:r>
      <w:r w:rsidR="00BF444F"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Н</w:t>
      </w:r>
      <w:r w:rsidR="00BF444F"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И</w:t>
      </w:r>
      <w:r w:rsidR="00BF444F"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К</w:t>
      </w:r>
    </w:p>
    <w:p w14:paraId="200B549B" w14:textId="49C66298" w:rsidR="00BF444F" w:rsidRDefault="00BF444F" w:rsidP="00BF444F">
      <w:pPr>
        <w:pStyle w:val="Heading1"/>
        <w:tabs>
          <w:tab w:val="clear" w:pos="2268"/>
          <w:tab w:val="center" w:pos="0"/>
        </w:tabs>
        <w:jc w:val="left"/>
        <w:rPr>
          <w:noProof/>
          <w:lang w:val="sr-Latn-CS"/>
        </w:rPr>
      </w:pP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 xml:space="preserve">                            </w:t>
      </w:r>
      <w:r w:rsidRPr="00880BB9">
        <w:rPr>
          <w:noProof/>
          <w:lang w:val="sr-Latn-CS"/>
        </w:rPr>
        <w:t xml:space="preserve">          </w:t>
      </w:r>
      <w:r w:rsidR="00F46443">
        <w:rPr>
          <w:noProof/>
          <w:lang w:val="sr-Latn-CS"/>
        </w:rPr>
        <w:t>са</w:t>
      </w:r>
      <w:r w:rsidR="00735E45">
        <w:rPr>
          <w:noProof/>
          <w:lang w:val="sr-Latn-CS"/>
        </w:rPr>
        <w:t xml:space="preserve"> </w:t>
      </w:r>
      <w:r w:rsidRPr="00880BB9">
        <w:rPr>
          <w:noProof/>
          <w:lang w:val="sr-Latn-CS"/>
        </w:rPr>
        <w:t xml:space="preserve"> </w:t>
      </w:r>
      <w:r w:rsidR="00FB7861">
        <w:rPr>
          <w:noProof/>
          <w:lang w:val="sr-Latn-CS"/>
        </w:rPr>
        <w:t>1</w:t>
      </w:r>
      <w:r w:rsidR="00A00326">
        <w:rPr>
          <w:noProof/>
          <w:lang w:val="sr-Latn-CS"/>
        </w:rPr>
        <w:t>6</w:t>
      </w:r>
      <w:r w:rsidRPr="00880BB9">
        <w:rPr>
          <w:noProof/>
          <w:lang w:val="sr-Latn-CS"/>
        </w:rPr>
        <w:t xml:space="preserve">. </w:t>
      </w:r>
      <w:r w:rsidR="00F46443">
        <w:rPr>
          <w:noProof/>
          <w:lang w:val="sr-Latn-CS"/>
        </w:rPr>
        <w:t>сједнице</w:t>
      </w:r>
      <w:r w:rsidRPr="00880BB9">
        <w:rPr>
          <w:noProof/>
          <w:lang w:val="sr-Latn-CS"/>
        </w:rPr>
        <w:t xml:space="preserve"> </w:t>
      </w:r>
      <w:r w:rsidR="00F46443">
        <w:rPr>
          <w:noProof/>
          <w:lang w:val="sr-Latn-CS"/>
        </w:rPr>
        <w:t>Комисије</w:t>
      </w:r>
      <w:r w:rsidRPr="00880BB9">
        <w:rPr>
          <w:noProof/>
          <w:lang w:val="sr-Latn-CS"/>
        </w:rPr>
        <w:t xml:space="preserve"> </w:t>
      </w:r>
      <w:r w:rsidR="00F46443">
        <w:rPr>
          <w:noProof/>
          <w:lang w:val="sr-Latn-CS"/>
        </w:rPr>
        <w:t>за</w:t>
      </w:r>
      <w:r w:rsidRPr="00880BB9">
        <w:rPr>
          <w:noProof/>
          <w:lang w:val="sr-Latn-CS"/>
        </w:rPr>
        <w:t xml:space="preserve"> </w:t>
      </w:r>
      <w:r w:rsidR="00F46443">
        <w:rPr>
          <w:noProof/>
          <w:lang w:val="sr-Latn-CS"/>
        </w:rPr>
        <w:t>спољну</w:t>
      </w:r>
      <w:r w:rsidRPr="00880BB9">
        <w:rPr>
          <w:noProof/>
          <w:lang w:val="sr-Latn-CS"/>
        </w:rPr>
        <w:t xml:space="preserve"> </w:t>
      </w:r>
      <w:r w:rsidR="00F46443">
        <w:rPr>
          <w:noProof/>
          <w:lang w:val="sr-Latn-CS"/>
        </w:rPr>
        <w:t>трговину</w:t>
      </w:r>
      <w:r w:rsidRPr="00880BB9">
        <w:rPr>
          <w:noProof/>
          <w:lang w:val="sr-Latn-CS"/>
        </w:rPr>
        <w:t xml:space="preserve"> </w:t>
      </w:r>
      <w:r w:rsidR="00F46443">
        <w:rPr>
          <w:noProof/>
          <w:lang w:val="sr-Latn-CS"/>
        </w:rPr>
        <w:t>и</w:t>
      </w:r>
      <w:r w:rsidRPr="00880BB9">
        <w:rPr>
          <w:noProof/>
          <w:lang w:val="sr-Latn-CS"/>
        </w:rPr>
        <w:t xml:space="preserve"> </w:t>
      </w:r>
      <w:r w:rsidR="00F46443">
        <w:rPr>
          <w:noProof/>
          <w:lang w:val="sr-Latn-CS"/>
        </w:rPr>
        <w:t>царине</w:t>
      </w:r>
      <w:r w:rsidRPr="00880BB9">
        <w:rPr>
          <w:noProof/>
          <w:lang w:val="sr-Latn-CS"/>
        </w:rPr>
        <w:t xml:space="preserve"> </w:t>
      </w:r>
    </w:p>
    <w:p w14:paraId="6DB98E08" w14:textId="3A6BD782" w:rsidR="00BF444F" w:rsidRDefault="00BF444F" w:rsidP="00BF444F">
      <w:pPr>
        <w:pStyle w:val="Heading1"/>
        <w:tabs>
          <w:tab w:val="clear" w:pos="2268"/>
          <w:tab w:val="center" w:pos="0"/>
        </w:tabs>
        <w:jc w:val="left"/>
        <w:rPr>
          <w:noProof/>
          <w:lang w:val="sr-Latn-CS"/>
        </w:rPr>
      </w:pPr>
      <w:r>
        <w:rPr>
          <w:noProof/>
          <w:lang w:val="sr-Latn-CS"/>
        </w:rPr>
        <w:t xml:space="preserve">                                   </w:t>
      </w:r>
      <w:r w:rsidR="00F46443">
        <w:rPr>
          <w:noProof/>
          <w:lang w:val="sr-Latn-CS"/>
        </w:rPr>
        <w:t>Представничког</w:t>
      </w:r>
      <w:r w:rsidRPr="00880BB9">
        <w:rPr>
          <w:noProof/>
          <w:lang w:val="sr-Latn-CS"/>
        </w:rPr>
        <w:t xml:space="preserve"> </w:t>
      </w:r>
      <w:r w:rsidR="00F46443">
        <w:rPr>
          <w:noProof/>
          <w:lang w:val="sr-Latn-CS"/>
        </w:rPr>
        <w:t>дома</w:t>
      </w:r>
      <w:r w:rsidR="002D324B">
        <w:rPr>
          <w:noProof/>
          <w:lang w:val="sr-Latn-CS"/>
        </w:rPr>
        <w:t xml:space="preserve"> </w:t>
      </w:r>
      <w:r w:rsidR="00F46443">
        <w:rPr>
          <w:noProof/>
          <w:lang w:val="sr-Latn-CS"/>
        </w:rPr>
        <w:t>Парламентарне</w:t>
      </w:r>
      <w:r w:rsidRPr="00880BB9">
        <w:rPr>
          <w:noProof/>
          <w:lang w:val="sr-Latn-CS"/>
        </w:rPr>
        <w:t xml:space="preserve">  </w:t>
      </w:r>
      <w:r w:rsidR="00F46443">
        <w:rPr>
          <w:noProof/>
          <w:lang w:val="sr-Latn-CS"/>
        </w:rPr>
        <w:t>скупштине</w:t>
      </w:r>
      <w:r w:rsidRPr="00880BB9">
        <w:rPr>
          <w:noProof/>
          <w:lang w:val="sr-Latn-CS"/>
        </w:rPr>
        <w:t xml:space="preserve"> </w:t>
      </w:r>
      <w:r w:rsidR="00F46443">
        <w:rPr>
          <w:noProof/>
          <w:lang w:val="sr-Latn-CS"/>
        </w:rPr>
        <w:t>БиХ</w:t>
      </w:r>
      <w:r w:rsidRPr="00880BB9">
        <w:rPr>
          <w:noProof/>
          <w:lang w:val="sr-Latn-CS"/>
        </w:rPr>
        <w:t xml:space="preserve">, </w:t>
      </w:r>
    </w:p>
    <w:p w14:paraId="028AACF1" w14:textId="2D3BDD8E" w:rsidR="00BF444F" w:rsidRPr="00880BB9" w:rsidRDefault="00BF444F" w:rsidP="00BF444F">
      <w:pPr>
        <w:pStyle w:val="Heading1"/>
        <w:tabs>
          <w:tab w:val="clear" w:pos="2268"/>
          <w:tab w:val="center" w:pos="0"/>
        </w:tabs>
        <w:jc w:val="left"/>
        <w:rPr>
          <w:noProof/>
          <w:lang w:val="sr-Latn-CS"/>
        </w:rPr>
      </w:pPr>
      <w:r>
        <w:rPr>
          <w:noProof/>
          <w:lang w:val="sr-Latn-CS"/>
        </w:rPr>
        <w:t xml:space="preserve">                                                               </w:t>
      </w:r>
      <w:r w:rsidR="00F46443">
        <w:rPr>
          <w:noProof/>
          <w:lang w:val="sr-Latn-CS"/>
        </w:rPr>
        <w:t>одржане</w:t>
      </w:r>
      <w:r w:rsidR="00A00326">
        <w:rPr>
          <w:noProof/>
          <w:lang w:val="sr-Latn-CS"/>
        </w:rPr>
        <w:t xml:space="preserve"> 07.</w:t>
      </w:r>
      <w:r w:rsidR="00735E45">
        <w:rPr>
          <w:noProof/>
          <w:lang w:val="sr-Latn-CS"/>
        </w:rPr>
        <w:t xml:space="preserve"> </w:t>
      </w:r>
      <w:r w:rsidR="00A00326">
        <w:rPr>
          <w:noProof/>
          <w:lang w:val="sr-Latn-CS"/>
        </w:rPr>
        <w:t>03.</w:t>
      </w:r>
      <w:r w:rsidR="00735E45">
        <w:rPr>
          <w:noProof/>
          <w:lang w:val="sr-Latn-CS"/>
        </w:rPr>
        <w:t xml:space="preserve"> </w:t>
      </w:r>
      <w:r w:rsidR="00A00326">
        <w:rPr>
          <w:noProof/>
          <w:lang w:val="sr-Latn-CS"/>
        </w:rPr>
        <w:t>2022</w:t>
      </w:r>
      <w:r w:rsidRPr="00880BB9">
        <w:rPr>
          <w:noProof/>
          <w:lang w:val="sr-Latn-CS"/>
        </w:rPr>
        <w:t xml:space="preserve">. </w:t>
      </w:r>
    </w:p>
    <w:p w14:paraId="1D19398C" w14:textId="77777777" w:rsidR="00BF444F" w:rsidRPr="00880BB9" w:rsidRDefault="00BF444F" w:rsidP="00BF444F">
      <w:pPr>
        <w:rPr>
          <w:noProof/>
          <w:lang w:val="sr-Latn-CS"/>
        </w:rPr>
      </w:pPr>
    </w:p>
    <w:p w14:paraId="6BC178D7" w14:textId="31FAA523" w:rsidR="000D5AC8" w:rsidRPr="00880BB9" w:rsidRDefault="00F46443" w:rsidP="000D5AC8">
      <w:pPr>
        <w:tabs>
          <w:tab w:val="left" w:pos="-9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Сједницу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Комисије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за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спољну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трговину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и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царине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Представничког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дома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Парламентарне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скупштине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БиХ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у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даљем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тексту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Комисија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сазвао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је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Драган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Богдани</w:t>
      </w:r>
      <w:r>
        <w:rPr>
          <w:rFonts w:ascii="Times New Roman" w:hAnsi="Times New Roman"/>
          <w:noProof/>
          <w:sz w:val="24"/>
          <w:szCs w:val="24"/>
          <w:lang w:val="sr-Latn-BA"/>
        </w:rPr>
        <w:t>ћ</w:t>
      </w:r>
      <w:r w:rsidR="00A16CF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предсједавајући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D5AC8"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Комисије</w:t>
      </w:r>
      <w:r w:rsidR="000D5AC8" w:rsidRPr="00880BB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845BDCC" w14:textId="19C6E18C" w:rsidR="001E1045" w:rsidRPr="00880BB9" w:rsidRDefault="00F46443" w:rsidP="001E1045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Сједница</w:t>
      </w:r>
      <w:r w:rsidR="001E1045"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је</w:t>
      </w:r>
      <w:r w:rsidR="001E1045"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почела</w:t>
      </w:r>
      <w:r w:rsidR="001E1045"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у</w:t>
      </w:r>
      <w:r w:rsidR="001E1045"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512C0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A16CFB">
        <w:rPr>
          <w:rFonts w:ascii="Times New Roman" w:hAnsi="Times New Roman"/>
          <w:noProof/>
          <w:sz w:val="24"/>
          <w:szCs w:val="24"/>
          <w:lang w:val="sr-Latn-CS"/>
        </w:rPr>
        <w:t>0</w:t>
      </w:r>
      <w:r w:rsidR="00974D68">
        <w:rPr>
          <w:rFonts w:ascii="Times New Roman" w:hAnsi="Times New Roman"/>
          <w:noProof/>
          <w:sz w:val="24"/>
          <w:szCs w:val="24"/>
          <w:lang w:val="sr-Latn-CS"/>
        </w:rPr>
        <w:t>.00</w:t>
      </w:r>
      <w:r w:rsidR="001E1045"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часова</w:t>
      </w:r>
      <w:r w:rsidR="001E1045" w:rsidRPr="00880BB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68F3851" w14:textId="0041138B" w:rsidR="00A16CFB" w:rsidRDefault="00F46443" w:rsidP="00A16CFB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Сједници</w:t>
      </w:r>
      <w:r w:rsidR="00EB53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су</w:t>
      </w:r>
      <w:r w:rsidR="00EB53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присуствовали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974D6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Драган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Богданић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Мијо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Матановић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Един</w:t>
      </w:r>
      <w:r w:rsidR="00A16C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Мушић</w:t>
      </w:r>
      <w:r w:rsidR="00A16CF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Зукан</w:t>
      </w:r>
      <w:r w:rsidR="004126A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Хелез</w:t>
      </w:r>
      <w:r w:rsidR="00B512C0" w:rsidRPr="00B512C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и</w:t>
      </w:r>
      <w:r w:rsidR="00A16C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Дамир</w:t>
      </w:r>
      <w:r w:rsidR="00A16C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Арнаут</w:t>
      </w:r>
      <w:r w:rsidR="00A16CF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70C682EE" w14:textId="5CF90793" w:rsidR="00A16CFB" w:rsidRDefault="00F46443" w:rsidP="00B512C0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Сједници</w:t>
      </w:r>
      <w:r w:rsidR="00D45179"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Комисије</w:t>
      </w:r>
      <w:r w:rsidR="00C727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нису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присуствовали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A16CFB" w:rsidRPr="00063F3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Ненад</w:t>
      </w:r>
      <w:r w:rsidR="0027735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Стевандић</w:t>
      </w:r>
      <w:r w:rsidR="00A16CF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Мирко</w:t>
      </w:r>
      <w:r w:rsidR="00A16CFB" w:rsidRPr="00DC3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Шаровић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A16CFB" w:rsidRPr="00DC3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Енвер</w:t>
      </w:r>
      <w:r w:rsidR="00A16CFB" w:rsidRPr="00DC3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Биједић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и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Шемсудин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Мехмедовић</w:t>
      </w:r>
      <w:r w:rsidR="00A16CFB" w:rsidRPr="00DC35D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932C6FE" w14:textId="09ACB9B3" w:rsidR="00A00326" w:rsidRDefault="00F46443" w:rsidP="00B512C0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Сједници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су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такође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присуствовали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Мирјана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Црњак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секретарка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Комисије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за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спољну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трговину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и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царине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Даница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Кнежевић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стручна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савјетница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у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Комисији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за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спољну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трговину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и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царине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и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Енвер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Богућанин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из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Одјела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за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информисање</w:t>
      </w:r>
      <w:r w:rsidR="00A00326" w:rsidRPr="00B6372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Сектора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за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односе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јавношћу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Секретаријата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ПСБиХ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D77C674" w14:textId="23118E72" w:rsidR="00854B46" w:rsidRDefault="00F46443" w:rsidP="00A00326">
      <w:pPr>
        <w:tabs>
          <w:tab w:val="left" w:pos="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Предсједавајући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Комисије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Драган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Богданић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отворио</w:t>
      </w:r>
      <w:r w:rsidR="00A00326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је</w:t>
      </w:r>
      <w:r w:rsidR="00A00326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>16</w:t>
      </w:r>
      <w:r w:rsidR="00A00326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сједницу</w:t>
      </w:r>
      <w:r w:rsidR="00A00326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Комисије</w:t>
      </w:r>
      <w:r w:rsidR="00A00326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поздравио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све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присутне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и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констатовао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да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има</w:t>
      </w:r>
      <w:r w:rsidR="00A00326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кворума</w:t>
      </w:r>
      <w:r w:rsidR="00A00326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јер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од</w:t>
      </w:r>
      <w:r w:rsidR="00A00326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укупно</w:t>
      </w:r>
      <w:r w:rsidR="00A00326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девет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чланова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сједници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присуствује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пет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854B4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14:paraId="0D7A7CD8" w14:textId="1387A49C" w:rsidR="00A00326" w:rsidRDefault="00F46443" w:rsidP="00A00326">
      <w:pPr>
        <w:tabs>
          <w:tab w:val="left" w:pos="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За</w:t>
      </w:r>
      <w:r w:rsidR="00854B46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/>
          <w:noProof/>
          <w:sz w:val="24"/>
          <w:szCs w:val="24"/>
          <w:lang w:val="sr-Latn-CS"/>
        </w:rPr>
        <w:t>сједницу</w:t>
      </w:r>
      <w:r w:rsidR="00854B4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Комисије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предложен</w:t>
      </w:r>
      <w:r w:rsidR="00854B4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је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сљедећи</w:t>
      </w:r>
      <w:r w:rsidR="00854B4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14:paraId="5C84D49B" w14:textId="0B38E34F" w:rsidR="002C764C" w:rsidRDefault="00F46443" w:rsidP="002C764C">
      <w:pPr>
        <w:pStyle w:val="NoSpacing"/>
        <w:spacing w:line="276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Д</w:t>
      </w:r>
      <w:r w:rsidR="002C764C" w:rsidRPr="001821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Н</w:t>
      </w:r>
      <w:r w:rsidR="002C764C" w:rsidRPr="001821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Е</w:t>
      </w:r>
      <w:r w:rsidR="002C764C" w:rsidRPr="001821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В</w:t>
      </w:r>
      <w:r w:rsidR="002C764C" w:rsidRPr="001821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Н</w:t>
      </w:r>
      <w:r w:rsidR="002C764C" w:rsidRPr="001821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И</w:t>
      </w:r>
      <w:r w:rsidR="002C764C" w:rsidRPr="001821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Р</w:t>
      </w:r>
      <w:r w:rsidR="002C764C" w:rsidRPr="001821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Е</w:t>
      </w:r>
      <w:r w:rsidR="002C764C" w:rsidRPr="001821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Д</w:t>
      </w:r>
    </w:p>
    <w:p w14:paraId="6EDD354B" w14:textId="77777777" w:rsidR="002C764C" w:rsidRDefault="002C764C" w:rsidP="002C764C">
      <w:pPr>
        <w:pStyle w:val="NoSpacing"/>
        <w:spacing w:line="276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752692B" w14:textId="54CD1A47" w:rsidR="002C764C" w:rsidRPr="001821F3" w:rsidRDefault="00F46443" w:rsidP="002C764C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Усвајање</w:t>
      </w:r>
      <w:r w:rsidR="002C764C" w:rsidRPr="001821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Записника</w:t>
      </w:r>
      <w:r w:rsidR="002C764C" w:rsidRPr="001821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са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C764C">
        <w:rPr>
          <w:rFonts w:ascii="Times New Roman" w:hAnsi="Times New Roman"/>
          <w:noProof/>
          <w:sz w:val="24"/>
          <w:szCs w:val="24"/>
          <w:lang w:val="sr-Latn-CS"/>
        </w:rPr>
        <w:t xml:space="preserve">15.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сједнице</w:t>
      </w:r>
      <w:r w:rsidR="002C764C" w:rsidRPr="007D49E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Комисије</w:t>
      </w:r>
      <w:r w:rsidR="002C764C" w:rsidRPr="001821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6F997840" w14:textId="6EABA819" w:rsidR="002C764C" w:rsidRPr="00A8070B" w:rsidRDefault="00F46443" w:rsidP="002C764C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noProof/>
          <w:spacing w:val="-8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Разматрање</w:t>
      </w:r>
      <w:r w:rsidR="002C764C"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Извјештаја</w:t>
      </w:r>
      <w:r w:rsidR="00735E4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о</w:t>
      </w:r>
      <w:r w:rsidR="00735E4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раду</w:t>
      </w:r>
      <w:r w:rsidR="00735E4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Комисије</w:t>
      </w:r>
      <w:r w:rsidR="00735E4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за</w:t>
      </w:r>
      <w:r w:rsidR="00735E4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спољну</w:t>
      </w:r>
      <w:r w:rsidR="002C764C"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трговину</w:t>
      </w:r>
      <w:r w:rsidR="002C764C"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и</w:t>
      </w:r>
      <w:r w:rsidR="002C764C"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царине</w:t>
      </w:r>
      <w:r w:rsidR="002C764C"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Представничког</w:t>
      </w:r>
      <w:r w:rsidR="00735E4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дома</w:t>
      </w:r>
      <w:r w:rsidR="00735E4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ПСБиХ</w:t>
      </w:r>
      <w:r w:rsidR="00735E4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за</w:t>
      </w:r>
      <w:r w:rsidR="00735E4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2021.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годину</w:t>
      </w:r>
      <w:r w:rsidR="002C764C"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члан</w:t>
      </w:r>
      <w:r w:rsidR="002C764C"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32.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став</w:t>
      </w:r>
      <w:r w:rsidR="002C764C"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(2)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Пословника</w:t>
      </w:r>
      <w:r w:rsidR="002C764C"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Представничког</w:t>
      </w:r>
      <w:r w:rsidR="002C764C"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дома</w:t>
      </w:r>
      <w:r w:rsidR="002C764C"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>);</w:t>
      </w:r>
    </w:p>
    <w:p w14:paraId="6DA72316" w14:textId="62CF1EDA" w:rsidR="002C764C" w:rsidRPr="00903D33" w:rsidRDefault="00F46443" w:rsidP="002C764C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noProof/>
          <w:spacing w:val="-8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Приједлог</w:t>
      </w:r>
      <w:r w:rsidR="002C764C"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оријентационог</w:t>
      </w:r>
      <w:r w:rsidR="002C764C"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радног</w:t>
      </w:r>
      <w:r w:rsidR="002C764C"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плана</w:t>
      </w:r>
      <w:r w:rsidR="002C764C"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Комисије</w:t>
      </w:r>
      <w:r w:rsidR="00735E4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за</w:t>
      </w:r>
      <w:r w:rsidR="00735E4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спољну</w:t>
      </w:r>
      <w:r w:rsidR="002C764C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трговину</w:t>
      </w:r>
      <w:r w:rsidR="002C764C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и</w:t>
      </w:r>
      <w:r w:rsidR="002C764C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царине</w:t>
      </w:r>
      <w:r w:rsidR="002C764C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Представничког</w:t>
      </w:r>
      <w:r w:rsidR="002C764C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дома</w:t>
      </w:r>
      <w:r w:rsidR="002C764C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ПСБиХ</w:t>
      </w:r>
      <w:r w:rsidR="002C764C"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за</w:t>
      </w:r>
      <w:r w:rsidR="002C764C"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202</w:t>
      </w:r>
      <w:r w:rsidR="002C764C">
        <w:rPr>
          <w:rFonts w:ascii="Times New Roman" w:hAnsi="Times New Roman"/>
          <w:noProof/>
          <w:spacing w:val="-8"/>
          <w:sz w:val="24"/>
          <w:szCs w:val="24"/>
          <w:lang w:val="sr-Latn-CS"/>
        </w:rPr>
        <w:t>2</w:t>
      </w:r>
      <w:r w:rsidR="002C764C"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годину</w:t>
      </w:r>
      <w:r w:rsidR="002C764C"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;   </w:t>
      </w:r>
    </w:p>
    <w:p w14:paraId="3FF9FC4D" w14:textId="2094F658" w:rsidR="002C764C" w:rsidRPr="00445E40" w:rsidRDefault="00F46443" w:rsidP="002C764C">
      <w:pPr>
        <w:pStyle w:val="ListParagraph"/>
        <w:numPr>
          <w:ilvl w:val="0"/>
          <w:numId w:val="1"/>
        </w:numPr>
      </w:pPr>
      <w:r>
        <w:rPr>
          <w:rFonts w:ascii="Times New Roman" w:hAnsi="Times New Roman"/>
          <w:noProof/>
          <w:sz w:val="24"/>
          <w:szCs w:val="24"/>
          <w:lang w:val="sr-Latn-CS"/>
        </w:rPr>
        <w:t>Текућа</w:t>
      </w:r>
      <w:r w:rsidR="002C764C" w:rsidRPr="00445E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питања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450F2CE" w14:textId="77777777" w:rsidR="002C764C" w:rsidRPr="00445E40" w:rsidRDefault="002C764C" w:rsidP="002C764C">
      <w:pPr>
        <w:pStyle w:val="ListParagraph"/>
        <w:ind w:left="360"/>
      </w:pPr>
    </w:p>
    <w:p w14:paraId="30436816" w14:textId="77777777" w:rsidR="002C764C" w:rsidRPr="00B4255B" w:rsidRDefault="002C764C" w:rsidP="00A00326">
      <w:pPr>
        <w:tabs>
          <w:tab w:val="left" w:pos="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53B76CD" w14:textId="3664E757" w:rsidR="006D5BBB" w:rsidRDefault="00F46443" w:rsidP="006D5BBB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Предсједавајући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Комисије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рекао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је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да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је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у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међувремену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Комисији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за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спољну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т</w:t>
      </w:r>
      <w:r>
        <w:rPr>
          <w:rFonts w:ascii="Times New Roman" w:hAnsi="Times New Roman"/>
          <w:noProof/>
          <w:sz w:val="24"/>
          <w:szCs w:val="24"/>
          <w:lang w:val="sr-Cyrl-BA"/>
        </w:rPr>
        <w:t>р</w:t>
      </w:r>
      <w:r>
        <w:rPr>
          <w:rFonts w:ascii="Times New Roman" w:hAnsi="Times New Roman"/>
          <w:noProof/>
          <w:sz w:val="24"/>
          <w:szCs w:val="24"/>
          <w:lang w:val="sr-Latn-CS"/>
        </w:rPr>
        <w:t>говину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и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царине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пристигла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молба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од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Синдиката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Управе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за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индиректно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D1E1B">
        <w:rPr>
          <w:rFonts w:ascii="Times New Roman" w:hAnsi="Times New Roman"/>
          <w:noProof/>
          <w:sz w:val="24"/>
          <w:szCs w:val="24"/>
          <w:lang w:val="sr-Latn-CS"/>
        </w:rPr>
        <w:t>опорезива</w:t>
      </w:r>
      <w:r>
        <w:rPr>
          <w:rFonts w:ascii="Times New Roman" w:hAnsi="Times New Roman"/>
          <w:noProof/>
          <w:sz w:val="24"/>
          <w:szCs w:val="24"/>
          <w:lang w:val="sr-Latn-CS"/>
        </w:rPr>
        <w:t>ње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БиХ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број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>:</w:t>
      </w:r>
      <w:r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01/3-50-17-320/22 </w:t>
      </w:r>
      <w:r>
        <w:rPr>
          <w:rFonts w:ascii="Times New Roman" w:hAnsi="Times New Roman"/>
          <w:noProof/>
          <w:sz w:val="24"/>
          <w:szCs w:val="24"/>
          <w:lang w:val="sr-Latn-CS"/>
        </w:rPr>
        <w:t>од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 xml:space="preserve"> 02.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>03.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20</w:t>
      </w:r>
      <w:r w:rsidR="00171B51">
        <w:rPr>
          <w:rFonts w:ascii="Times New Roman" w:hAnsi="Times New Roman"/>
          <w:noProof/>
          <w:sz w:val="24"/>
          <w:szCs w:val="24"/>
          <w:lang w:val="sr-Latn-CS"/>
        </w:rPr>
        <w:t>22.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године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и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предложио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уврштавање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ове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молбе</w:t>
      </w:r>
      <w:r w:rsidR="006D5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у</w:t>
      </w:r>
      <w:r w:rsidR="006D5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дневни</w:t>
      </w:r>
      <w:r w:rsidR="006D5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ред</w:t>
      </w:r>
      <w:r w:rsidR="006D5BBB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/>
          <w:noProof/>
          <w:sz w:val="24"/>
          <w:szCs w:val="24"/>
          <w:lang w:val="sr-Latn-CS"/>
        </w:rPr>
        <w:t>сједнице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под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тачком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Текућа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питања</w:t>
      </w:r>
      <w:r w:rsidR="006D5BB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Комисија</w:t>
      </w:r>
      <w:r w:rsidR="006D5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је</w:t>
      </w:r>
      <w:r w:rsidR="006D5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једногласно</w:t>
      </w:r>
      <w:r w:rsidR="006D5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усвојила</w:t>
      </w:r>
      <w:r w:rsidR="006D5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приједлог</w:t>
      </w:r>
      <w:r w:rsidR="006D5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предсједавајућег</w:t>
      </w:r>
      <w:r w:rsidR="006D5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Комисије</w:t>
      </w:r>
      <w:r w:rsidR="006D5BB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091D12E8" w14:textId="79E5315F" w:rsidR="00BC6D9F" w:rsidRDefault="00F46443" w:rsidP="006D5BBB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Предсједавајући</w:t>
      </w:r>
      <w:r w:rsidR="006D5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је</w:t>
      </w:r>
      <w:r w:rsidR="006D5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констатовао</w:t>
      </w:r>
      <w:r w:rsidR="006D5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да</w:t>
      </w:r>
      <w:r w:rsidR="006D5BBB">
        <w:rPr>
          <w:rFonts w:ascii="Times New Roman" w:hAnsi="Times New Roman"/>
          <w:noProof/>
          <w:sz w:val="24"/>
          <w:szCs w:val="24"/>
          <w:lang w:val="sr-Latn-CS"/>
        </w:rPr>
        <w:t xml:space="preserve"> 16.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сједница</w:t>
      </w:r>
      <w:r w:rsidR="006D5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Комисије</w:t>
      </w:r>
      <w:r w:rsidR="006D5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има</w:t>
      </w:r>
      <w:r w:rsidR="006D5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сљедећи</w:t>
      </w:r>
      <w:r w:rsidR="006D5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14:paraId="15BBD925" w14:textId="77777777" w:rsidR="00F46443" w:rsidRPr="006D5BBB" w:rsidRDefault="00F46443" w:rsidP="006D5BBB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30C04EA" w14:textId="3356ECC3" w:rsidR="0073214A" w:rsidRDefault="00F46443" w:rsidP="0073214A">
      <w:pPr>
        <w:pStyle w:val="NoSpacing"/>
        <w:spacing w:line="276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Д</w:t>
      </w:r>
      <w:r w:rsidR="00F91E6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Н</w:t>
      </w:r>
      <w:r w:rsidR="00F91E6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Е</w:t>
      </w:r>
      <w:r w:rsidR="00F91E6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В</w:t>
      </w:r>
      <w:r w:rsidR="00F91E6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Н</w:t>
      </w:r>
      <w:r w:rsidR="00F91E6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И</w:t>
      </w:r>
      <w:r w:rsidR="00F91E6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Р</w:t>
      </w:r>
      <w:r w:rsidR="00F91E6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Е</w:t>
      </w:r>
      <w:r w:rsidR="00F91E6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Д</w:t>
      </w:r>
    </w:p>
    <w:p w14:paraId="7CE1907C" w14:textId="74D3E8BB" w:rsidR="0073214A" w:rsidRPr="0073214A" w:rsidRDefault="00F46443" w:rsidP="0073214A">
      <w:pPr>
        <w:pStyle w:val="NoSpacing"/>
        <w:numPr>
          <w:ilvl w:val="0"/>
          <w:numId w:val="24"/>
        </w:numPr>
        <w:spacing w:line="276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Усвајање</w:t>
      </w:r>
      <w:r w:rsidR="0073214A" w:rsidRPr="001821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Записника</w:t>
      </w:r>
      <w:r w:rsidR="0073214A" w:rsidRPr="001821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са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3214A">
        <w:rPr>
          <w:rFonts w:ascii="Times New Roman" w:hAnsi="Times New Roman"/>
          <w:noProof/>
          <w:sz w:val="24"/>
          <w:szCs w:val="24"/>
          <w:lang w:val="sr-Latn-CS"/>
        </w:rPr>
        <w:t xml:space="preserve">15.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сједнице</w:t>
      </w:r>
      <w:r w:rsidR="0073214A" w:rsidRPr="007D49E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Комисије</w:t>
      </w:r>
      <w:r w:rsidR="0073214A" w:rsidRPr="001821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7470E6E5" w14:textId="144C9826" w:rsidR="0073214A" w:rsidRPr="00A8070B" w:rsidRDefault="00F46443" w:rsidP="0073214A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noProof/>
          <w:spacing w:val="-8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Разматрање</w:t>
      </w:r>
      <w:r w:rsidR="0073214A"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Извјештаја</w:t>
      </w:r>
      <w:r w:rsidR="00735E4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о</w:t>
      </w:r>
      <w:r w:rsidR="00735E4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раду</w:t>
      </w:r>
      <w:r w:rsidR="00735E4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Комисије</w:t>
      </w:r>
      <w:r w:rsidR="00735E4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за</w:t>
      </w:r>
      <w:r w:rsidR="00735E4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спољну</w:t>
      </w:r>
      <w:r w:rsidR="0073214A"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трговину</w:t>
      </w:r>
      <w:r w:rsidR="0073214A"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и</w:t>
      </w:r>
      <w:r w:rsidR="0073214A"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царине</w:t>
      </w:r>
      <w:r w:rsidR="0073214A"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Представничког</w:t>
      </w:r>
      <w:r w:rsidR="00735E4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дома</w:t>
      </w:r>
      <w:r w:rsidR="00735E4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ПСБиХ</w:t>
      </w:r>
      <w:r w:rsidR="00735E4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за</w:t>
      </w:r>
      <w:r w:rsidR="00735E4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2021.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годину</w:t>
      </w:r>
      <w:r w:rsidR="0073214A"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члан</w:t>
      </w:r>
      <w:r w:rsidR="0073214A"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32.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став</w:t>
      </w:r>
      <w:r w:rsidR="0073214A"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(2)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Пословника</w:t>
      </w:r>
      <w:r w:rsidR="0073214A"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Представничког</w:t>
      </w:r>
      <w:r w:rsidR="0073214A"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дома</w:t>
      </w:r>
      <w:r w:rsidR="0073214A"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>);</w:t>
      </w:r>
    </w:p>
    <w:p w14:paraId="2A56D727" w14:textId="0E98B66B" w:rsidR="0073214A" w:rsidRPr="00903D33" w:rsidRDefault="00F46443" w:rsidP="0073214A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noProof/>
          <w:spacing w:val="-8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Приједлог</w:t>
      </w:r>
      <w:r w:rsidR="0073214A"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оријентационог</w:t>
      </w:r>
      <w:r w:rsidR="0073214A"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радног</w:t>
      </w:r>
      <w:r w:rsidR="0073214A"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плана</w:t>
      </w:r>
      <w:r w:rsidR="0073214A"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Комисије</w:t>
      </w:r>
      <w:r w:rsidR="00735E4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за</w:t>
      </w:r>
      <w:r w:rsidR="00735E4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спољну</w:t>
      </w:r>
      <w:r w:rsidR="0073214A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трговину</w:t>
      </w:r>
      <w:r w:rsidR="0073214A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и</w:t>
      </w:r>
      <w:r w:rsidR="0073214A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царине</w:t>
      </w:r>
      <w:r w:rsidR="0073214A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Представничког</w:t>
      </w:r>
      <w:r w:rsidR="0073214A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дома</w:t>
      </w:r>
      <w:r w:rsidR="0073214A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ПСБиХ</w:t>
      </w:r>
      <w:r w:rsidR="0073214A"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за</w:t>
      </w:r>
      <w:r w:rsidR="0073214A"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202</w:t>
      </w:r>
      <w:r w:rsidR="0073214A">
        <w:rPr>
          <w:rFonts w:ascii="Times New Roman" w:hAnsi="Times New Roman"/>
          <w:noProof/>
          <w:spacing w:val="-8"/>
          <w:sz w:val="24"/>
          <w:szCs w:val="24"/>
          <w:lang w:val="sr-Latn-CS"/>
        </w:rPr>
        <w:t>2</w:t>
      </w:r>
      <w:r w:rsidR="0073214A"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годину</w:t>
      </w:r>
      <w:r w:rsidR="0073214A"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;   </w:t>
      </w:r>
    </w:p>
    <w:p w14:paraId="6088C5AA" w14:textId="3A26F26E" w:rsidR="0073214A" w:rsidRPr="0073214A" w:rsidRDefault="00F46443" w:rsidP="0073214A">
      <w:pPr>
        <w:pStyle w:val="ListParagraph"/>
        <w:numPr>
          <w:ilvl w:val="0"/>
          <w:numId w:val="24"/>
        </w:numPr>
      </w:pPr>
      <w:r>
        <w:rPr>
          <w:rFonts w:ascii="Times New Roman" w:hAnsi="Times New Roman"/>
          <w:noProof/>
          <w:sz w:val="24"/>
          <w:szCs w:val="24"/>
          <w:lang w:val="sr-Latn-CS"/>
        </w:rPr>
        <w:t>Текућа</w:t>
      </w:r>
      <w:r w:rsidR="0073214A" w:rsidRPr="00445E4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питања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35CCFA47" w14:textId="131A1F15" w:rsidR="0073214A" w:rsidRPr="004E57AA" w:rsidRDefault="00F46443" w:rsidP="0073214A">
      <w:pPr>
        <w:pStyle w:val="ListParagraph"/>
        <w:numPr>
          <w:ilvl w:val="0"/>
          <w:numId w:val="25"/>
        </w:numPr>
        <w:rPr>
          <w:b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Молба</w:t>
      </w:r>
      <w:r w:rsidR="0073214A" w:rsidRPr="004E57A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Синдиката</w:t>
      </w:r>
      <w:r w:rsidR="0073214A" w:rsidRPr="004E57A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Управе</w:t>
      </w:r>
      <w:r w:rsidR="00735E4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за</w:t>
      </w:r>
      <w:r w:rsidR="00735E4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индиректно</w:t>
      </w:r>
      <w:r w:rsidR="00735E4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D1E1B">
        <w:rPr>
          <w:rFonts w:ascii="Times New Roman" w:hAnsi="Times New Roman"/>
          <w:b/>
          <w:noProof/>
          <w:sz w:val="24"/>
          <w:szCs w:val="24"/>
          <w:lang w:val="sr-Latn-CS"/>
        </w:rPr>
        <w:t>опорезива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ње</w:t>
      </w:r>
      <w:r w:rsidR="00735E4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БиХ</w:t>
      </w:r>
      <w:r w:rsidR="0073214A" w:rsidRPr="004E57A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за</w:t>
      </w:r>
      <w:r w:rsidR="0073214A" w:rsidRPr="004E57A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укључивање</w:t>
      </w:r>
      <w:r w:rsidR="0073214A" w:rsidRPr="004E57A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Комисије</w:t>
      </w:r>
      <w:r w:rsidR="0073214A" w:rsidRPr="004E57A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Cyrl-BA"/>
        </w:rPr>
        <w:t xml:space="preserve">за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спољну трговину и царине</w:t>
      </w:r>
      <w:r w:rsidRPr="0028469D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у</w:t>
      </w:r>
      <w:r w:rsidR="0073214A" w:rsidRPr="004E57A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рјешавање</w:t>
      </w:r>
      <w:r w:rsidR="0073214A" w:rsidRPr="004E57A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проблема</w:t>
      </w:r>
      <w:r w:rsidR="0073214A" w:rsidRPr="004E57A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запослених</w:t>
      </w:r>
      <w:r w:rsidR="0073214A" w:rsidRPr="004E57A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у</w:t>
      </w:r>
      <w:r w:rsidR="0073214A" w:rsidRPr="004E57A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Управи</w:t>
      </w:r>
      <w:r w:rsidR="00735E4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за</w:t>
      </w:r>
      <w:r w:rsidR="00735E4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индиректно</w:t>
      </w:r>
      <w:r w:rsidR="00735E4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опорезивање</w:t>
      </w:r>
      <w:r w:rsidR="00735E4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БиХ</w:t>
      </w:r>
      <w:r w:rsidR="0073214A" w:rsidRPr="004E57A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број</w:t>
      </w:r>
      <w:r w:rsidR="0073214A" w:rsidRPr="004E57A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:01/3-50-17-320/22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од</w:t>
      </w:r>
      <w:r w:rsidR="0073214A" w:rsidRPr="004E57A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02.</w:t>
      </w:r>
      <w:r w:rsidR="00735E4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3214A" w:rsidRPr="004E57AA">
        <w:rPr>
          <w:rFonts w:ascii="Times New Roman" w:hAnsi="Times New Roman"/>
          <w:b/>
          <w:noProof/>
          <w:sz w:val="24"/>
          <w:szCs w:val="24"/>
          <w:lang w:val="sr-Latn-CS"/>
        </w:rPr>
        <w:t>03.</w:t>
      </w:r>
      <w:r w:rsidR="00735E4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</w:t>
      </w:r>
      <w:r w:rsidR="0073214A" w:rsidRPr="004E57AA">
        <w:rPr>
          <w:rFonts w:ascii="Times New Roman" w:hAnsi="Times New Roman"/>
          <w:b/>
          <w:noProof/>
          <w:sz w:val="24"/>
          <w:szCs w:val="24"/>
          <w:lang w:val="sr-Latn-CS"/>
        </w:rPr>
        <w:t>22.</w:t>
      </w:r>
      <w:r w:rsidR="00735E4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године</w:t>
      </w:r>
    </w:p>
    <w:p w14:paraId="1818662A" w14:textId="77777777" w:rsidR="00F46443" w:rsidRDefault="00F46443" w:rsidP="00F46443">
      <w:pPr>
        <w:pStyle w:val="NoSpacing"/>
        <w:jc w:val="both"/>
      </w:pPr>
    </w:p>
    <w:p w14:paraId="1A4BAE31" w14:textId="08078FDF" w:rsidR="00BF444F" w:rsidRPr="00C7276E" w:rsidRDefault="00F46443" w:rsidP="00F46443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Ад</w:t>
      </w:r>
      <w:r w:rsidR="00F66825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  <w:r w:rsidR="00B171A3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>1</w:t>
      </w:r>
      <w:r w:rsidR="00F66825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Усвајање</w:t>
      </w:r>
      <w:r w:rsidR="00BF444F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Записника</w:t>
      </w:r>
      <w:r w:rsidR="00BF444F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са</w:t>
      </w:r>
      <w:r w:rsidR="00735E4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031BB0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>1</w:t>
      </w:r>
      <w:r w:rsidR="0073214A">
        <w:rPr>
          <w:rFonts w:ascii="Times New Roman" w:hAnsi="Times New Roman"/>
          <w:b/>
          <w:noProof/>
          <w:sz w:val="24"/>
          <w:szCs w:val="24"/>
          <w:lang w:val="sr-Latn-CS"/>
        </w:rPr>
        <w:t>5</w:t>
      </w:r>
      <w:r w:rsidR="00B171A3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сједнице</w:t>
      </w:r>
      <w:r w:rsidR="00080156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Комисије</w:t>
      </w:r>
    </w:p>
    <w:p w14:paraId="64665CE2" w14:textId="77777777" w:rsidR="00080156" w:rsidRPr="00C7276E" w:rsidRDefault="00080156" w:rsidP="00080156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6063BCE" w14:textId="103F84EF" w:rsidR="00681D15" w:rsidRPr="00974D68" w:rsidRDefault="00F46443" w:rsidP="007C3730">
      <w:pPr>
        <w:pStyle w:val="NoSpacing"/>
        <w:ind w:hanging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Cyrl-BA"/>
        </w:rPr>
        <w:t xml:space="preserve">      </w:t>
      </w:r>
      <w:r>
        <w:rPr>
          <w:rFonts w:ascii="Times New Roman" w:hAnsi="Times New Roman"/>
          <w:noProof/>
          <w:sz w:val="24"/>
          <w:szCs w:val="24"/>
          <w:lang w:val="sr-Latn-CS"/>
        </w:rPr>
        <w:t>На</w:t>
      </w:r>
      <w:r w:rsidR="00EB533E"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Записник</w:t>
      </w:r>
      <w:r w:rsidR="00B171A3"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са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31BB0" w:rsidRPr="00C7276E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73214A">
        <w:rPr>
          <w:rFonts w:ascii="Times New Roman" w:hAnsi="Times New Roman"/>
          <w:noProof/>
          <w:sz w:val="24"/>
          <w:szCs w:val="24"/>
          <w:lang w:val="sr-Latn-CS"/>
        </w:rPr>
        <w:t>5</w:t>
      </w:r>
      <w:r w:rsidR="00B171A3"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сједнице</w:t>
      </w:r>
      <w:r w:rsidR="00DB24EF"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Комисије</w:t>
      </w:r>
      <w:r w:rsidR="00EB533E"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није</w:t>
      </w:r>
      <w:r w:rsidR="00EB533E"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било</w:t>
      </w:r>
      <w:r w:rsidR="00EB533E"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примједаба</w:t>
      </w:r>
      <w:r w:rsidR="007C5E05" w:rsidRPr="00C7276E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EB533E"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те</w:t>
      </w:r>
      <w:r w:rsidR="00DB24EF"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је</w:t>
      </w:r>
      <w:r w:rsidR="00DB24EF"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усвојен</w:t>
      </w:r>
      <w:r w:rsidR="004A79B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са</w:t>
      </w:r>
      <w:r w:rsidR="004A79B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четири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гласа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за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и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једним</w:t>
      </w:r>
      <w:r w:rsidR="004A79B8" w:rsidRPr="00974D6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гласом</w:t>
      </w:r>
      <w:r w:rsidR="004E57AA" w:rsidRPr="00974D6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35E45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уздржан</w:t>
      </w:r>
      <w:r w:rsidR="004A79B8" w:rsidRPr="00974D68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 w:rsidR="00681D15" w:rsidRPr="00974D6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C04ED9B" w14:textId="77777777" w:rsidR="004A79B8" w:rsidRDefault="004A79B8" w:rsidP="007C3730">
      <w:pPr>
        <w:pStyle w:val="NoSpacing"/>
        <w:ind w:hanging="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F7AC8F4" w14:textId="77777777" w:rsidR="00F46443" w:rsidRDefault="00F46443" w:rsidP="004A79B8">
      <w:pPr>
        <w:pStyle w:val="NoSpacing"/>
        <w:ind w:left="-270" w:hanging="90"/>
        <w:jc w:val="both"/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</w:pPr>
      <w:r>
        <w:rPr>
          <w:rFonts w:asciiTheme="minorHAnsi" w:hAnsiTheme="minorHAnsi"/>
          <w:b/>
          <w:noProof/>
          <w:spacing w:val="-8"/>
          <w:sz w:val="24"/>
          <w:szCs w:val="24"/>
          <w:lang w:val="sr-Cyrl-BA"/>
        </w:rPr>
        <w:t xml:space="preserve">       </w:t>
      </w:r>
      <w:r>
        <w:rPr>
          <w:rFonts w:ascii="Times New Roman BH" w:hAnsi="Times New Roman BH"/>
          <w:b/>
          <w:noProof/>
          <w:spacing w:val="-8"/>
          <w:sz w:val="24"/>
          <w:szCs w:val="24"/>
          <w:lang w:val="sr-Latn-CS"/>
        </w:rPr>
        <w:t>Ад</w:t>
      </w:r>
      <w:r w:rsidR="00BF444F" w:rsidRPr="00681D15">
        <w:rPr>
          <w:rFonts w:ascii="Times New Roman BH" w:hAnsi="Times New Roman BH"/>
          <w:b/>
          <w:noProof/>
          <w:spacing w:val="-8"/>
          <w:sz w:val="24"/>
          <w:szCs w:val="24"/>
          <w:lang w:val="sr-Latn-CS"/>
        </w:rPr>
        <w:t xml:space="preserve">. </w:t>
      </w:r>
      <w:r w:rsidR="00B171A3" w:rsidRPr="00681D15">
        <w:rPr>
          <w:rFonts w:ascii="Times New Roman BH" w:hAnsi="Times New Roman BH"/>
          <w:b/>
          <w:noProof/>
          <w:spacing w:val="-8"/>
          <w:sz w:val="24"/>
          <w:szCs w:val="24"/>
          <w:lang w:val="sr-Latn-CS"/>
        </w:rPr>
        <w:t>2</w:t>
      </w:r>
      <w:r w:rsidR="00BF444F" w:rsidRPr="00681D15">
        <w:rPr>
          <w:rFonts w:ascii="Times New Roman BH" w:hAnsi="Times New Roman BH"/>
          <w:b/>
          <w:noProof/>
          <w:spacing w:val="-8"/>
          <w:sz w:val="24"/>
          <w:szCs w:val="24"/>
          <w:lang w:val="sr-Latn-CS"/>
        </w:rPr>
        <w:t>.</w:t>
      </w:r>
      <w:r w:rsidR="00BF444F" w:rsidRPr="00C7276E">
        <w:rPr>
          <w:b/>
          <w:noProof/>
          <w:spacing w:val="-8"/>
          <w:lang w:val="sr-Latn-CS"/>
        </w:rPr>
        <w:t xml:space="preserve">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Разматрање</w:t>
      </w:r>
      <w:r w:rsidR="004A79B8" w:rsidRPr="004A79B8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Извјештаја</w:t>
      </w:r>
      <w:r w:rsidR="00735E45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о</w:t>
      </w:r>
      <w:r w:rsidR="00735E45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раду</w:t>
      </w:r>
      <w:r w:rsidR="00735E45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Комисије</w:t>
      </w:r>
      <w:r w:rsidR="00735E45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за</w:t>
      </w:r>
      <w:r w:rsidR="00735E45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спољну</w:t>
      </w:r>
      <w:r w:rsidR="004A79B8" w:rsidRPr="004A79B8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трговину</w:t>
      </w:r>
      <w:r w:rsidR="004A79B8" w:rsidRPr="004A79B8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и</w:t>
      </w:r>
      <w:r w:rsidR="004A79B8" w:rsidRPr="004A79B8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царине</w:t>
      </w:r>
      <w:r w:rsidR="004A79B8" w:rsidRPr="004A79B8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за</w:t>
      </w:r>
      <w:r w:rsidR="004A79B8" w:rsidRPr="004A79B8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20</w:t>
      </w:r>
      <w:r w:rsidR="004A79B8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2</w:t>
      </w:r>
      <w:r w:rsidR="004A79B8" w:rsidRPr="004A79B8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1. </w:t>
      </w:r>
    </w:p>
    <w:p w14:paraId="537334BD" w14:textId="2F36BA33" w:rsidR="004A79B8" w:rsidRPr="00F46443" w:rsidRDefault="00F46443" w:rsidP="00F46443">
      <w:pPr>
        <w:pStyle w:val="NoSpacing"/>
        <w:ind w:left="-270" w:hanging="9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Theme="minorHAnsi" w:hAnsiTheme="minorHAnsi"/>
          <w:b/>
          <w:noProof/>
          <w:spacing w:val="-8"/>
          <w:sz w:val="24"/>
          <w:szCs w:val="24"/>
          <w:lang w:val="sr-Cyrl-BA"/>
        </w:rPr>
        <w:t xml:space="preserve">                   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годину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Cyrl-BA"/>
        </w:rPr>
        <w:t xml:space="preserve"> </w:t>
      </w:r>
      <w:r w:rsidR="004A79B8" w:rsidRPr="004A79B8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(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члан</w:t>
      </w:r>
      <w:r w:rsidR="004A79B8" w:rsidRPr="004A79B8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32.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став</w:t>
      </w:r>
      <w:r w:rsidR="004A79B8" w:rsidRPr="004A79B8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(2)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Пословника</w:t>
      </w:r>
      <w:r w:rsidR="004A79B8" w:rsidRPr="004A79B8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Представничког</w:t>
      </w:r>
      <w:r w:rsidR="004A79B8" w:rsidRPr="004A79B8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дома</w:t>
      </w:r>
      <w:r w:rsidR="004A79B8" w:rsidRPr="004A79B8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)</w:t>
      </w:r>
    </w:p>
    <w:p w14:paraId="05BB2615" w14:textId="77777777" w:rsidR="004A79B8" w:rsidRPr="004A79B8" w:rsidRDefault="004A79B8" w:rsidP="004A79B8">
      <w:pPr>
        <w:spacing w:after="0" w:line="240" w:lineRule="auto"/>
        <w:jc w:val="both"/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</w:pPr>
    </w:p>
    <w:p w14:paraId="77B0AAEC" w14:textId="22694785" w:rsidR="004A79B8" w:rsidRPr="004A79B8" w:rsidRDefault="00F46443" w:rsidP="004A79B8">
      <w:pPr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sr-Latn-BA"/>
        </w:rPr>
        <w:t>Предсједавајући</w:t>
      </w:r>
      <w:r w:rsidR="004A79B8" w:rsidRPr="004A79B8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Latn-BA"/>
        </w:rPr>
        <w:t>Комисије</w:t>
      </w:r>
      <w:r w:rsidR="004A79B8" w:rsidRPr="004A79B8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Latn-BA"/>
        </w:rPr>
        <w:t>казао</w:t>
      </w:r>
      <w:r w:rsidR="004A79B8" w:rsidRPr="004A79B8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Latn-BA"/>
        </w:rPr>
        <w:t>је</w:t>
      </w:r>
      <w:r w:rsidR="004A79B8" w:rsidRPr="004A79B8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Latn-BA"/>
        </w:rPr>
        <w:t>да</w:t>
      </w:r>
      <w:r w:rsidR="004A79B8" w:rsidRPr="004A79B8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Latn-BA"/>
        </w:rPr>
        <w:t>Комисија</w:t>
      </w:r>
      <w:r w:rsidR="004A79B8" w:rsidRPr="004A79B8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једном</w:t>
      </w:r>
      <w:r w:rsidR="004A79B8" w:rsidRPr="004A79B8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годишње</w:t>
      </w:r>
      <w:r w:rsidR="004A79B8" w:rsidRPr="004A79B8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подноси</w:t>
      </w:r>
      <w:r w:rsidR="004A79B8" w:rsidRPr="004A79B8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Latn-BA"/>
        </w:rPr>
        <w:t>Представничком</w:t>
      </w:r>
      <w:r w:rsidR="004A79B8" w:rsidRPr="004A79B8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дому</w:t>
      </w:r>
      <w:r w:rsidR="004A79B8" w:rsidRPr="004A79B8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извјеш</w:t>
      </w:r>
      <w:r>
        <w:rPr>
          <w:rFonts w:ascii="Times New Roman" w:hAnsi="Times New Roman"/>
          <w:sz w:val="24"/>
          <w:szCs w:val="24"/>
          <w:lang w:val="sr-Latn-BA"/>
        </w:rPr>
        <w:t>тај</w:t>
      </w:r>
      <w:r w:rsidR="004A79B8" w:rsidRPr="004A79B8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4A79B8" w:rsidRPr="004A79B8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раду</w:t>
      </w:r>
      <w:r w:rsidR="004A79B8" w:rsidRPr="004A79B8">
        <w:rPr>
          <w:rFonts w:ascii="Times New Roman" w:hAnsi="Times New Roman"/>
          <w:sz w:val="24"/>
          <w:szCs w:val="24"/>
          <w:lang w:val="sr-Latn-BA"/>
        </w:rPr>
        <w:t xml:space="preserve">, </w:t>
      </w:r>
      <w:r>
        <w:rPr>
          <w:rFonts w:ascii="Times New Roman" w:hAnsi="Times New Roman"/>
          <w:sz w:val="24"/>
          <w:szCs w:val="24"/>
          <w:lang w:val="sr-Latn-BA"/>
        </w:rPr>
        <w:t>у</w:t>
      </w:r>
      <w:r w:rsidR="004A79B8" w:rsidRPr="004A79B8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Latn-BA"/>
        </w:rPr>
        <w:t>складу</w:t>
      </w:r>
      <w:r w:rsidR="004A79B8" w:rsidRPr="004A79B8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Latn-BA"/>
        </w:rPr>
        <w:t>са</w:t>
      </w:r>
      <w:r w:rsidR="004A79B8" w:rsidRPr="004A79B8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Latn-BA"/>
        </w:rPr>
        <w:t>чланом</w:t>
      </w:r>
      <w:r w:rsidR="004A79B8" w:rsidRPr="004A79B8">
        <w:rPr>
          <w:rFonts w:ascii="Times New Roman" w:hAnsi="Times New Roman"/>
          <w:sz w:val="24"/>
          <w:szCs w:val="24"/>
          <w:lang w:val="sr-Latn-BA"/>
        </w:rPr>
        <w:t xml:space="preserve"> 32. </w:t>
      </w:r>
      <w:r>
        <w:rPr>
          <w:rFonts w:ascii="Times New Roman" w:hAnsi="Times New Roman"/>
          <w:sz w:val="24"/>
          <w:szCs w:val="24"/>
          <w:lang w:val="sr-Latn-BA"/>
        </w:rPr>
        <w:t>став</w:t>
      </w:r>
      <w:r w:rsidR="004A79B8" w:rsidRPr="004A79B8">
        <w:rPr>
          <w:rFonts w:ascii="Times New Roman" w:hAnsi="Times New Roman"/>
          <w:sz w:val="24"/>
          <w:szCs w:val="24"/>
          <w:lang w:val="sr-Latn-BA"/>
        </w:rPr>
        <w:t xml:space="preserve"> (2) </w:t>
      </w:r>
      <w:r>
        <w:rPr>
          <w:rFonts w:ascii="Times New Roman" w:hAnsi="Times New Roman"/>
          <w:sz w:val="24"/>
          <w:szCs w:val="24"/>
          <w:lang w:val="bs-Latn-BA"/>
        </w:rPr>
        <w:t>Пословника</w:t>
      </w:r>
      <w:r w:rsidR="004A79B8" w:rsidRPr="004A79B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Представничког</w:t>
      </w:r>
      <w:r w:rsidR="004A79B8" w:rsidRPr="004A79B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дома</w:t>
      </w:r>
      <w:r w:rsidR="004A79B8" w:rsidRPr="004A79B8">
        <w:rPr>
          <w:rFonts w:ascii="Times New Roman" w:hAnsi="Times New Roman"/>
          <w:sz w:val="24"/>
          <w:szCs w:val="24"/>
          <w:lang w:val="bs-Latn-BA"/>
        </w:rPr>
        <w:t>.</w:t>
      </w:r>
    </w:p>
    <w:p w14:paraId="4F9A21E2" w14:textId="7AFCF1A0" w:rsidR="004A79B8" w:rsidRPr="004A79B8" w:rsidRDefault="00F46443" w:rsidP="004A79B8">
      <w:pPr>
        <w:rPr>
          <w:rFonts w:ascii="Times New Roman" w:hAnsi="Times New Roman"/>
          <w:noProof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С</w:t>
      </w:r>
      <w:r w:rsidR="004A79B8" w:rsidRPr="004A79B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обзиром</w:t>
      </w:r>
      <w:r w:rsidR="004A79B8" w:rsidRPr="004A79B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на</w:t>
      </w:r>
      <w:r w:rsidR="004A79B8" w:rsidRPr="004A79B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то</w:t>
      </w:r>
      <w:r w:rsidR="004A79B8" w:rsidRPr="004A79B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да</w:t>
      </w:r>
      <w:r w:rsidR="004A79B8" w:rsidRPr="004A79B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није</w:t>
      </w:r>
      <w:r w:rsidR="004A79B8" w:rsidRPr="004A79B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било</w:t>
      </w:r>
      <w:r w:rsidR="004A79B8" w:rsidRPr="004A79B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пријављених</w:t>
      </w:r>
      <w:r w:rsidR="004A79B8" w:rsidRPr="004A79B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за</w:t>
      </w:r>
      <w:r w:rsidR="004A79B8" w:rsidRPr="004A79B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расправу</w:t>
      </w:r>
      <w:r w:rsidR="004A79B8" w:rsidRPr="004A79B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о</w:t>
      </w:r>
      <w:r w:rsidR="004A79B8" w:rsidRPr="004A79B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овом</w:t>
      </w:r>
      <w:r w:rsidR="004A79B8" w:rsidRPr="004A79B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извјештају</w:t>
      </w:r>
      <w:r w:rsidR="004A79B8" w:rsidRPr="004A79B8">
        <w:rPr>
          <w:rFonts w:ascii="Times New Roman" w:hAnsi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/>
          <w:sz w:val="24"/>
          <w:szCs w:val="24"/>
          <w:lang w:val="bs-Latn-BA"/>
        </w:rPr>
        <w:t>Комисија</w:t>
      </w:r>
      <w:r w:rsidR="004A79B8" w:rsidRPr="004A79B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је</w:t>
      </w:r>
      <w:r w:rsidR="004A79B8" w:rsidRPr="004A79B8">
        <w:rPr>
          <w:rFonts w:ascii="Times New Roman" w:hAnsi="Times New Roman"/>
          <w:noProof/>
          <w:sz w:val="24"/>
          <w:szCs w:val="24"/>
          <w:lang w:val="bs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bs-Latn-BA"/>
        </w:rPr>
        <w:t>са</w:t>
      </w:r>
      <w:r w:rsidR="004A79B8" w:rsidRPr="00974D68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четири</w:t>
      </w:r>
      <w:r w:rsidR="004A79B8" w:rsidRPr="00974D68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гласа</w:t>
      </w:r>
      <w:r w:rsidR="004A79B8" w:rsidRPr="00974D68">
        <w:rPr>
          <w:rFonts w:ascii="Times New Roman" w:hAnsi="Times New Roman"/>
          <w:noProof/>
          <w:sz w:val="24"/>
          <w:szCs w:val="24"/>
          <w:lang w:val="bs-Latn-BA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bs-Latn-BA"/>
        </w:rPr>
        <w:t>за</w:t>
      </w:r>
      <w:r w:rsidR="00735E45">
        <w:rPr>
          <w:rFonts w:ascii="Times New Roman" w:hAnsi="Times New Roman"/>
          <w:noProof/>
          <w:sz w:val="24"/>
          <w:szCs w:val="24"/>
          <w:lang w:val="bs-Latn-BA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bs-Latn-BA"/>
        </w:rPr>
        <w:t>без</w:t>
      </w:r>
      <w:r w:rsidR="00735E45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гласова</w:t>
      </w:r>
      <w:r w:rsidR="00735E45">
        <w:rPr>
          <w:rFonts w:ascii="Times New Roman" w:hAnsi="Times New Roman"/>
          <w:noProof/>
          <w:sz w:val="24"/>
          <w:szCs w:val="24"/>
          <w:lang w:val="bs-Latn-BA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bs-Latn-BA"/>
        </w:rPr>
        <w:t>против</w:t>
      </w:r>
      <w:r w:rsidR="00735E45">
        <w:rPr>
          <w:rFonts w:ascii="Times New Roman" w:hAnsi="Times New Roman"/>
          <w:noProof/>
          <w:sz w:val="24"/>
          <w:szCs w:val="24"/>
          <w:lang w:val="bs-Latn-BA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bs-Latn-BA"/>
        </w:rPr>
        <w:t>и</w:t>
      </w:r>
      <w:r w:rsidR="00735E45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једним</w:t>
      </w:r>
      <w:r w:rsidR="00735E45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гласом</w:t>
      </w:r>
      <w:r w:rsidR="004E57AA" w:rsidRPr="00974D68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 w:rsidR="00735E45">
        <w:rPr>
          <w:rFonts w:ascii="Times New Roman" w:hAnsi="Times New Roman"/>
          <w:noProof/>
          <w:sz w:val="24"/>
          <w:szCs w:val="24"/>
          <w:lang w:val="bs-Latn-BA"/>
        </w:rPr>
        <w:t>„</w:t>
      </w:r>
      <w:r>
        <w:rPr>
          <w:rFonts w:ascii="Times New Roman" w:hAnsi="Times New Roman"/>
          <w:noProof/>
          <w:sz w:val="24"/>
          <w:szCs w:val="24"/>
          <w:lang w:val="bs-Latn-BA"/>
        </w:rPr>
        <w:t>уздржан</w:t>
      </w:r>
      <w:r w:rsidR="004A79B8" w:rsidRPr="00974D68">
        <w:rPr>
          <w:rFonts w:ascii="Times New Roman" w:hAnsi="Times New Roman"/>
          <w:noProof/>
          <w:sz w:val="24"/>
          <w:szCs w:val="24"/>
          <w:lang w:val="bs-Latn-BA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bs-Latn-BA"/>
        </w:rPr>
        <w:t>усвојила</w:t>
      </w:r>
      <w:r w:rsidR="004A79B8" w:rsidRPr="00974D68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Извјештај</w:t>
      </w:r>
      <w:r w:rsidR="004A79B8" w:rsidRPr="00974D68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о</w:t>
      </w:r>
      <w:r w:rsidR="004A79B8" w:rsidRPr="00974D68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раду</w:t>
      </w:r>
      <w:r w:rsidR="004A79B8" w:rsidRPr="004A79B8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Комисије</w:t>
      </w:r>
      <w:r w:rsidR="004A79B8" w:rsidRPr="004A79B8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за</w:t>
      </w:r>
      <w:r w:rsidR="004A79B8" w:rsidRPr="004A79B8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спољну</w:t>
      </w:r>
      <w:r w:rsidR="004A79B8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трговину</w:t>
      </w:r>
      <w:r w:rsidR="004A79B8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и</w:t>
      </w:r>
      <w:r w:rsidR="004A79B8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царине</w:t>
      </w:r>
      <w:r w:rsidR="004A79B8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за</w:t>
      </w:r>
      <w:r w:rsidR="004A79B8">
        <w:rPr>
          <w:rFonts w:ascii="Times New Roman" w:hAnsi="Times New Roman"/>
          <w:noProof/>
          <w:sz w:val="24"/>
          <w:szCs w:val="24"/>
          <w:lang w:val="bs-Latn-BA"/>
        </w:rPr>
        <w:t xml:space="preserve"> 2021</w:t>
      </w:r>
      <w:r w:rsidR="004A79B8" w:rsidRPr="004A79B8">
        <w:rPr>
          <w:rFonts w:ascii="Times New Roman" w:hAnsi="Times New Roman"/>
          <w:noProof/>
          <w:sz w:val="24"/>
          <w:szCs w:val="24"/>
          <w:lang w:val="bs-Latn-BA"/>
        </w:rPr>
        <w:t>.</w:t>
      </w:r>
      <w:r w:rsidR="00AD1E1B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годину</w:t>
      </w:r>
      <w:r w:rsidR="004A79B8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 xml:space="preserve"> и упутила га у даљу</w:t>
      </w:r>
      <w:r w:rsidR="004A79B8" w:rsidRPr="004A79B8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процедуру</w:t>
      </w:r>
      <w:r w:rsidR="004A79B8" w:rsidRPr="004A79B8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Представничком</w:t>
      </w:r>
      <w:r w:rsidR="004A79B8" w:rsidRPr="004A79B8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дому</w:t>
      </w:r>
      <w:r w:rsidR="004A79B8" w:rsidRPr="004A79B8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Парламентарне</w:t>
      </w:r>
      <w:r w:rsidR="004A79B8" w:rsidRPr="004A79B8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скупштине</w:t>
      </w:r>
      <w:r w:rsidR="004A79B8" w:rsidRPr="004A79B8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>БиХ</w:t>
      </w:r>
      <w:r w:rsidR="004A79B8" w:rsidRPr="004A79B8">
        <w:rPr>
          <w:rFonts w:ascii="Times New Roman" w:hAnsi="Times New Roman"/>
          <w:noProof/>
          <w:sz w:val="24"/>
          <w:szCs w:val="24"/>
          <w:lang w:val="bs-Latn-BA"/>
        </w:rPr>
        <w:t xml:space="preserve">. </w:t>
      </w:r>
    </w:p>
    <w:p w14:paraId="235F4E7B" w14:textId="2FEA4BF7" w:rsidR="00F46443" w:rsidRDefault="0028469D" w:rsidP="0028469D">
      <w:pPr>
        <w:spacing w:after="0"/>
        <w:ind w:hanging="450"/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 w:rsidR="00F46443">
        <w:rPr>
          <w:rFonts w:ascii="Times New Roman" w:hAnsi="Times New Roman"/>
          <w:b/>
          <w:noProof/>
          <w:sz w:val="24"/>
          <w:szCs w:val="24"/>
          <w:lang w:val="sr-Latn-CS"/>
        </w:rPr>
        <w:t>Ад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3. </w:t>
      </w:r>
      <w:r w:rsidR="00F4644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Приједлог</w:t>
      </w:r>
      <w:r w:rsidRPr="0028469D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 w:rsidR="00F4644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оријентационог радног плана Комисије за спољну</w:t>
      </w:r>
      <w:r w:rsidRPr="0028469D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 w:rsidR="00F4644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трговину</w:t>
      </w:r>
      <w:r w:rsidRPr="0028469D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 </w:t>
      </w:r>
      <w:r w:rsidR="00F4644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и</w:t>
      </w:r>
      <w:r w:rsidRPr="0028469D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 w:rsidR="00F4644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царине</w:t>
      </w:r>
      <w:r w:rsidRPr="0028469D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</w:p>
    <w:p w14:paraId="21CA879C" w14:textId="1D337A7D" w:rsidR="0028469D" w:rsidRDefault="00F46443" w:rsidP="0028469D">
      <w:pPr>
        <w:spacing w:after="0"/>
        <w:ind w:hanging="450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              Представничког</w:t>
      </w:r>
      <w:r w:rsidR="0028469D" w:rsidRPr="0028469D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дома</w:t>
      </w:r>
      <w:r w:rsidR="0028469D" w:rsidRPr="0028469D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ПСБиХ</w:t>
      </w:r>
      <w:r w:rsidR="0028469D" w:rsidRPr="0028469D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за</w:t>
      </w:r>
      <w:r w:rsidR="0028469D" w:rsidRPr="0028469D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2022.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годину</w:t>
      </w:r>
    </w:p>
    <w:p w14:paraId="64F9B06E" w14:textId="77777777" w:rsidR="00C26D78" w:rsidRDefault="0028469D" w:rsidP="0028469D">
      <w:pPr>
        <w:pStyle w:val="NoSpacing"/>
        <w:ind w:left="-270" w:hanging="90"/>
        <w:jc w:val="both"/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      </w:t>
      </w:r>
    </w:p>
    <w:p w14:paraId="786B1B42" w14:textId="4001986E" w:rsidR="00F46443" w:rsidRPr="0028469D" w:rsidRDefault="00F46443" w:rsidP="00F46443">
      <w:pPr>
        <w:pStyle w:val="NoSpacing"/>
        <w:ind w:left="-270" w:hanging="90"/>
        <w:jc w:val="both"/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</w:pPr>
      <w:r>
        <w:rPr>
          <w:rFonts w:ascii="Times New Roman" w:hAnsi="Times New Roman"/>
          <w:color w:val="000000"/>
          <w:sz w:val="24"/>
          <w:szCs w:val="24"/>
          <w:lang w:val="sr-Latn-BA"/>
        </w:rPr>
        <w:t>Комисија</w:t>
      </w:r>
      <w:r w:rsidRPr="0028469D">
        <w:rPr>
          <w:rFonts w:ascii="Times New Roman" w:hAnsi="Times New Roman"/>
          <w:color w:val="000000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Latn-BA"/>
        </w:rPr>
        <w:t>је усвојила</w:t>
      </w:r>
      <w:r w:rsidRPr="0028469D">
        <w:rPr>
          <w:rFonts w:ascii="Times New Roman" w:hAnsi="Times New Roman"/>
          <w:color w:val="000000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Latn-BA"/>
        </w:rPr>
        <w:t>Оријентациони</w:t>
      </w:r>
      <w:r w:rsidRPr="0028469D">
        <w:rPr>
          <w:rFonts w:ascii="Times New Roman" w:hAnsi="Times New Roman"/>
          <w:color w:val="000000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Latn-BA"/>
        </w:rPr>
        <w:t>радни</w:t>
      </w:r>
      <w:r w:rsidRPr="0028469D">
        <w:rPr>
          <w:rFonts w:ascii="Times New Roman" w:hAnsi="Times New Roman"/>
          <w:color w:val="000000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Latn-BA"/>
        </w:rPr>
        <w:t>план</w:t>
      </w:r>
      <w:r w:rsidRPr="0028469D">
        <w:rPr>
          <w:rFonts w:ascii="Times New Roman" w:hAnsi="Times New Roman"/>
          <w:color w:val="000000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Latn-BA"/>
        </w:rPr>
        <w:t>за</w:t>
      </w:r>
      <w:r w:rsidRPr="0028469D">
        <w:rPr>
          <w:rFonts w:ascii="Times New Roman" w:hAnsi="Times New Roman"/>
          <w:color w:val="000000"/>
          <w:sz w:val="24"/>
          <w:szCs w:val="24"/>
          <w:lang w:val="sr-Latn-BA"/>
        </w:rPr>
        <w:t xml:space="preserve"> 202</w:t>
      </w:r>
      <w:r>
        <w:rPr>
          <w:rFonts w:ascii="Times New Roman" w:hAnsi="Times New Roman"/>
          <w:color w:val="000000"/>
          <w:sz w:val="24"/>
          <w:szCs w:val="24"/>
          <w:lang w:val="sr-Latn-BA"/>
        </w:rPr>
        <w:t>2.</w:t>
      </w:r>
      <w:r>
        <w:rPr>
          <w:rFonts w:ascii="Times New Roman" w:hAnsi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Latn-BA"/>
        </w:rPr>
        <w:t>годину са четири</w:t>
      </w:r>
      <w:r w:rsidRPr="0028469D">
        <w:rPr>
          <w:rFonts w:ascii="Times New Roman" w:hAnsi="Times New Roman"/>
          <w:color w:val="000000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Latn-BA"/>
        </w:rPr>
        <w:t>гласа</w:t>
      </w:r>
      <w:r w:rsidRPr="0028469D">
        <w:rPr>
          <w:rFonts w:ascii="Times New Roman" w:hAnsi="Times New Roman"/>
          <w:color w:val="000000"/>
          <w:sz w:val="24"/>
          <w:szCs w:val="24"/>
          <w:lang w:val="sr-Latn-BA"/>
        </w:rPr>
        <w:t xml:space="preserve"> „</w:t>
      </w:r>
      <w:r>
        <w:rPr>
          <w:rFonts w:ascii="Times New Roman" w:hAnsi="Times New Roman"/>
          <w:color w:val="000000"/>
          <w:sz w:val="24"/>
          <w:szCs w:val="24"/>
          <w:lang w:val="sr-Latn-BA"/>
        </w:rPr>
        <w:t>за</w:t>
      </w:r>
      <w:r w:rsidRPr="0028469D">
        <w:rPr>
          <w:rFonts w:ascii="Times New Roman" w:hAnsi="Times New Roman"/>
          <w:color w:val="000000"/>
          <w:sz w:val="24"/>
          <w:szCs w:val="24"/>
          <w:lang w:val="sr-Latn-BA"/>
        </w:rPr>
        <w:t xml:space="preserve">“ </w:t>
      </w:r>
      <w:r>
        <w:rPr>
          <w:rFonts w:ascii="Times New Roman" w:hAnsi="Times New Roman"/>
          <w:color w:val="000000"/>
          <w:sz w:val="24"/>
          <w:szCs w:val="24"/>
          <w:lang w:val="sr-Latn-BA"/>
        </w:rPr>
        <w:t>без</w:t>
      </w:r>
      <w:r w:rsidRPr="0028469D">
        <w:rPr>
          <w:rFonts w:ascii="Times New Roman" w:hAnsi="Times New Roman"/>
          <w:color w:val="000000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Latn-BA"/>
        </w:rPr>
        <w:t>гласова</w:t>
      </w:r>
      <w:r w:rsidRPr="0028469D">
        <w:rPr>
          <w:rFonts w:ascii="Times New Roman" w:hAnsi="Times New Roman"/>
          <w:color w:val="000000"/>
          <w:sz w:val="24"/>
          <w:szCs w:val="24"/>
          <w:lang w:val="sr-Latn-BA"/>
        </w:rPr>
        <w:t xml:space="preserve"> „</w:t>
      </w:r>
      <w:r>
        <w:rPr>
          <w:rFonts w:ascii="Times New Roman" w:hAnsi="Times New Roman"/>
          <w:color w:val="000000"/>
          <w:sz w:val="24"/>
          <w:szCs w:val="24"/>
          <w:lang w:val="sr-Latn-BA"/>
        </w:rPr>
        <w:t>против</w:t>
      </w:r>
      <w:r w:rsidRPr="0028469D">
        <w:rPr>
          <w:rFonts w:ascii="Times New Roman" w:hAnsi="Times New Roman"/>
          <w:color w:val="000000"/>
          <w:sz w:val="24"/>
          <w:szCs w:val="24"/>
          <w:lang w:val="sr-Latn-BA"/>
        </w:rPr>
        <w:t xml:space="preserve">“ </w:t>
      </w:r>
      <w:r>
        <w:rPr>
          <w:rFonts w:ascii="Times New Roman" w:hAnsi="Times New Roman"/>
          <w:color w:val="000000"/>
          <w:sz w:val="24"/>
          <w:szCs w:val="24"/>
          <w:lang w:val="sr-Latn-BA"/>
        </w:rPr>
        <w:t>и</w:t>
      </w:r>
      <w:r w:rsidRPr="0028469D">
        <w:rPr>
          <w:rFonts w:ascii="Times New Roman" w:hAnsi="Times New Roman"/>
          <w:color w:val="000000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Latn-BA"/>
        </w:rPr>
        <w:t xml:space="preserve"> једним </w:t>
      </w:r>
      <w:r w:rsidRPr="0028469D">
        <w:rPr>
          <w:rFonts w:ascii="Times New Roman" w:hAnsi="Times New Roman"/>
          <w:color w:val="000000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Latn-BA"/>
        </w:rPr>
        <w:t>гласом „уздржан</w:t>
      </w:r>
      <w:r w:rsidRPr="0028469D">
        <w:rPr>
          <w:rFonts w:ascii="Times New Roman" w:hAnsi="Times New Roman"/>
          <w:color w:val="000000"/>
          <w:sz w:val="24"/>
          <w:szCs w:val="24"/>
          <w:lang w:val="sr-Latn-BA"/>
        </w:rPr>
        <w:t>“.</w:t>
      </w:r>
    </w:p>
    <w:p w14:paraId="0A691504" w14:textId="77777777" w:rsidR="00F46443" w:rsidRDefault="00F46443" w:rsidP="00F46443">
      <w:pPr>
        <w:pStyle w:val="NoSpacing"/>
        <w:ind w:left="-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Ад. 4. Текућа питања</w:t>
      </w:r>
      <w:r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:  </w:t>
      </w:r>
    </w:p>
    <w:p w14:paraId="3FA5C14B" w14:textId="77777777" w:rsidR="00F46443" w:rsidRPr="00F46443" w:rsidRDefault="00F46443" w:rsidP="00F46443">
      <w:pPr>
        <w:pStyle w:val="NoSpacing"/>
        <w:ind w:left="-360"/>
        <w:jc w:val="both"/>
        <w:rPr>
          <w:rFonts w:ascii="Times New Roman" w:hAnsi="Times New Roman"/>
          <w:noProof/>
          <w:sz w:val="24"/>
          <w:szCs w:val="24"/>
          <w:lang w:val="bs-Latn-BA"/>
        </w:rPr>
      </w:pPr>
    </w:p>
    <w:p w14:paraId="7C57EBFA" w14:textId="24286668" w:rsidR="00F46443" w:rsidRDefault="00F46443" w:rsidP="00F46443">
      <w:pPr>
        <w:spacing w:after="0"/>
        <w:ind w:hanging="450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</w:t>
      </w:r>
      <w:r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-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Молба</w:t>
      </w:r>
      <w:r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Синдиката</w:t>
      </w:r>
      <w:r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D1E1B">
        <w:rPr>
          <w:rFonts w:ascii="Times New Roman" w:hAnsi="Times New Roman"/>
          <w:b/>
          <w:noProof/>
          <w:sz w:val="24"/>
          <w:szCs w:val="24"/>
          <w:lang w:val="sr-Latn-CS"/>
        </w:rPr>
        <w:t>Управе за индиректно опорезива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ње БиХ</w:t>
      </w:r>
      <w:r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за</w:t>
      </w:r>
      <w:r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укључивање</w:t>
      </w:r>
    </w:p>
    <w:p w14:paraId="5404D87F" w14:textId="77777777" w:rsidR="00F46443" w:rsidRDefault="00F46443" w:rsidP="00F46443">
      <w:pPr>
        <w:spacing w:after="0"/>
        <w:ind w:hanging="450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Cyrl-BA"/>
        </w:rPr>
        <w:t xml:space="preserve">           </w:t>
      </w:r>
      <w:r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Комисије</w:t>
      </w:r>
      <w:r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за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спољну</w:t>
      </w:r>
      <w:r w:rsidRPr="0028469D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трговину</w:t>
      </w:r>
      <w:r w:rsidRPr="0028469D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и</w:t>
      </w:r>
      <w:r w:rsidRPr="0028469D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царине</w:t>
      </w:r>
      <w:r w:rsidRPr="0028469D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у</w:t>
      </w:r>
      <w:r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рјешавање</w:t>
      </w:r>
      <w:r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проблема</w:t>
      </w:r>
      <w:r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запослених</w:t>
      </w:r>
      <w:r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у</w:t>
      </w:r>
      <w:r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14:paraId="58F25195" w14:textId="77777777" w:rsidR="00F46443" w:rsidRDefault="00F46443" w:rsidP="00F46443">
      <w:pPr>
        <w:spacing w:after="0"/>
        <w:ind w:hanging="450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Cyrl-BA"/>
        </w:rPr>
        <w:t xml:space="preserve">          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Управи</w:t>
      </w:r>
      <w:r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за</w:t>
      </w:r>
      <w:r>
        <w:rPr>
          <w:rFonts w:ascii="Times New Roman" w:hAnsi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индиректно опорезивање БиХ</w:t>
      </w:r>
      <w:r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број</w:t>
      </w:r>
      <w:r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:01/3-50-17-320/22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од</w:t>
      </w:r>
      <w:r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02.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>03.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</w:t>
      </w:r>
      <w:r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>22.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14:paraId="6330ABFA" w14:textId="77777777" w:rsidR="00F46443" w:rsidRPr="0028469D" w:rsidRDefault="00F46443" w:rsidP="00F46443">
      <w:pPr>
        <w:spacing w:after="0"/>
        <w:ind w:hanging="450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Cyrl-BA"/>
        </w:rPr>
        <w:t xml:space="preserve">             године   </w:t>
      </w:r>
    </w:p>
    <w:p w14:paraId="5D427068" w14:textId="77777777" w:rsidR="00F46443" w:rsidRPr="00BB0249" w:rsidRDefault="00F46443" w:rsidP="00F46443">
      <w:pPr>
        <w:spacing w:after="0"/>
        <w:rPr>
          <w:rFonts w:ascii="Times New Roman" w:hAnsi="Times New Roman"/>
          <w:noProof/>
          <w:sz w:val="24"/>
          <w:szCs w:val="24"/>
          <w:lang w:val="sr-Cyrl-BA"/>
        </w:rPr>
      </w:pPr>
    </w:p>
    <w:p w14:paraId="58DF36C6" w14:textId="181B782D" w:rsidR="00F46443" w:rsidRDefault="00F46443" w:rsidP="00F46443">
      <w:pPr>
        <w:pStyle w:val="NoSpacing"/>
        <w:ind w:left="-450"/>
        <w:jc w:val="both"/>
        <w:rPr>
          <w:rFonts w:ascii="Times New Roman" w:hAnsi="Times New Roman"/>
          <w:noProof/>
          <w:sz w:val="24"/>
          <w:szCs w:val="24"/>
          <w:lang w:val="bs-Latn-BA"/>
        </w:rPr>
      </w:pPr>
      <w:r>
        <w:rPr>
          <w:rFonts w:ascii="Times New Roman" w:hAnsi="Times New Roman"/>
          <w:noProof/>
          <w:sz w:val="24"/>
          <w:szCs w:val="24"/>
          <w:lang w:val="bs-Latn-BA"/>
        </w:rPr>
        <w:t>Комисија је разматрала молбу Синдик</w:t>
      </w:r>
      <w:r w:rsidR="00AD1E1B">
        <w:rPr>
          <w:rFonts w:ascii="Times New Roman" w:hAnsi="Times New Roman"/>
          <w:noProof/>
          <w:sz w:val="24"/>
          <w:szCs w:val="24"/>
          <w:lang w:val="bs-Latn-BA"/>
        </w:rPr>
        <w:t>ата Управе за индиректно опорези</w:t>
      </w:r>
      <w:r>
        <w:rPr>
          <w:rFonts w:ascii="Times New Roman" w:hAnsi="Times New Roman"/>
          <w:noProof/>
          <w:sz w:val="24"/>
          <w:szCs w:val="24"/>
          <w:lang w:val="bs-Latn-BA"/>
        </w:rPr>
        <w:t>вање БиХ и прихватила да се одржи састанак са представницима Синдиката Управе за индиректно оп</w:t>
      </w:r>
      <w:r w:rsidR="00AD1E1B">
        <w:rPr>
          <w:rFonts w:ascii="Times New Roman" w:hAnsi="Times New Roman"/>
          <w:noProof/>
          <w:sz w:val="24"/>
          <w:szCs w:val="24"/>
          <w:lang w:val="sr-Cyrl-BA"/>
        </w:rPr>
        <w:t>о</w:t>
      </w:r>
      <w:r>
        <w:rPr>
          <w:rFonts w:ascii="Times New Roman" w:hAnsi="Times New Roman"/>
          <w:noProof/>
          <w:sz w:val="24"/>
          <w:szCs w:val="24"/>
          <w:lang w:val="bs-Latn-BA"/>
        </w:rPr>
        <w:t>резивање БиХ.</w:t>
      </w:r>
    </w:p>
    <w:p w14:paraId="0645207A" w14:textId="77777777" w:rsidR="00F46443" w:rsidRDefault="00F46443" w:rsidP="00F46443">
      <w:pPr>
        <w:pStyle w:val="NoSpacing"/>
        <w:ind w:left="-450"/>
        <w:jc w:val="both"/>
        <w:rPr>
          <w:rFonts w:ascii="Times New Roman" w:hAnsi="Times New Roman"/>
          <w:noProof/>
          <w:sz w:val="24"/>
          <w:szCs w:val="24"/>
          <w:lang w:val="bs-Latn-BA"/>
        </w:rPr>
      </w:pPr>
    </w:p>
    <w:p w14:paraId="24FB93EE" w14:textId="77777777" w:rsidR="00F46443" w:rsidRDefault="00F46443" w:rsidP="00F46443">
      <w:pPr>
        <w:pStyle w:val="NoSpacing"/>
        <w:ind w:left="-450"/>
        <w:jc w:val="both"/>
        <w:rPr>
          <w:rFonts w:ascii="Times New Roman" w:hAnsi="Times New Roman"/>
          <w:noProof/>
          <w:sz w:val="24"/>
          <w:szCs w:val="24"/>
          <w:lang w:val="bs-Latn-BA"/>
        </w:rPr>
      </w:pPr>
      <w:r>
        <w:rPr>
          <w:rFonts w:ascii="Times New Roman" w:hAnsi="Times New Roman"/>
          <w:noProof/>
          <w:sz w:val="24"/>
          <w:szCs w:val="24"/>
          <w:lang w:val="bs-Latn-BA"/>
        </w:rPr>
        <w:t>Чланови Комисије су се усагласили да се састанак одржи у сриједу, 09. 03. 2022. у 10.00 часова, о чему ће секретарка Комисије обавијестити Синдикат УИОБиХ и утврдити да ли њима одговара предложени термин, те  обавијестити остале чланове Комисије за спољну тговину  и царине који нису били присутни на данашњој сједници.</w:t>
      </w:r>
    </w:p>
    <w:p w14:paraId="6266E05C" w14:textId="77777777" w:rsidR="00F46443" w:rsidRDefault="00F46443" w:rsidP="00F46443">
      <w:pPr>
        <w:pStyle w:val="NoSpacing"/>
        <w:ind w:left="-450"/>
        <w:jc w:val="both"/>
        <w:rPr>
          <w:rFonts w:ascii="Times New Roman" w:hAnsi="Times New Roman"/>
          <w:noProof/>
          <w:sz w:val="24"/>
          <w:szCs w:val="24"/>
          <w:lang w:val="bs-Latn-BA"/>
        </w:rPr>
      </w:pPr>
    </w:p>
    <w:p w14:paraId="1FBA0D87" w14:textId="77777777" w:rsidR="00F46443" w:rsidRPr="0050423C" w:rsidRDefault="00F46443" w:rsidP="00F46443">
      <w:pPr>
        <w:pStyle w:val="NoSpacing"/>
        <w:ind w:left="-45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bs-Latn-BA"/>
        </w:rPr>
        <w:t>Сједница је завршена у 10.</w:t>
      </w:r>
      <w:r w:rsidRPr="0050423C">
        <w:rPr>
          <w:rFonts w:ascii="Times New Roman" w:hAnsi="Times New Roman"/>
          <w:noProof/>
          <w:sz w:val="24"/>
          <w:szCs w:val="24"/>
          <w:lang w:val="bs-Latn-BA"/>
        </w:rPr>
        <w:t>30</w:t>
      </w:r>
      <w:r>
        <w:rPr>
          <w:rFonts w:ascii="Times New Roman" w:hAnsi="Times New Roman"/>
          <w:noProof/>
          <w:sz w:val="24"/>
          <w:szCs w:val="24"/>
          <w:lang w:val="bs-Latn-BA"/>
        </w:rPr>
        <w:t xml:space="preserve"> часова.</w:t>
      </w:r>
    </w:p>
    <w:p w14:paraId="3FD3EAFB" w14:textId="77777777" w:rsidR="00C26D78" w:rsidRDefault="00C26D78" w:rsidP="0028469D">
      <w:pPr>
        <w:pStyle w:val="NoSpacing"/>
        <w:ind w:left="-270" w:hanging="90"/>
        <w:jc w:val="both"/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</w:pPr>
    </w:p>
    <w:p w14:paraId="4FE6483F" w14:textId="77777777" w:rsidR="00681D15" w:rsidRDefault="00681D15" w:rsidP="00681D15">
      <w:pPr>
        <w:pStyle w:val="NoSpacing"/>
        <w:ind w:left="-270" w:hanging="9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06E7306" w14:textId="77777777" w:rsidR="00681D15" w:rsidRDefault="00681D15" w:rsidP="00681D15">
      <w:pPr>
        <w:pStyle w:val="NoSpacing"/>
        <w:ind w:left="-270" w:hanging="9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65D88667" w14:textId="77777777" w:rsidR="004D6902" w:rsidRDefault="004D6902" w:rsidP="00762558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EA90771" w14:textId="77777777" w:rsidR="00083F92" w:rsidRDefault="00083F92" w:rsidP="00762558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58F54B6" w14:textId="54F53E80" w:rsidR="001A42DB" w:rsidRPr="00762558" w:rsidRDefault="00F46443" w:rsidP="00762558">
      <w:pPr>
        <w:rPr>
          <w:rFonts w:ascii="Times New Roman" w:hAnsi="Times New Roman"/>
          <w:noProof/>
          <w:spacing w:val="-8"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Секретарка</w:t>
      </w:r>
      <w:r w:rsid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Комисије</w:t>
      </w:r>
      <w:r w:rsidR="00BF444F" w:rsidRPr="00BF444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 w:rsidR="00C7165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                           </w:t>
      </w:r>
      <w:r>
        <w:rPr>
          <w:rFonts w:ascii="Times New Roman" w:hAnsi="Times New Roman"/>
          <w:b/>
          <w:noProof/>
          <w:sz w:val="24"/>
          <w:szCs w:val="24"/>
          <w:lang w:val="sr-Cyrl-BA"/>
        </w:rPr>
        <w:t xml:space="preserve">          </w:t>
      </w:r>
      <w:r w:rsidR="00C7165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Предсједавајући</w:t>
      </w:r>
      <w:r w:rsidR="001A42DB" w:rsidRP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Комисије</w:t>
      </w:r>
      <w:r w:rsidR="001A42DB" w:rsidRP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BF444F" w:rsidRP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</w:t>
      </w:r>
    </w:p>
    <w:p w14:paraId="16B1C215" w14:textId="5039FC37" w:rsidR="00BF444F" w:rsidRPr="004B2496" w:rsidRDefault="001A42DB" w:rsidP="001A42D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   </w:t>
      </w:r>
      <w:r w:rsidR="00F46443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  <w:r w:rsidR="00F46443">
        <w:rPr>
          <w:rFonts w:ascii="Times New Roman" w:hAnsi="Times New Roman"/>
          <w:noProof/>
          <w:sz w:val="24"/>
          <w:szCs w:val="24"/>
          <w:lang w:val="sr-Latn-CS"/>
        </w:rPr>
        <w:t>Мирјана</w:t>
      </w:r>
      <w:r w:rsidR="00BF444F" w:rsidRPr="00BF444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46443">
        <w:rPr>
          <w:rFonts w:ascii="Times New Roman" w:hAnsi="Times New Roman"/>
          <w:noProof/>
          <w:sz w:val="24"/>
          <w:szCs w:val="24"/>
          <w:lang w:val="sr-Latn-CS"/>
        </w:rPr>
        <w:t>Црњак</w:t>
      </w:r>
      <w:r w:rsidR="00BF444F" w:rsidRPr="00BF444F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   </w:t>
      </w:r>
      <w:r w:rsidR="00C7165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83F92">
        <w:rPr>
          <w:rFonts w:ascii="Times New Roman" w:hAnsi="Times New Roman"/>
          <w:noProof/>
          <w:sz w:val="24"/>
          <w:szCs w:val="24"/>
          <w:lang w:val="sr-Latn-CS"/>
        </w:rPr>
        <w:t xml:space="preserve">   </w:t>
      </w:r>
      <w:r w:rsidR="00F46443">
        <w:rPr>
          <w:rFonts w:ascii="Times New Roman" w:hAnsi="Times New Roman"/>
          <w:noProof/>
          <w:sz w:val="24"/>
          <w:szCs w:val="24"/>
          <w:lang w:val="sr-Cyrl-BA"/>
        </w:rPr>
        <w:t xml:space="preserve">          </w:t>
      </w:r>
      <w:r w:rsidR="00F46443">
        <w:rPr>
          <w:rFonts w:ascii="Times New Roman" w:hAnsi="Times New Roman"/>
          <w:noProof/>
          <w:sz w:val="24"/>
          <w:szCs w:val="24"/>
          <w:lang w:val="sr-Latn-CS"/>
        </w:rPr>
        <w:t xml:space="preserve">  Драган</w:t>
      </w:r>
      <w:r w:rsidR="00C7165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46443">
        <w:rPr>
          <w:rFonts w:ascii="Times New Roman" w:hAnsi="Times New Roman"/>
          <w:noProof/>
          <w:sz w:val="24"/>
          <w:szCs w:val="24"/>
          <w:lang w:val="sr-Latn-CS"/>
        </w:rPr>
        <w:t>Богданић</w:t>
      </w:r>
    </w:p>
    <w:sectPr w:rsidR="00BF444F" w:rsidRPr="004B2496" w:rsidSect="008210EF">
      <w:footerReference w:type="default" r:id="rId7"/>
      <w:headerReference w:type="first" r:id="rId8"/>
      <w:footerReference w:type="first" r:id="rId9"/>
      <w:pgSz w:w="11907" w:h="16839" w:code="9"/>
      <w:pgMar w:top="1440" w:right="1440" w:bottom="1440" w:left="1440" w:header="567" w:footer="8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B1EF9F" w14:textId="77777777" w:rsidR="006F1352" w:rsidRDefault="006F1352" w:rsidP="00A617EC">
      <w:pPr>
        <w:spacing w:after="0" w:line="240" w:lineRule="auto"/>
      </w:pPr>
      <w:r>
        <w:separator/>
      </w:r>
    </w:p>
  </w:endnote>
  <w:endnote w:type="continuationSeparator" w:id="0">
    <w:p w14:paraId="626DDF14" w14:textId="77777777" w:rsidR="006F1352" w:rsidRDefault="006F1352" w:rsidP="00A61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H">
    <w:altName w:val="Times New Roman"/>
    <w:panose1 w:val="02027200000000000000"/>
    <w:charset w:val="00"/>
    <w:family w:val="roman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C286C" w14:textId="77777777" w:rsidR="008C6C75" w:rsidRDefault="009C4FEA">
    <w:pPr>
      <w:pStyle w:val="Footer"/>
      <w:jc w:val="right"/>
    </w:pPr>
    <w:r>
      <w:fldChar w:fldCharType="begin"/>
    </w:r>
    <w:r w:rsidR="00703762">
      <w:instrText xml:space="preserve"> PAGE   \* MERGEFORMAT </w:instrText>
    </w:r>
    <w:r>
      <w:fldChar w:fldCharType="separate"/>
    </w:r>
    <w:r w:rsidR="00EC569B">
      <w:rPr>
        <w:noProof/>
      </w:rPr>
      <w:t>3</w:t>
    </w:r>
    <w:r>
      <w:rPr>
        <w:noProof/>
      </w:rPr>
      <w:fldChar w:fldCharType="end"/>
    </w:r>
  </w:p>
  <w:p w14:paraId="7FB781A2" w14:textId="77777777" w:rsidR="008C6C75" w:rsidRPr="00C30B06" w:rsidRDefault="008C6C75" w:rsidP="00C30B06">
    <w:pPr>
      <w:pStyle w:val="Footer"/>
      <w:jc w:val="center"/>
      <w:rPr>
        <w:rFonts w:ascii="Times New Roman" w:hAnsi="Times New Roman"/>
        <w:b/>
        <w:lang w:val="bs-Latn-B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031632" w14:textId="77777777" w:rsidR="008C6C75" w:rsidRPr="00E46252" w:rsidRDefault="00E46252" w:rsidP="00E46252">
    <w:pPr>
      <w:pStyle w:val="Footer"/>
      <w:rPr>
        <w:rFonts w:ascii="Times New Roman" w:hAnsi="Times New Roman"/>
        <w:sz w:val="18"/>
        <w:szCs w:val="18"/>
        <w:lang w:val="bs-Latn-BA"/>
      </w:rPr>
    </w:pPr>
    <w:r>
      <w:rPr>
        <w:rFonts w:ascii="Times New Roman" w:hAnsi="Times New Roman"/>
        <w:sz w:val="18"/>
        <w:szCs w:val="18"/>
        <w:lang w:val="bs-Latn-BA"/>
      </w:rPr>
      <w:t xml:space="preserve">Трг БиХ 1, 71000 Сарајево/ Trg BiH 1, 71000 Sarajevo, тел/tel. +387 (0) 33 28 44 </w:t>
    </w:r>
    <w:r w:rsidR="001821F3">
      <w:rPr>
        <w:rFonts w:ascii="Times New Roman" w:hAnsi="Times New Roman"/>
        <w:sz w:val="18"/>
        <w:szCs w:val="18"/>
        <w:lang w:val="bs-Latn-BA"/>
      </w:rPr>
      <w:t>19</w:t>
    </w:r>
    <w:r>
      <w:rPr>
        <w:rFonts w:ascii="Times New Roman" w:hAnsi="Times New Roman"/>
        <w:sz w:val="18"/>
        <w:szCs w:val="18"/>
        <w:lang w:val="bs-Latn-BA"/>
      </w:rPr>
      <w:t>, факс/fax +387 (0) 33 22 68 41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CB597" w14:textId="77777777" w:rsidR="006F1352" w:rsidRDefault="006F1352" w:rsidP="00A617EC">
      <w:pPr>
        <w:spacing w:after="0" w:line="240" w:lineRule="auto"/>
      </w:pPr>
      <w:r>
        <w:separator/>
      </w:r>
    </w:p>
  </w:footnote>
  <w:footnote w:type="continuationSeparator" w:id="0">
    <w:p w14:paraId="0BAC1D0B" w14:textId="77777777" w:rsidR="006F1352" w:rsidRDefault="006F1352" w:rsidP="00A61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44652" w14:textId="77777777" w:rsidR="008C6C75" w:rsidRDefault="00E65F2D">
    <w:pPr>
      <w:pStyle w:val="Header"/>
    </w:pPr>
    <w:r>
      <w:rPr>
        <w:noProof/>
      </w:rPr>
      <w:drawing>
        <wp:inline distT="0" distB="0" distL="0" distR="0" wp14:anchorId="6617C73D" wp14:editId="39434D45">
          <wp:extent cx="5734050" cy="1076325"/>
          <wp:effectExtent l="19050" t="0" r="0" b="0"/>
          <wp:docPr id="1" name="Picture 0" descr="01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01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1076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250E0"/>
    <w:multiLevelType w:val="hybridMultilevel"/>
    <w:tmpl w:val="AE080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33D7C"/>
    <w:multiLevelType w:val="hybridMultilevel"/>
    <w:tmpl w:val="D040CCE2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A761C"/>
    <w:multiLevelType w:val="hybridMultilevel"/>
    <w:tmpl w:val="073AA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47173"/>
    <w:multiLevelType w:val="hybridMultilevel"/>
    <w:tmpl w:val="44EEAF58"/>
    <w:lvl w:ilvl="0" w:tplc="42DA0A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17853"/>
    <w:multiLevelType w:val="hybridMultilevel"/>
    <w:tmpl w:val="D55A6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F355C"/>
    <w:multiLevelType w:val="hybridMultilevel"/>
    <w:tmpl w:val="E0A4B2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A3201"/>
    <w:multiLevelType w:val="hybridMultilevel"/>
    <w:tmpl w:val="59ACAF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A4201"/>
    <w:multiLevelType w:val="hybridMultilevel"/>
    <w:tmpl w:val="F08236B8"/>
    <w:lvl w:ilvl="0" w:tplc="54CA4A4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40396"/>
    <w:multiLevelType w:val="hybridMultilevel"/>
    <w:tmpl w:val="A914D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253437"/>
    <w:multiLevelType w:val="hybridMultilevel"/>
    <w:tmpl w:val="46F6DA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D675D"/>
    <w:multiLevelType w:val="hybridMultilevel"/>
    <w:tmpl w:val="88C43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E2A7E"/>
    <w:multiLevelType w:val="hybridMultilevel"/>
    <w:tmpl w:val="88C43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42123"/>
    <w:multiLevelType w:val="hybridMultilevel"/>
    <w:tmpl w:val="BB2AD82E"/>
    <w:lvl w:ilvl="0" w:tplc="F028ECDE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35098A"/>
    <w:multiLevelType w:val="hybridMultilevel"/>
    <w:tmpl w:val="1C703614"/>
    <w:lvl w:ilvl="0" w:tplc="11241126">
      <w:start w:val="1"/>
      <w:numFmt w:val="decimal"/>
      <w:lvlText w:val="%1."/>
      <w:lvlJc w:val="left"/>
      <w:pPr>
        <w:ind w:left="720" w:hanging="360"/>
      </w:pPr>
      <w:rPr>
        <w:rFonts w:eastAsia="Times New Roman" w:cs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285666"/>
    <w:multiLevelType w:val="hybridMultilevel"/>
    <w:tmpl w:val="7F58EED0"/>
    <w:lvl w:ilvl="0" w:tplc="0E86A7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6341E0"/>
    <w:multiLevelType w:val="hybridMultilevel"/>
    <w:tmpl w:val="D11E0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F417F2"/>
    <w:multiLevelType w:val="hybridMultilevel"/>
    <w:tmpl w:val="46F6DA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867C7E"/>
    <w:multiLevelType w:val="hybridMultilevel"/>
    <w:tmpl w:val="7BD06754"/>
    <w:lvl w:ilvl="0" w:tplc="2786A6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17D18"/>
    <w:multiLevelType w:val="hybridMultilevel"/>
    <w:tmpl w:val="A0742E66"/>
    <w:lvl w:ilvl="0" w:tplc="1A60148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7724DA"/>
    <w:multiLevelType w:val="hybridMultilevel"/>
    <w:tmpl w:val="D54A1E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B2D4F"/>
    <w:multiLevelType w:val="hybridMultilevel"/>
    <w:tmpl w:val="9DA68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9"/>
  </w:num>
  <w:num w:numId="5">
    <w:abstractNumId w:val="16"/>
  </w:num>
  <w:num w:numId="6">
    <w:abstractNumId w:val="3"/>
  </w:num>
  <w:num w:numId="7">
    <w:abstractNumId w:val="13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8"/>
  </w:num>
  <w:num w:numId="11">
    <w:abstractNumId w:val="2"/>
  </w:num>
  <w:num w:numId="12">
    <w:abstractNumId w:val="6"/>
  </w:num>
  <w:num w:numId="13">
    <w:abstractNumId w:val="5"/>
  </w:num>
  <w:num w:numId="14">
    <w:abstractNumId w:val="20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7"/>
  </w:num>
  <w:num w:numId="20">
    <w:abstractNumId w:val="15"/>
  </w:num>
  <w:num w:numId="21">
    <w:abstractNumId w:val="8"/>
  </w:num>
  <w:num w:numId="22">
    <w:abstractNumId w:val="11"/>
  </w:num>
  <w:num w:numId="23">
    <w:abstractNumId w:val="0"/>
  </w:num>
  <w:num w:numId="24">
    <w:abstractNumId w:val="4"/>
  </w:num>
  <w:num w:numId="25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4A6"/>
    <w:rsid w:val="00014500"/>
    <w:rsid w:val="000152CB"/>
    <w:rsid w:val="00015D87"/>
    <w:rsid w:val="00016F6A"/>
    <w:rsid w:val="000208B5"/>
    <w:rsid w:val="00021102"/>
    <w:rsid w:val="00021E84"/>
    <w:rsid w:val="00025703"/>
    <w:rsid w:val="000306D6"/>
    <w:rsid w:val="00031BB0"/>
    <w:rsid w:val="000340EB"/>
    <w:rsid w:val="0003766D"/>
    <w:rsid w:val="00037AEF"/>
    <w:rsid w:val="00043EE2"/>
    <w:rsid w:val="00051EDD"/>
    <w:rsid w:val="00055C07"/>
    <w:rsid w:val="0005611C"/>
    <w:rsid w:val="0005619E"/>
    <w:rsid w:val="000579CA"/>
    <w:rsid w:val="0006041C"/>
    <w:rsid w:val="00063F3B"/>
    <w:rsid w:val="00065FF5"/>
    <w:rsid w:val="000728A4"/>
    <w:rsid w:val="00073036"/>
    <w:rsid w:val="000770B9"/>
    <w:rsid w:val="00080156"/>
    <w:rsid w:val="00080518"/>
    <w:rsid w:val="00082543"/>
    <w:rsid w:val="00083202"/>
    <w:rsid w:val="00083F92"/>
    <w:rsid w:val="00087578"/>
    <w:rsid w:val="0009272D"/>
    <w:rsid w:val="000A3695"/>
    <w:rsid w:val="000A3DC4"/>
    <w:rsid w:val="000A43AC"/>
    <w:rsid w:val="000A7609"/>
    <w:rsid w:val="000A78F0"/>
    <w:rsid w:val="000A7987"/>
    <w:rsid w:val="000B0282"/>
    <w:rsid w:val="000B0CCF"/>
    <w:rsid w:val="000B3081"/>
    <w:rsid w:val="000C03FC"/>
    <w:rsid w:val="000C6528"/>
    <w:rsid w:val="000C68F9"/>
    <w:rsid w:val="000D18FF"/>
    <w:rsid w:val="000D3D03"/>
    <w:rsid w:val="000D5AC8"/>
    <w:rsid w:val="000D7310"/>
    <w:rsid w:val="000D77B5"/>
    <w:rsid w:val="000E2887"/>
    <w:rsid w:val="000E2C8C"/>
    <w:rsid w:val="000E3561"/>
    <w:rsid w:val="000F3181"/>
    <w:rsid w:val="000F454A"/>
    <w:rsid w:val="00100D6E"/>
    <w:rsid w:val="00100F94"/>
    <w:rsid w:val="00101D55"/>
    <w:rsid w:val="00102180"/>
    <w:rsid w:val="0010490A"/>
    <w:rsid w:val="00110922"/>
    <w:rsid w:val="00120C41"/>
    <w:rsid w:val="001240BD"/>
    <w:rsid w:val="00130460"/>
    <w:rsid w:val="00130757"/>
    <w:rsid w:val="001307F6"/>
    <w:rsid w:val="00132E01"/>
    <w:rsid w:val="001338FA"/>
    <w:rsid w:val="00134EF3"/>
    <w:rsid w:val="00136551"/>
    <w:rsid w:val="00137D25"/>
    <w:rsid w:val="001407B6"/>
    <w:rsid w:val="001419B5"/>
    <w:rsid w:val="001442ED"/>
    <w:rsid w:val="001443D5"/>
    <w:rsid w:val="00150A12"/>
    <w:rsid w:val="00153404"/>
    <w:rsid w:val="001542C6"/>
    <w:rsid w:val="00154AB6"/>
    <w:rsid w:val="00154F36"/>
    <w:rsid w:val="001614BC"/>
    <w:rsid w:val="00161E99"/>
    <w:rsid w:val="00162C19"/>
    <w:rsid w:val="00162C7B"/>
    <w:rsid w:val="001633A0"/>
    <w:rsid w:val="00163D61"/>
    <w:rsid w:val="00165AF2"/>
    <w:rsid w:val="00170334"/>
    <w:rsid w:val="00171230"/>
    <w:rsid w:val="001712B0"/>
    <w:rsid w:val="001715B4"/>
    <w:rsid w:val="00171B51"/>
    <w:rsid w:val="00172C7C"/>
    <w:rsid w:val="001730DE"/>
    <w:rsid w:val="00173FDA"/>
    <w:rsid w:val="00176B70"/>
    <w:rsid w:val="001821F3"/>
    <w:rsid w:val="001867FF"/>
    <w:rsid w:val="00187D1D"/>
    <w:rsid w:val="00190BCF"/>
    <w:rsid w:val="001964AD"/>
    <w:rsid w:val="00197018"/>
    <w:rsid w:val="00197088"/>
    <w:rsid w:val="001978BD"/>
    <w:rsid w:val="001A089E"/>
    <w:rsid w:val="001A1E30"/>
    <w:rsid w:val="001A2515"/>
    <w:rsid w:val="001A2B5D"/>
    <w:rsid w:val="001A42DB"/>
    <w:rsid w:val="001A46F4"/>
    <w:rsid w:val="001A5D6D"/>
    <w:rsid w:val="001A666E"/>
    <w:rsid w:val="001A6CC4"/>
    <w:rsid w:val="001B11DB"/>
    <w:rsid w:val="001B6F4C"/>
    <w:rsid w:val="001B7B6F"/>
    <w:rsid w:val="001C1828"/>
    <w:rsid w:val="001C214D"/>
    <w:rsid w:val="001C2B5C"/>
    <w:rsid w:val="001C407F"/>
    <w:rsid w:val="001C420B"/>
    <w:rsid w:val="001C4C58"/>
    <w:rsid w:val="001C5D06"/>
    <w:rsid w:val="001D1FF0"/>
    <w:rsid w:val="001D2CDE"/>
    <w:rsid w:val="001D70E1"/>
    <w:rsid w:val="001E1045"/>
    <w:rsid w:val="001E2E25"/>
    <w:rsid w:val="001E50D1"/>
    <w:rsid w:val="001F0FBC"/>
    <w:rsid w:val="001F2DD5"/>
    <w:rsid w:val="001F3604"/>
    <w:rsid w:val="001F467E"/>
    <w:rsid w:val="00206801"/>
    <w:rsid w:val="00211404"/>
    <w:rsid w:val="00215251"/>
    <w:rsid w:val="00217157"/>
    <w:rsid w:val="002210B6"/>
    <w:rsid w:val="00221F73"/>
    <w:rsid w:val="00223357"/>
    <w:rsid w:val="00223AE2"/>
    <w:rsid w:val="00224C4C"/>
    <w:rsid w:val="00224D94"/>
    <w:rsid w:val="00227730"/>
    <w:rsid w:val="00240032"/>
    <w:rsid w:val="00240D0A"/>
    <w:rsid w:val="00241776"/>
    <w:rsid w:val="002441F7"/>
    <w:rsid w:val="00250D46"/>
    <w:rsid w:val="00250FA3"/>
    <w:rsid w:val="0025323E"/>
    <w:rsid w:val="00262255"/>
    <w:rsid w:val="00266B91"/>
    <w:rsid w:val="002715DA"/>
    <w:rsid w:val="00272836"/>
    <w:rsid w:val="00272FB9"/>
    <w:rsid w:val="00277350"/>
    <w:rsid w:val="0028469D"/>
    <w:rsid w:val="002920CD"/>
    <w:rsid w:val="00292448"/>
    <w:rsid w:val="002928F4"/>
    <w:rsid w:val="00292A2C"/>
    <w:rsid w:val="00293EB5"/>
    <w:rsid w:val="00295715"/>
    <w:rsid w:val="00296BC6"/>
    <w:rsid w:val="00296F2B"/>
    <w:rsid w:val="00297435"/>
    <w:rsid w:val="002A12E5"/>
    <w:rsid w:val="002A3613"/>
    <w:rsid w:val="002A4FC4"/>
    <w:rsid w:val="002A5B99"/>
    <w:rsid w:val="002A62E6"/>
    <w:rsid w:val="002A6AF4"/>
    <w:rsid w:val="002B1425"/>
    <w:rsid w:val="002B410C"/>
    <w:rsid w:val="002B6276"/>
    <w:rsid w:val="002B65DE"/>
    <w:rsid w:val="002B6610"/>
    <w:rsid w:val="002B7433"/>
    <w:rsid w:val="002B75EA"/>
    <w:rsid w:val="002B7636"/>
    <w:rsid w:val="002C1AF2"/>
    <w:rsid w:val="002C40FC"/>
    <w:rsid w:val="002C764C"/>
    <w:rsid w:val="002D0C82"/>
    <w:rsid w:val="002D2A21"/>
    <w:rsid w:val="002D324B"/>
    <w:rsid w:val="002D43F6"/>
    <w:rsid w:val="002D48C8"/>
    <w:rsid w:val="002E1017"/>
    <w:rsid w:val="002E1262"/>
    <w:rsid w:val="002E6948"/>
    <w:rsid w:val="002E69E9"/>
    <w:rsid w:val="00303EE6"/>
    <w:rsid w:val="00305115"/>
    <w:rsid w:val="00305CD9"/>
    <w:rsid w:val="00305EE4"/>
    <w:rsid w:val="0030738A"/>
    <w:rsid w:val="0031072A"/>
    <w:rsid w:val="00311486"/>
    <w:rsid w:val="00311765"/>
    <w:rsid w:val="0031287C"/>
    <w:rsid w:val="003129F6"/>
    <w:rsid w:val="00313952"/>
    <w:rsid w:val="003172C8"/>
    <w:rsid w:val="0032172A"/>
    <w:rsid w:val="00322343"/>
    <w:rsid w:val="00322DF6"/>
    <w:rsid w:val="00324258"/>
    <w:rsid w:val="00333974"/>
    <w:rsid w:val="00334276"/>
    <w:rsid w:val="00334DA5"/>
    <w:rsid w:val="003406D7"/>
    <w:rsid w:val="00344ECC"/>
    <w:rsid w:val="003503EA"/>
    <w:rsid w:val="0036047D"/>
    <w:rsid w:val="00361EC6"/>
    <w:rsid w:val="00364A23"/>
    <w:rsid w:val="00365628"/>
    <w:rsid w:val="00366F42"/>
    <w:rsid w:val="003701AF"/>
    <w:rsid w:val="00375044"/>
    <w:rsid w:val="00381E86"/>
    <w:rsid w:val="00384BFA"/>
    <w:rsid w:val="00386969"/>
    <w:rsid w:val="00386E9D"/>
    <w:rsid w:val="003871BA"/>
    <w:rsid w:val="0039071C"/>
    <w:rsid w:val="003953EB"/>
    <w:rsid w:val="003A0166"/>
    <w:rsid w:val="003A1230"/>
    <w:rsid w:val="003B07DA"/>
    <w:rsid w:val="003B2EC4"/>
    <w:rsid w:val="003B3F66"/>
    <w:rsid w:val="003B67E5"/>
    <w:rsid w:val="003B69F5"/>
    <w:rsid w:val="003C4000"/>
    <w:rsid w:val="003D1718"/>
    <w:rsid w:val="003D40A6"/>
    <w:rsid w:val="003D4B8F"/>
    <w:rsid w:val="003D7791"/>
    <w:rsid w:val="003E036A"/>
    <w:rsid w:val="003E42E6"/>
    <w:rsid w:val="003F371E"/>
    <w:rsid w:val="003F4EE3"/>
    <w:rsid w:val="003F5A90"/>
    <w:rsid w:val="003F7343"/>
    <w:rsid w:val="00401D44"/>
    <w:rsid w:val="00406ECE"/>
    <w:rsid w:val="00407A4F"/>
    <w:rsid w:val="00407E98"/>
    <w:rsid w:val="00411779"/>
    <w:rsid w:val="004126A9"/>
    <w:rsid w:val="00413FBF"/>
    <w:rsid w:val="00416F02"/>
    <w:rsid w:val="004204E8"/>
    <w:rsid w:val="00421A18"/>
    <w:rsid w:val="00422B6D"/>
    <w:rsid w:val="00425DDE"/>
    <w:rsid w:val="0042701C"/>
    <w:rsid w:val="00427910"/>
    <w:rsid w:val="00427E48"/>
    <w:rsid w:val="00430586"/>
    <w:rsid w:val="00430B79"/>
    <w:rsid w:val="004311FD"/>
    <w:rsid w:val="00431D9B"/>
    <w:rsid w:val="00435165"/>
    <w:rsid w:val="00437419"/>
    <w:rsid w:val="00444024"/>
    <w:rsid w:val="004476C8"/>
    <w:rsid w:val="00447893"/>
    <w:rsid w:val="00450602"/>
    <w:rsid w:val="00452927"/>
    <w:rsid w:val="00452CC2"/>
    <w:rsid w:val="0045493F"/>
    <w:rsid w:val="0045505D"/>
    <w:rsid w:val="00456727"/>
    <w:rsid w:val="00460679"/>
    <w:rsid w:val="00462B96"/>
    <w:rsid w:val="00464D4A"/>
    <w:rsid w:val="004670BB"/>
    <w:rsid w:val="00470EDD"/>
    <w:rsid w:val="00473F6F"/>
    <w:rsid w:val="00475CF5"/>
    <w:rsid w:val="0048094B"/>
    <w:rsid w:val="004852DC"/>
    <w:rsid w:val="00491B6F"/>
    <w:rsid w:val="0049339A"/>
    <w:rsid w:val="00493A4F"/>
    <w:rsid w:val="004941F3"/>
    <w:rsid w:val="00496C8F"/>
    <w:rsid w:val="00496DF2"/>
    <w:rsid w:val="004A057C"/>
    <w:rsid w:val="004A13EC"/>
    <w:rsid w:val="004A30CD"/>
    <w:rsid w:val="004A4106"/>
    <w:rsid w:val="004A42EF"/>
    <w:rsid w:val="004A4809"/>
    <w:rsid w:val="004A5B97"/>
    <w:rsid w:val="004A65AA"/>
    <w:rsid w:val="004A751C"/>
    <w:rsid w:val="004A79B8"/>
    <w:rsid w:val="004B2416"/>
    <w:rsid w:val="004B2496"/>
    <w:rsid w:val="004B306D"/>
    <w:rsid w:val="004B49F8"/>
    <w:rsid w:val="004B54DD"/>
    <w:rsid w:val="004B7B39"/>
    <w:rsid w:val="004C0005"/>
    <w:rsid w:val="004C05E5"/>
    <w:rsid w:val="004C1B44"/>
    <w:rsid w:val="004C52DF"/>
    <w:rsid w:val="004D1F8A"/>
    <w:rsid w:val="004D3875"/>
    <w:rsid w:val="004D488F"/>
    <w:rsid w:val="004D6902"/>
    <w:rsid w:val="004E0255"/>
    <w:rsid w:val="004E12C0"/>
    <w:rsid w:val="004E3823"/>
    <w:rsid w:val="004E57AA"/>
    <w:rsid w:val="004F1AB1"/>
    <w:rsid w:val="004F2E84"/>
    <w:rsid w:val="004F3326"/>
    <w:rsid w:val="004F6441"/>
    <w:rsid w:val="004F6CC3"/>
    <w:rsid w:val="00501E95"/>
    <w:rsid w:val="0050371C"/>
    <w:rsid w:val="0050423C"/>
    <w:rsid w:val="00505990"/>
    <w:rsid w:val="00511655"/>
    <w:rsid w:val="00511BE9"/>
    <w:rsid w:val="005120FE"/>
    <w:rsid w:val="00512184"/>
    <w:rsid w:val="00513BCC"/>
    <w:rsid w:val="00515456"/>
    <w:rsid w:val="00520DAC"/>
    <w:rsid w:val="00521928"/>
    <w:rsid w:val="00521C62"/>
    <w:rsid w:val="00523514"/>
    <w:rsid w:val="00525C97"/>
    <w:rsid w:val="00526F61"/>
    <w:rsid w:val="00527064"/>
    <w:rsid w:val="00527B5A"/>
    <w:rsid w:val="00533167"/>
    <w:rsid w:val="00533C94"/>
    <w:rsid w:val="0053514A"/>
    <w:rsid w:val="00535F9D"/>
    <w:rsid w:val="005374DD"/>
    <w:rsid w:val="00542AB3"/>
    <w:rsid w:val="00542B77"/>
    <w:rsid w:val="00542E01"/>
    <w:rsid w:val="00543C7F"/>
    <w:rsid w:val="00544F02"/>
    <w:rsid w:val="00545BC3"/>
    <w:rsid w:val="00546541"/>
    <w:rsid w:val="005503F8"/>
    <w:rsid w:val="00550CB4"/>
    <w:rsid w:val="00550FDA"/>
    <w:rsid w:val="00551AEA"/>
    <w:rsid w:val="00552936"/>
    <w:rsid w:val="00552A59"/>
    <w:rsid w:val="00552EB6"/>
    <w:rsid w:val="0055561E"/>
    <w:rsid w:val="00557331"/>
    <w:rsid w:val="005601CB"/>
    <w:rsid w:val="00560AF4"/>
    <w:rsid w:val="0057038A"/>
    <w:rsid w:val="0057141B"/>
    <w:rsid w:val="005739C7"/>
    <w:rsid w:val="00575B77"/>
    <w:rsid w:val="00577881"/>
    <w:rsid w:val="005801F5"/>
    <w:rsid w:val="00580E28"/>
    <w:rsid w:val="00586CE6"/>
    <w:rsid w:val="0058792B"/>
    <w:rsid w:val="005909E4"/>
    <w:rsid w:val="00593364"/>
    <w:rsid w:val="0059387C"/>
    <w:rsid w:val="00595670"/>
    <w:rsid w:val="00596166"/>
    <w:rsid w:val="00597CE5"/>
    <w:rsid w:val="005B1149"/>
    <w:rsid w:val="005B3098"/>
    <w:rsid w:val="005B378D"/>
    <w:rsid w:val="005B5703"/>
    <w:rsid w:val="005C0DA7"/>
    <w:rsid w:val="005C22F9"/>
    <w:rsid w:val="005C2A0F"/>
    <w:rsid w:val="005C44D6"/>
    <w:rsid w:val="005C5E2E"/>
    <w:rsid w:val="005C7617"/>
    <w:rsid w:val="005D0D45"/>
    <w:rsid w:val="005D1A83"/>
    <w:rsid w:val="005D3D7C"/>
    <w:rsid w:val="005D7B3D"/>
    <w:rsid w:val="005E3D2C"/>
    <w:rsid w:val="005E4EE8"/>
    <w:rsid w:val="005E63D8"/>
    <w:rsid w:val="005F11F5"/>
    <w:rsid w:val="005F14A6"/>
    <w:rsid w:val="005F3264"/>
    <w:rsid w:val="005F6B15"/>
    <w:rsid w:val="00603F20"/>
    <w:rsid w:val="00604504"/>
    <w:rsid w:val="00604F53"/>
    <w:rsid w:val="0060645C"/>
    <w:rsid w:val="00606CCA"/>
    <w:rsid w:val="0061223B"/>
    <w:rsid w:val="00612E7E"/>
    <w:rsid w:val="00614B51"/>
    <w:rsid w:val="00617A50"/>
    <w:rsid w:val="00620834"/>
    <w:rsid w:val="006211BE"/>
    <w:rsid w:val="0063033E"/>
    <w:rsid w:val="00630CA7"/>
    <w:rsid w:val="0063103D"/>
    <w:rsid w:val="0063275C"/>
    <w:rsid w:val="0063329E"/>
    <w:rsid w:val="00634BC3"/>
    <w:rsid w:val="00636BD8"/>
    <w:rsid w:val="00640081"/>
    <w:rsid w:val="0064173F"/>
    <w:rsid w:val="006425F9"/>
    <w:rsid w:val="00642907"/>
    <w:rsid w:val="00646291"/>
    <w:rsid w:val="00647F1E"/>
    <w:rsid w:val="00650362"/>
    <w:rsid w:val="006546D6"/>
    <w:rsid w:val="00657122"/>
    <w:rsid w:val="00657298"/>
    <w:rsid w:val="006577AF"/>
    <w:rsid w:val="00661E03"/>
    <w:rsid w:val="006620FC"/>
    <w:rsid w:val="006629A8"/>
    <w:rsid w:val="006639B4"/>
    <w:rsid w:val="00664741"/>
    <w:rsid w:val="00665A50"/>
    <w:rsid w:val="00665DA1"/>
    <w:rsid w:val="006714B2"/>
    <w:rsid w:val="00672A58"/>
    <w:rsid w:val="00677439"/>
    <w:rsid w:val="006805D2"/>
    <w:rsid w:val="00681584"/>
    <w:rsid w:val="00681D15"/>
    <w:rsid w:val="00682D04"/>
    <w:rsid w:val="006832B7"/>
    <w:rsid w:val="00691E44"/>
    <w:rsid w:val="00693E64"/>
    <w:rsid w:val="00694CE9"/>
    <w:rsid w:val="00695183"/>
    <w:rsid w:val="00695511"/>
    <w:rsid w:val="00696CCA"/>
    <w:rsid w:val="00697B2F"/>
    <w:rsid w:val="00697ECC"/>
    <w:rsid w:val="006A29CD"/>
    <w:rsid w:val="006A3CF1"/>
    <w:rsid w:val="006A53E5"/>
    <w:rsid w:val="006A6520"/>
    <w:rsid w:val="006A7126"/>
    <w:rsid w:val="006B1ED8"/>
    <w:rsid w:val="006B26C1"/>
    <w:rsid w:val="006B5179"/>
    <w:rsid w:val="006B5528"/>
    <w:rsid w:val="006B73F9"/>
    <w:rsid w:val="006C018E"/>
    <w:rsid w:val="006C17C4"/>
    <w:rsid w:val="006C1F96"/>
    <w:rsid w:val="006C61CE"/>
    <w:rsid w:val="006C79B1"/>
    <w:rsid w:val="006D1ADA"/>
    <w:rsid w:val="006D4D61"/>
    <w:rsid w:val="006D59E9"/>
    <w:rsid w:val="006D5BBB"/>
    <w:rsid w:val="006D70BC"/>
    <w:rsid w:val="006D74E1"/>
    <w:rsid w:val="006E3C6F"/>
    <w:rsid w:val="006F1352"/>
    <w:rsid w:val="006F4E04"/>
    <w:rsid w:val="00700969"/>
    <w:rsid w:val="00703762"/>
    <w:rsid w:val="0070403A"/>
    <w:rsid w:val="00706EC9"/>
    <w:rsid w:val="00707DAE"/>
    <w:rsid w:val="007113DE"/>
    <w:rsid w:val="00712158"/>
    <w:rsid w:val="00712472"/>
    <w:rsid w:val="00712E9E"/>
    <w:rsid w:val="00715B95"/>
    <w:rsid w:val="00716C21"/>
    <w:rsid w:val="00721640"/>
    <w:rsid w:val="00721B54"/>
    <w:rsid w:val="00722048"/>
    <w:rsid w:val="00722951"/>
    <w:rsid w:val="007249D4"/>
    <w:rsid w:val="00726515"/>
    <w:rsid w:val="00727458"/>
    <w:rsid w:val="00727F09"/>
    <w:rsid w:val="0073214A"/>
    <w:rsid w:val="007328EB"/>
    <w:rsid w:val="0073332B"/>
    <w:rsid w:val="00734D3A"/>
    <w:rsid w:val="00734E20"/>
    <w:rsid w:val="00735E45"/>
    <w:rsid w:val="0073748D"/>
    <w:rsid w:val="00737B43"/>
    <w:rsid w:val="00741708"/>
    <w:rsid w:val="00743B00"/>
    <w:rsid w:val="00746267"/>
    <w:rsid w:val="007477A7"/>
    <w:rsid w:val="00750296"/>
    <w:rsid w:val="00751DB8"/>
    <w:rsid w:val="007610B0"/>
    <w:rsid w:val="00761EFA"/>
    <w:rsid w:val="00762558"/>
    <w:rsid w:val="007639C2"/>
    <w:rsid w:val="00764CC6"/>
    <w:rsid w:val="00765720"/>
    <w:rsid w:val="00765FE7"/>
    <w:rsid w:val="00767E5B"/>
    <w:rsid w:val="0077051F"/>
    <w:rsid w:val="007712A4"/>
    <w:rsid w:val="007760FA"/>
    <w:rsid w:val="00782F88"/>
    <w:rsid w:val="00783ADF"/>
    <w:rsid w:val="00783B61"/>
    <w:rsid w:val="00785248"/>
    <w:rsid w:val="007859E4"/>
    <w:rsid w:val="00786FD9"/>
    <w:rsid w:val="00787AAE"/>
    <w:rsid w:val="007903DD"/>
    <w:rsid w:val="007A4C9B"/>
    <w:rsid w:val="007A6D04"/>
    <w:rsid w:val="007A6EA3"/>
    <w:rsid w:val="007B01D7"/>
    <w:rsid w:val="007C15CF"/>
    <w:rsid w:val="007C1F96"/>
    <w:rsid w:val="007C21A1"/>
    <w:rsid w:val="007C3730"/>
    <w:rsid w:val="007C5404"/>
    <w:rsid w:val="007C5E05"/>
    <w:rsid w:val="007C7B29"/>
    <w:rsid w:val="007D127F"/>
    <w:rsid w:val="007D2089"/>
    <w:rsid w:val="007D49EB"/>
    <w:rsid w:val="007D7331"/>
    <w:rsid w:val="007E15F4"/>
    <w:rsid w:val="007E3116"/>
    <w:rsid w:val="007E7BCC"/>
    <w:rsid w:val="007F08E0"/>
    <w:rsid w:val="007F13D0"/>
    <w:rsid w:val="007F51B1"/>
    <w:rsid w:val="007F7C0A"/>
    <w:rsid w:val="00800102"/>
    <w:rsid w:val="00801DE7"/>
    <w:rsid w:val="00804708"/>
    <w:rsid w:val="00805968"/>
    <w:rsid w:val="00807960"/>
    <w:rsid w:val="0081039A"/>
    <w:rsid w:val="0081114E"/>
    <w:rsid w:val="00811157"/>
    <w:rsid w:val="008124A2"/>
    <w:rsid w:val="00812B8B"/>
    <w:rsid w:val="008146EF"/>
    <w:rsid w:val="00814CF2"/>
    <w:rsid w:val="00814EC0"/>
    <w:rsid w:val="00820FEF"/>
    <w:rsid w:val="00821042"/>
    <w:rsid w:val="008210EF"/>
    <w:rsid w:val="008222AA"/>
    <w:rsid w:val="00823538"/>
    <w:rsid w:val="00824401"/>
    <w:rsid w:val="0082776D"/>
    <w:rsid w:val="00831F5A"/>
    <w:rsid w:val="00834BA8"/>
    <w:rsid w:val="008355BA"/>
    <w:rsid w:val="00840D6E"/>
    <w:rsid w:val="00841A20"/>
    <w:rsid w:val="00841D16"/>
    <w:rsid w:val="0084568F"/>
    <w:rsid w:val="008503AE"/>
    <w:rsid w:val="008540EC"/>
    <w:rsid w:val="00854B46"/>
    <w:rsid w:val="00855260"/>
    <w:rsid w:val="00857A71"/>
    <w:rsid w:val="00857D17"/>
    <w:rsid w:val="00860DBA"/>
    <w:rsid w:val="00862446"/>
    <w:rsid w:val="0086355B"/>
    <w:rsid w:val="00863B2F"/>
    <w:rsid w:val="00864D93"/>
    <w:rsid w:val="00865710"/>
    <w:rsid w:val="00872F2C"/>
    <w:rsid w:val="008743FD"/>
    <w:rsid w:val="008747E0"/>
    <w:rsid w:val="00876CF2"/>
    <w:rsid w:val="00876FC5"/>
    <w:rsid w:val="00877592"/>
    <w:rsid w:val="0088621F"/>
    <w:rsid w:val="00893105"/>
    <w:rsid w:val="008934EE"/>
    <w:rsid w:val="0089577D"/>
    <w:rsid w:val="00897C66"/>
    <w:rsid w:val="008A070C"/>
    <w:rsid w:val="008B0564"/>
    <w:rsid w:val="008B2FB9"/>
    <w:rsid w:val="008B49BD"/>
    <w:rsid w:val="008B5918"/>
    <w:rsid w:val="008B5FEF"/>
    <w:rsid w:val="008C0236"/>
    <w:rsid w:val="008C513A"/>
    <w:rsid w:val="008C5565"/>
    <w:rsid w:val="008C6B25"/>
    <w:rsid w:val="008C6C75"/>
    <w:rsid w:val="008D7591"/>
    <w:rsid w:val="008E024D"/>
    <w:rsid w:val="008E0F0B"/>
    <w:rsid w:val="008E13A4"/>
    <w:rsid w:val="008F0592"/>
    <w:rsid w:val="008F13F7"/>
    <w:rsid w:val="008F1652"/>
    <w:rsid w:val="008F17CA"/>
    <w:rsid w:val="008F1F6F"/>
    <w:rsid w:val="008F3565"/>
    <w:rsid w:val="008F4233"/>
    <w:rsid w:val="008F67F9"/>
    <w:rsid w:val="00901805"/>
    <w:rsid w:val="00903D33"/>
    <w:rsid w:val="0090454B"/>
    <w:rsid w:val="00906869"/>
    <w:rsid w:val="00906996"/>
    <w:rsid w:val="0091029E"/>
    <w:rsid w:val="00920463"/>
    <w:rsid w:val="00920C5E"/>
    <w:rsid w:val="00920E8F"/>
    <w:rsid w:val="0092154D"/>
    <w:rsid w:val="00924821"/>
    <w:rsid w:val="009274D3"/>
    <w:rsid w:val="00931DC0"/>
    <w:rsid w:val="0093782D"/>
    <w:rsid w:val="00937E51"/>
    <w:rsid w:val="00940901"/>
    <w:rsid w:val="00954791"/>
    <w:rsid w:val="009578DC"/>
    <w:rsid w:val="009608BE"/>
    <w:rsid w:val="009633F9"/>
    <w:rsid w:val="00967AAD"/>
    <w:rsid w:val="00967CC7"/>
    <w:rsid w:val="009706EC"/>
    <w:rsid w:val="0097157C"/>
    <w:rsid w:val="009734A7"/>
    <w:rsid w:val="00974D68"/>
    <w:rsid w:val="0098234E"/>
    <w:rsid w:val="00983474"/>
    <w:rsid w:val="00983795"/>
    <w:rsid w:val="009837CF"/>
    <w:rsid w:val="00983B75"/>
    <w:rsid w:val="009919ED"/>
    <w:rsid w:val="009938D3"/>
    <w:rsid w:val="00993AC5"/>
    <w:rsid w:val="009953A6"/>
    <w:rsid w:val="0099562E"/>
    <w:rsid w:val="00997099"/>
    <w:rsid w:val="0099750B"/>
    <w:rsid w:val="009A1D5B"/>
    <w:rsid w:val="009A25A8"/>
    <w:rsid w:val="009A66D8"/>
    <w:rsid w:val="009B037A"/>
    <w:rsid w:val="009B050C"/>
    <w:rsid w:val="009B05C9"/>
    <w:rsid w:val="009B3D5C"/>
    <w:rsid w:val="009C0175"/>
    <w:rsid w:val="009C179E"/>
    <w:rsid w:val="009C4FEA"/>
    <w:rsid w:val="009C60D1"/>
    <w:rsid w:val="009C6945"/>
    <w:rsid w:val="009D0D2A"/>
    <w:rsid w:val="009E13C0"/>
    <w:rsid w:val="009E1D00"/>
    <w:rsid w:val="009E1F50"/>
    <w:rsid w:val="009E2B8C"/>
    <w:rsid w:val="009E4014"/>
    <w:rsid w:val="009E7068"/>
    <w:rsid w:val="009E7854"/>
    <w:rsid w:val="009F23B0"/>
    <w:rsid w:val="009F5FAB"/>
    <w:rsid w:val="009F7B6A"/>
    <w:rsid w:val="009F7E40"/>
    <w:rsid w:val="00A00326"/>
    <w:rsid w:val="00A0368E"/>
    <w:rsid w:val="00A044B8"/>
    <w:rsid w:val="00A046FE"/>
    <w:rsid w:val="00A1178C"/>
    <w:rsid w:val="00A1265E"/>
    <w:rsid w:val="00A13B7B"/>
    <w:rsid w:val="00A149DB"/>
    <w:rsid w:val="00A16CFB"/>
    <w:rsid w:val="00A300D5"/>
    <w:rsid w:val="00A340E6"/>
    <w:rsid w:val="00A35235"/>
    <w:rsid w:val="00A3751F"/>
    <w:rsid w:val="00A413A2"/>
    <w:rsid w:val="00A42A2F"/>
    <w:rsid w:val="00A430AA"/>
    <w:rsid w:val="00A443EC"/>
    <w:rsid w:val="00A470F6"/>
    <w:rsid w:val="00A474A9"/>
    <w:rsid w:val="00A5127F"/>
    <w:rsid w:val="00A52CA3"/>
    <w:rsid w:val="00A53559"/>
    <w:rsid w:val="00A54C79"/>
    <w:rsid w:val="00A57351"/>
    <w:rsid w:val="00A57950"/>
    <w:rsid w:val="00A617EC"/>
    <w:rsid w:val="00A62408"/>
    <w:rsid w:val="00A6274B"/>
    <w:rsid w:val="00A62B55"/>
    <w:rsid w:val="00A630A5"/>
    <w:rsid w:val="00A64247"/>
    <w:rsid w:val="00A64B2F"/>
    <w:rsid w:val="00A6508E"/>
    <w:rsid w:val="00A66755"/>
    <w:rsid w:val="00A667A6"/>
    <w:rsid w:val="00A71F9C"/>
    <w:rsid w:val="00A73283"/>
    <w:rsid w:val="00A73B3D"/>
    <w:rsid w:val="00A73F62"/>
    <w:rsid w:val="00A745E9"/>
    <w:rsid w:val="00A76046"/>
    <w:rsid w:val="00A76065"/>
    <w:rsid w:val="00A76615"/>
    <w:rsid w:val="00A7735A"/>
    <w:rsid w:val="00A77C68"/>
    <w:rsid w:val="00A8019B"/>
    <w:rsid w:val="00A80766"/>
    <w:rsid w:val="00A81407"/>
    <w:rsid w:val="00A81BDA"/>
    <w:rsid w:val="00A826B2"/>
    <w:rsid w:val="00A8474C"/>
    <w:rsid w:val="00A84D27"/>
    <w:rsid w:val="00A8532F"/>
    <w:rsid w:val="00A90883"/>
    <w:rsid w:val="00A90B36"/>
    <w:rsid w:val="00A91C37"/>
    <w:rsid w:val="00A9282C"/>
    <w:rsid w:val="00A9317E"/>
    <w:rsid w:val="00A94C7F"/>
    <w:rsid w:val="00AA0F09"/>
    <w:rsid w:val="00AA6463"/>
    <w:rsid w:val="00AB083B"/>
    <w:rsid w:val="00AB0E86"/>
    <w:rsid w:val="00AB4682"/>
    <w:rsid w:val="00AC3C1D"/>
    <w:rsid w:val="00AD1E1B"/>
    <w:rsid w:val="00AD6881"/>
    <w:rsid w:val="00AE1D2C"/>
    <w:rsid w:val="00AE33AB"/>
    <w:rsid w:val="00AE6FE7"/>
    <w:rsid w:val="00AE748F"/>
    <w:rsid w:val="00AE7FF4"/>
    <w:rsid w:val="00AF0A22"/>
    <w:rsid w:val="00AF36F6"/>
    <w:rsid w:val="00AF3B4E"/>
    <w:rsid w:val="00AF6D4C"/>
    <w:rsid w:val="00AF7A44"/>
    <w:rsid w:val="00B02E15"/>
    <w:rsid w:val="00B0476E"/>
    <w:rsid w:val="00B04DAD"/>
    <w:rsid w:val="00B05330"/>
    <w:rsid w:val="00B07723"/>
    <w:rsid w:val="00B12C72"/>
    <w:rsid w:val="00B14193"/>
    <w:rsid w:val="00B171A3"/>
    <w:rsid w:val="00B21F71"/>
    <w:rsid w:val="00B225D2"/>
    <w:rsid w:val="00B227E4"/>
    <w:rsid w:val="00B334A0"/>
    <w:rsid w:val="00B3362A"/>
    <w:rsid w:val="00B36955"/>
    <w:rsid w:val="00B36B19"/>
    <w:rsid w:val="00B4255B"/>
    <w:rsid w:val="00B45C55"/>
    <w:rsid w:val="00B46C47"/>
    <w:rsid w:val="00B475AB"/>
    <w:rsid w:val="00B512C0"/>
    <w:rsid w:val="00B54583"/>
    <w:rsid w:val="00B56645"/>
    <w:rsid w:val="00B56FC8"/>
    <w:rsid w:val="00B5710E"/>
    <w:rsid w:val="00B571F2"/>
    <w:rsid w:val="00B602E5"/>
    <w:rsid w:val="00B6082E"/>
    <w:rsid w:val="00B61DCA"/>
    <w:rsid w:val="00B6372A"/>
    <w:rsid w:val="00B726D8"/>
    <w:rsid w:val="00B72E03"/>
    <w:rsid w:val="00B74A1E"/>
    <w:rsid w:val="00B755FC"/>
    <w:rsid w:val="00B82E4C"/>
    <w:rsid w:val="00B8675C"/>
    <w:rsid w:val="00B86996"/>
    <w:rsid w:val="00B86F65"/>
    <w:rsid w:val="00B912EF"/>
    <w:rsid w:val="00B916AE"/>
    <w:rsid w:val="00B93D56"/>
    <w:rsid w:val="00B95AFA"/>
    <w:rsid w:val="00BA166F"/>
    <w:rsid w:val="00BA1B74"/>
    <w:rsid w:val="00BA4FFB"/>
    <w:rsid w:val="00BA7560"/>
    <w:rsid w:val="00BB0249"/>
    <w:rsid w:val="00BB38CE"/>
    <w:rsid w:val="00BB3A89"/>
    <w:rsid w:val="00BB4A46"/>
    <w:rsid w:val="00BB78C5"/>
    <w:rsid w:val="00BB7DB2"/>
    <w:rsid w:val="00BC29CD"/>
    <w:rsid w:val="00BC3098"/>
    <w:rsid w:val="00BC42BC"/>
    <w:rsid w:val="00BC4C24"/>
    <w:rsid w:val="00BC541B"/>
    <w:rsid w:val="00BC669D"/>
    <w:rsid w:val="00BC6D9F"/>
    <w:rsid w:val="00BD04E2"/>
    <w:rsid w:val="00BD253A"/>
    <w:rsid w:val="00BD35B5"/>
    <w:rsid w:val="00BD3802"/>
    <w:rsid w:val="00BD5470"/>
    <w:rsid w:val="00BE0B0A"/>
    <w:rsid w:val="00BE0FE6"/>
    <w:rsid w:val="00BE13A9"/>
    <w:rsid w:val="00BE3137"/>
    <w:rsid w:val="00BE4B4F"/>
    <w:rsid w:val="00BE57E5"/>
    <w:rsid w:val="00BE74BE"/>
    <w:rsid w:val="00BF0EA8"/>
    <w:rsid w:val="00BF32F6"/>
    <w:rsid w:val="00BF3C94"/>
    <w:rsid w:val="00BF444F"/>
    <w:rsid w:val="00BF47BE"/>
    <w:rsid w:val="00BF7797"/>
    <w:rsid w:val="00BF7D62"/>
    <w:rsid w:val="00C036EA"/>
    <w:rsid w:val="00C04407"/>
    <w:rsid w:val="00C04636"/>
    <w:rsid w:val="00C057DF"/>
    <w:rsid w:val="00C05FF3"/>
    <w:rsid w:val="00C0604D"/>
    <w:rsid w:val="00C0614E"/>
    <w:rsid w:val="00C07298"/>
    <w:rsid w:val="00C120A9"/>
    <w:rsid w:val="00C1450C"/>
    <w:rsid w:val="00C1654D"/>
    <w:rsid w:val="00C1704F"/>
    <w:rsid w:val="00C22191"/>
    <w:rsid w:val="00C223C0"/>
    <w:rsid w:val="00C22FAB"/>
    <w:rsid w:val="00C23860"/>
    <w:rsid w:val="00C2457F"/>
    <w:rsid w:val="00C26D78"/>
    <w:rsid w:val="00C2796A"/>
    <w:rsid w:val="00C30B06"/>
    <w:rsid w:val="00C31DDF"/>
    <w:rsid w:val="00C35AB2"/>
    <w:rsid w:val="00C35B7A"/>
    <w:rsid w:val="00C36001"/>
    <w:rsid w:val="00C41271"/>
    <w:rsid w:val="00C41770"/>
    <w:rsid w:val="00C453CF"/>
    <w:rsid w:val="00C45C7B"/>
    <w:rsid w:val="00C463B7"/>
    <w:rsid w:val="00C46963"/>
    <w:rsid w:val="00C46D3B"/>
    <w:rsid w:val="00C46EE2"/>
    <w:rsid w:val="00C4746D"/>
    <w:rsid w:val="00C51492"/>
    <w:rsid w:val="00C52134"/>
    <w:rsid w:val="00C53F49"/>
    <w:rsid w:val="00C55FC0"/>
    <w:rsid w:val="00C565AD"/>
    <w:rsid w:val="00C57E0C"/>
    <w:rsid w:val="00C6050C"/>
    <w:rsid w:val="00C62C2C"/>
    <w:rsid w:val="00C67D49"/>
    <w:rsid w:val="00C71658"/>
    <w:rsid w:val="00C71D2C"/>
    <w:rsid w:val="00C7276E"/>
    <w:rsid w:val="00C751C3"/>
    <w:rsid w:val="00C75DC8"/>
    <w:rsid w:val="00C75E47"/>
    <w:rsid w:val="00C76D09"/>
    <w:rsid w:val="00C80358"/>
    <w:rsid w:val="00C83F51"/>
    <w:rsid w:val="00C858EB"/>
    <w:rsid w:val="00C869C3"/>
    <w:rsid w:val="00C93A6C"/>
    <w:rsid w:val="00C94555"/>
    <w:rsid w:val="00C948EC"/>
    <w:rsid w:val="00CA0442"/>
    <w:rsid w:val="00CA1391"/>
    <w:rsid w:val="00CA15BD"/>
    <w:rsid w:val="00CA1B9C"/>
    <w:rsid w:val="00CA24DF"/>
    <w:rsid w:val="00CA4854"/>
    <w:rsid w:val="00CA51D0"/>
    <w:rsid w:val="00CA56FC"/>
    <w:rsid w:val="00CA5C79"/>
    <w:rsid w:val="00CA6E18"/>
    <w:rsid w:val="00CB1A45"/>
    <w:rsid w:val="00CB519E"/>
    <w:rsid w:val="00CB5221"/>
    <w:rsid w:val="00CB5EDD"/>
    <w:rsid w:val="00CB6F9E"/>
    <w:rsid w:val="00CB72D3"/>
    <w:rsid w:val="00CB765A"/>
    <w:rsid w:val="00CC13CF"/>
    <w:rsid w:val="00CC6D0B"/>
    <w:rsid w:val="00CD13A8"/>
    <w:rsid w:val="00CD19A2"/>
    <w:rsid w:val="00CD2869"/>
    <w:rsid w:val="00CD40C8"/>
    <w:rsid w:val="00CD5444"/>
    <w:rsid w:val="00CD5E1C"/>
    <w:rsid w:val="00CD6863"/>
    <w:rsid w:val="00CD73B4"/>
    <w:rsid w:val="00CD77F8"/>
    <w:rsid w:val="00CE53F6"/>
    <w:rsid w:val="00CF182C"/>
    <w:rsid w:val="00CF222F"/>
    <w:rsid w:val="00CF4CFA"/>
    <w:rsid w:val="00CF5CAF"/>
    <w:rsid w:val="00CF6B83"/>
    <w:rsid w:val="00D0375C"/>
    <w:rsid w:val="00D04E5F"/>
    <w:rsid w:val="00D05AC4"/>
    <w:rsid w:val="00D10424"/>
    <w:rsid w:val="00D12D4E"/>
    <w:rsid w:val="00D149F9"/>
    <w:rsid w:val="00D16417"/>
    <w:rsid w:val="00D176D0"/>
    <w:rsid w:val="00D21C0F"/>
    <w:rsid w:val="00D222F3"/>
    <w:rsid w:val="00D26E1D"/>
    <w:rsid w:val="00D33B10"/>
    <w:rsid w:val="00D347D4"/>
    <w:rsid w:val="00D3569B"/>
    <w:rsid w:val="00D37216"/>
    <w:rsid w:val="00D408EF"/>
    <w:rsid w:val="00D41EB0"/>
    <w:rsid w:val="00D42594"/>
    <w:rsid w:val="00D42D00"/>
    <w:rsid w:val="00D42D2F"/>
    <w:rsid w:val="00D44CCF"/>
    <w:rsid w:val="00D44DD9"/>
    <w:rsid w:val="00D45179"/>
    <w:rsid w:val="00D50177"/>
    <w:rsid w:val="00D52C10"/>
    <w:rsid w:val="00D53FF9"/>
    <w:rsid w:val="00D5481D"/>
    <w:rsid w:val="00D60533"/>
    <w:rsid w:val="00D605AA"/>
    <w:rsid w:val="00D61E20"/>
    <w:rsid w:val="00D636FA"/>
    <w:rsid w:val="00D63C93"/>
    <w:rsid w:val="00D659A5"/>
    <w:rsid w:val="00D7214C"/>
    <w:rsid w:val="00D74674"/>
    <w:rsid w:val="00D7617A"/>
    <w:rsid w:val="00D76661"/>
    <w:rsid w:val="00D8189F"/>
    <w:rsid w:val="00D86AAA"/>
    <w:rsid w:val="00D9267A"/>
    <w:rsid w:val="00D947A4"/>
    <w:rsid w:val="00D9539D"/>
    <w:rsid w:val="00D95977"/>
    <w:rsid w:val="00D972CD"/>
    <w:rsid w:val="00DA1594"/>
    <w:rsid w:val="00DA1D78"/>
    <w:rsid w:val="00DB01D2"/>
    <w:rsid w:val="00DB24EF"/>
    <w:rsid w:val="00DB2802"/>
    <w:rsid w:val="00DB2E20"/>
    <w:rsid w:val="00DB35E4"/>
    <w:rsid w:val="00DB4635"/>
    <w:rsid w:val="00DB4B71"/>
    <w:rsid w:val="00DB7216"/>
    <w:rsid w:val="00DC01F8"/>
    <w:rsid w:val="00DC3181"/>
    <w:rsid w:val="00DC35D9"/>
    <w:rsid w:val="00DC45D2"/>
    <w:rsid w:val="00DD1B31"/>
    <w:rsid w:val="00DD57CF"/>
    <w:rsid w:val="00DD57EB"/>
    <w:rsid w:val="00DE1B54"/>
    <w:rsid w:val="00DE6BCD"/>
    <w:rsid w:val="00DE6C43"/>
    <w:rsid w:val="00DF0FC3"/>
    <w:rsid w:val="00DF6386"/>
    <w:rsid w:val="00DF68D4"/>
    <w:rsid w:val="00E04D69"/>
    <w:rsid w:val="00E054A5"/>
    <w:rsid w:val="00E11256"/>
    <w:rsid w:val="00E11907"/>
    <w:rsid w:val="00E12E1D"/>
    <w:rsid w:val="00E147A6"/>
    <w:rsid w:val="00E14F51"/>
    <w:rsid w:val="00E1615F"/>
    <w:rsid w:val="00E24734"/>
    <w:rsid w:val="00E24DB4"/>
    <w:rsid w:val="00E252AD"/>
    <w:rsid w:val="00E259DB"/>
    <w:rsid w:val="00E25A9B"/>
    <w:rsid w:val="00E27F52"/>
    <w:rsid w:val="00E30080"/>
    <w:rsid w:val="00E31FE1"/>
    <w:rsid w:val="00E345E4"/>
    <w:rsid w:val="00E362F5"/>
    <w:rsid w:val="00E36FCB"/>
    <w:rsid w:val="00E42DA6"/>
    <w:rsid w:val="00E45398"/>
    <w:rsid w:val="00E46252"/>
    <w:rsid w:val="00E5480D"/>
    <w:rsid w:val="00E55E9D"/>
    <w:rsid w:val="00E57DB1"/>
    <w:rsid w:val="00E623EF"/>
    <w:rsid w:val="00E65F2D"/>
    <w:rsid w:val="00E715C4"/>
    <w:rsid w:val="00E74B9B"/>
    <w:rsid w:val="00E7781C"/>
    <w:rsid w:val="00E77A2D"/>
    <w:rsid w:val="00E81915"/>
    <w:rsid w:val="00E83258"/>
    <w:rsid w:val="00E85B23"/>
    <w:rsid w:val="00E875EB"/>
    <w:rsid w:val="00E93EED"/>
    <w:rsid w:val="00E95A6C"/>
    <w:rsid w:val="00E9613F"/>
    <w:rsid w:val="00E9700D"/>
    <w:rsid w:val="00EA1917"/>
    <w:rsid w:val="00EA4480"/>
    <w:rsid w:val="00EA6920"/>
    <w:rsid w:val="00EB1812"/>
    <w:rsid w:val="00EB1C95"/>
    <w:rsid w:val="00EB452E"/>
    <w:rsid w:val="00EB533E"/>
    <w:rsid w:val="00EB6C99"/>
    <w:rsid w:val="00EB7939"/>
    <w:rsid w:val="00EC016A"/>
    <w:rsid w:val="00EC36C3"/>
    <w:rsid w:val="00EC4066"/>
    <w:rsid w:val="00EC569B"/>
    <w:rsid w:val="00EC5C6F"/>
    <w:rsid w:val="00ED4513"/>
    <w:rsid w:val="00ED46E8"/>
    <w:rsid w:val="00ED5EC6"/>
    <w:rsid w:val="00ED62B1"/>
    <w:rsid w:val="00ED7EE5"/>
    <w:rsid w:val="00EE43B7"/>
    <w:rsid w:val="00EE59BC"/>
    <w:rsid w:val="00EE60C1"/>
    <w:rsid w:val="00EE669E"/>
    <w:rsid w:val="00EE7001"/>
    <w:rsid w:val="00EE7473"/>
    <w:rsid w:val="00EF02F1"/>
    <w:rsid w:val="00EF2DB7"/>
    <w:rsid w:val="00EF35F3"/>
    <w:rsid w:val="00EF369B"/>
    <w:rsid w:val="00EF376F"/>
    <w:rsid w:val="00EF42E8"/>
    <w:rsid w:val="00EF699F"/>
    <w:rsid w:val="00EF6EDA"/>
    <w:rsid w:val="00EF74CF"/>
    <w:rsid w:val="00F003FE"/>
    <w:rsid w:val="00F00E39"/>
    <w:rsid w:val="00F01004"/>
    <w:rsid w:val="00F02D16"/>
    <w:rsid w:val="00F0357E"/>
    <w:rsid w:val="00F04773"/>
    <w:rsid w:val="00F062D1"/>
    <w:rsid w:val="00F06B2A"/>
    <w:rsid w:val="00F1177E"/>
    <w:rsid w:val="00F11CB2"/>
    <w:rsid w:val="00F1221B"/>
    <w:rsid w:val="00F1790E"/>
    <w:rsid w:val="00F17B1D"/>
    <w:rsid w:val="00F17F8F"/>
    <w:rsid w:val="00F211EE"/>
    <w:rsid w:val="00F316EB"/>
    <w:rsid w:val="00F40E7B"/>
    <w:rsid w:val="00F46443"/>
    <w:rsid w:val="00F47C71"/>
    <w:rsid w:val="00F516CB"/>
    <w:rsid w:val="00F52BC9"/>
    <w:rsid w:val="00F53863"/>
    <w:rsid w:val="00F53E7E"/>
    <w:rsid w:val="00F6102A"/>
    <w:rsid w:val="00F61AB8"/>
    <w:rsid w:val="00F61F08"/>
    <w:rsid w:val="00F622CF"/>
    <w:rsid w:val="00F62A87"/>
    <w:rsid w:val="00F62E14"/>
    <w:rsid w:val="00F63921"/>
    <w:rsid w:val="00F64E73"/>
    <w:rsid w:val="00F65B08"/>
    <w:rsid w:val="00F65F35"/>
    <w:rsid w:val="00F6661E"/>
    <w:rsid w:val="00F66825"/>
    <w:rsid w:val="00F67059"/>
    <w:rsid w:val="00F74141"/>
    <w:rsid w:val="00F8149F"/>
    <w:rsid w:val="00F83337"/>
    <w:rsid w:val="00F844CA"/>
    <w:rsid w:val="00F87CA6"/>
    <w:rsid w:val="00F91E6A"/>
    <w:rsid w:val="00F921DB"/>
    <w:rsid w:val="00FA175D"/>
    <w:rsid w:val="00FA178C"/>
    <w:rsid w:val="00FA1DAF"/>
    <w:rsid w:val="00FA2FDB"/>
    <w:rsid w:val="00FA52BF"/>
    <w:rsid w:val="00FA7128"/>
    <w:rsid w:val="00FB1404"/>
    <w:rsid w:val="00FB3EFD"/>
    <w:rsid w:val="00FB487F"/>
    <w:rsid w:val="00FB51F4"/>
    <w:rsid w:val="00FB5B11"/>
    <w:rsid w:val="00FB69BC"/>
    <w:rsid w:val="00FB7861"/>
    <w:rsid w:val="00FC0499"/>
    <w:rsid w:val="00FC2B3D"/>
    <w:rsid w:val="00FC55A0"/>
    <w:rsid w:val="00FD17BA"/>
    <w:rsid w:val="00FD2D4A"/>
    <w:rsid w:val="00FE1746"/>
    <w:rsid w:val="00FE2948"/>
    <w:rsid w:val="00FE6161"/>
    <w:rsid w:val="00FE63AB"/>
    <w:rsid w:val="00FE66AB"/>
    <w:rsid w:val="00FF14B8"/>
    <w:rsid w:val="00FF1D10"/>
    <w:rsid w:val="00FF2C05"/>
    <w:rsid w:val="00FF4842"/>
    <w:rsid w:val="00FF4D5C"/>
    <w:rsid w:val="00FF5F1B"/>
    <w:rsid w:val="00FF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3B71A3"/>
  <w15:docId w15:val="{09FA6BA0-77D0-4ED5-B747-2496B1279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5E9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F444F"/>
    <w:pPr>
      <w:keepNext/>
      <w:tabs>
        <w:tab w:val="center" w:pos="2268"/>
      </w:tabs>
      <w:spacing w:after="0" w:line="240" w:lineRule="auto"/>
      <w:ind w:right="141"/>
      <w:jc w:val="both"/>
      <w:outlineLvl w:val="0"/>
    </w:pPr>
    <w:rPr>
      <w:rFonts w:ascii="Times New Roman" w:eastAsia="Times New Roman" w:hAnsi="Times New Roman"/>
      <w:b/>
      <w:bCs/>
      <w:spacing w:val="-8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1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7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1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7EC"/>
  </w:style>
  <w:style w:type="paragraph" w:styleId="Footer">
    <w:name w:val="footer"/>
    <w:basedOn w:val="Normal"/>
    <w:link w:val="FooterChar"/>
    <w:uiPriority w:val="99"/>
    <w:unhideWhenUsed/>
    <w:rsid w:val="00A61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7EC"/>
  </w:style>
  <w:style w:type="paragraph" w:styleId="ListParagraph">
    <w:name w:val="List Paragraph"/>
    <w:basedOn w:val="Normal"/>
    <w:link w:val="ListParagraphChar"/>
    <w:uiPriority w:val="34"/>
    <w:qFormat/>
    <w:rsid w:val="007009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3C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D3D7C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BF444F"/>
    <w:rPr>
      <w:rFonts w:ascii="Times New Roman" w:eastAsia="Times New Roman" w:hAnsi="Times New Roman"/>
      <w:b/>
      <w:bCs/>
      <w:spacing w:val="-8"/>
      <w:sz w:val="24"/>
      <w:szCs w:val="24"/>
      <w:lang w:val="sr-Cyrl-CS" w:eastAsia="en-US"/>
    </w:rPr>
  </w:style>
  <w:style w:type="paragraph" w:styleId="BodyText">
    <w:name w:val="Body Text"/>
    <w:basedOn w:val="Normal"/>
    <w:link w:val="BodyTextChar"/>
    <w:uiPriority w:val="99"/>
    <w:unhideWhenUsed/>
    <w:rsid w:val="00BF44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F444F"/>
    <w:rPr>
      <w:sz w:val="22"/>
      <w:szCs w:val="22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F444F"/>
    <w:rPr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BF444F"/>
    <w:rPr>
      <w:b/>
      <w:bCs/>
    </w:rPr>
  </w:style>
  <w:style w:type="paragraph" w:customStyle="1" w:styleId="paragraph">
    <w:name w:val="paragraph"/>
    <w:basedOn w:val="Normal"/>
    <w:rsid w:val="00BC6D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dulos\AppData\Local\Microsoft\Windows\Temporary%20Internet%20Files\Content.Outlook\J8IZGNL3\PD-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PD-013</Template>
  <TotalTime>0</TotalTime>
  <Pages>3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Sonja Abdulovski</dc:creator>
  <cp:lastModifiedBy>Mirjana Crnjak</cp:lastModifiedBy>
  <cp:revision>2</cp:revision>
  <cp:lastPrinted>2020-02-28T11:05:00Z</cp:lastPrinted>
  <dcterms:created xsi:type="dcterms:W3CDTF">2022-03-18T08:29:00Z</dcterms:created>
  <dcterms:modified xsi:type="dcterms:W3CDTF">2022-03-18T08:29:00Z</dcterms:modified>
</cp:coreProperties>
</file>